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B2CAE" w:rsidRPr="008B2CAE" w:rsidTr="008B2CAE">
        <w:tc>
          <w:tcPr>
            <w:tcW w:w="426" w:type="dxa"/>
            <w:hideMark/>
          </w:tcPr>
          <w:p w:rsidR="008B2CAE" w:rsidRPr="008B2CAE" w:rsidRDefault="008B2CAE" w:rsidP="008B2C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B2CAE" w:rsidRPr="008B2CAE" w:rsidRDefault="008B2CAE" w:rsidP="008B2C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E">
              <w:rPr>
                <w:rFonts w:ascii="Times New Roman" w:hAnsi="Times New Roman" w:cs="Times New Roman"/>
                <w:sz w:val="28"/>
                <w:szCs w:val="28"/>
              </w:rPr>
              <w:t xml:space="preserve">  25.10.2016</w:t>
            </w:r>
          </w:p>
        </w:tc>
        <w:tc>
          <w:tcPr>
            <w:tcW w:w="4111" w:type="dxa"/>
          </w:tcPr>
          <w:p w:rsidR="008B2CAE" w:rsidRPr="008B2CAE" w:rsidRDefault="008B2CAE" w:rsidP="008B2C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B2CAE" w:rsidRPr="008B2CAE" w:rsidRDefault="008B2CAE" w:rsidP="008B2C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B2CAE" w:rsidRPr="008B2CAE" w:rsidRDefault="008B2CAE" w:rsidP="008B2CAE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  <w:bookmarkStart w:id="0" w:name="_GoBack"/>
            <w:bookmarkEnd w:id="0"/>
          </w:p>
        </w:tc>
      </w:tr>
    </w:tbl>
    <w:p w:rsidR="00E21752" w:rsidRPr="00E21752" w:rsidRDefault="00E21752" w:rsidP="00E217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752" w:rsidRPr="00E21752" w:rsidRDefault="00E21752" w:rsidP="00E217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FBD" w:rsidRPr="00E21752" w:rsidRDefault="00DD7FBD" w:rsidP="00E2175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1752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DD7FBD" w:rsidRPr="00E21752" w:rsidRDefault="00DD7FBD" w:rsidP="00E2175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1752">
        <w:rPr>
          <w:rFonts w:ascii="Times New Roman" w:hAnsi="Times New Roman" w:cs="Times New Roman"/>
          <w:bCs/>
          <w:sz w:val="28"/>
          <w:szCs w:val="28"/>
        </w:rPr>
        <w:t>«О внесении изменений в статьи 19</w:t>
      </w:r>
      <w:r w:rsidRPr="00E21752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E21752">
        <w:rPr>
          <w:rFonts w:ascii="Times New Roman" w:hAnsi="Times New Roman" w:cs="Times New Roman"/>
          <w:bCs/>
          <w:sz w:val="28"/>
          <w:szCs w:val="28"/>
        </w:rPr>
        <w:t xml:space="preserve"> и 28 </w:t>
      </w:r>
    </w:p>
    <w:p w:rsidR="00DD7FBD" w:rsidRPr="00E21752" w:rsidRDefault="00DD7FBD" w:rsidP="00E2175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1752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«Об управлении </w:t>
      </w:r>
    </w:p>
    <w:p w:rsidR="00DD7FBD" w:rsidRPr="00E21752" w:rsidRDefault="00DD7FBD" w:rsidP="00E2175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1752">
        <w:rPr>
          <w:rFonts w:ascii="Times New Roman" w:hAnsi="Times New Roman" w:cs="Times New Roman"/>
          <w:bCs/>
          <w:sz w:val="28"/>
          <w:szCs w:val="28"/>
        </w:rPr>
        <w:t xml:space="preserve">и </w:t>
      </w:r>
      <w:proofErr w:type="gramStart"/>
      <w:r w:rsidRPr="00E21752">
        <w:rPr>
          <w:rFonts w:ascii="Times New Roman" w:hAnsi="Times New Roman" w:cs="Times New Roman"/>
          <w:bCs/>
          <w:sz w:val="28"/>
          <w:szCs w:val="28"/>
        </w:rPr>
        <w:t>распоряжении</w:t>
      </w:r>
      <w:proofErr w:type="gramEnd"/>
      <w:r w:rsidRPr="00E21752">
        <w:rPr>
          <w:rFonts w:ascii="Times New Roman" w:hAnsi="Times New Roman" w:cs="Times New Roman"/>
          <w:bCs/>
          <w:sz w:val="28"/>
          <w:szCs w:val="28"/>
        </w:rPr>
        <w:t xml:space="preserve"> имуществом Ярославской области»</w:t>
      </w:r>
    </w:p>
    <w:p w:rsidR="00DD7FBD" w:rsidRPr="00E21752" w:rsidRDefault="00DD7FBD" w:rsidP="00E217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FBD" w:rsidRPr="00E21752" w:rsidRDefault="00DD7FBD" w:rsidP="00E217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FBD" w:rsidRPr="00E21752" w:rsidRDefault="00DD7FBD" w:rsidP="00E217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75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D7FBD" w:rsidRPr="00E21752" w:rsidRDefault="00DD7FBD" w:rsidP="00E217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FBD" w:rsidRPr="00E21752" w:rsidRDefault="00DD7FBD" w:rsidP="00E21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21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21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D7FBD" w:rsidRPr="00E21752" w:rsidRDefault="00DD7FBD" w:rsidP="00E21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FBD" w:rsidRPr="00E21752" w:rsidRDefault="00DD7FBD" w:rsidP="00E2175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1752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E21752">
        <w:rPr>
          <w:rFonts w:ascii="Times New Roman" w:hAnsi="Times New Roman" w:cs="Times New Roman"/>
          <w:bCs/>
          <w:sz w:val="28"/>
          <w:szCs w:val="28"/>
        </w:rPr>
        <w:t>«О вн</w:t>
      </w:r>
      <w:r w:rsidRPr="00E21752">
        <w:rPr>
          <w:rFonts w:ascii="Times New Roman" w:hAnsi="Times New Roman" w:cs="Times New Roman"/>
          <w:bCs/>
          <w:sz w:val="28"/>
          <w:szCs w:val="28"/>
        </w:rPr>
        <w:t>е</w:t>
      </w:r>
      <w:r w:rsidRPr="00E21752">
        <w:rPr>
          <w:rFonts w:ascii="Times New Roman" w:hAnsi="Times New Roman" w:cs="Times New Roman"/>
          <w:bCs/>
          <w:sz w:val="28"/>
          <w:szCs w:val="28"/>
        </w:rPr>
        <w:t>сении изменений в статьи 19</w:t>
      </w:r>
      <w:r w:rsidRPr="00E21752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E21752">
        <w:rPr>
          <w:rFonts w:ascii="Times New Roman" w:hAnsi="Times New Roman" w:cs="Times New Roman"/>
          <w:bCs/>
          <w:sz w:val="28"/>
          <w:szCs w:val="28"/>
        </w:rPr>
        <w:t xml:space="preserve"> и 28 Закона Ярославской области «Об управл</w:t>
      </w:r>
      <w:r w:rsidRPr="00E21752">
        <w:rPr>
          <w:rFonts w:ascii="Times New Roman" w:hAnsi="Times New Roman" w:cs="Times New Roman"/>
          <w:bCs/>
          <w:sz w:val="28"/>
          <w:szCs w:val="28"/>
        </w:rPr>
        <w:t>е</w:t>
      </w:r>
      <w:r w:rsidRPr="00E21752">
        <w:rPr>
          <w:rFonts w:ascii="Times New Roman" w:hAnsi="Times New Roman" w:cs="Times New Roman"/>
          <w:bCs/>
          <w:sz w:val="28"/>
          <w:szCs w:val="28"/>
        </w:rPr>
        <w:t xml:space="preserve">нии и распоряжении имуществом Ярославской области», внесенный </w:t>
      </w:r>
      <w:r w:rsidR="000447A5" w:rsidRPr="00E21752">
        <w:rPr>
          <w:rFonts w:ascii="Times New Roman" w:hAnsi="Times New Roman" w:cs="Times New Roman"/>
          <w:bCs/>
          <w:sz w:val="28"/>
          <w:szCs w:val="28"/>
        </w:rPr>
        <w:t>Предс</w:t>
      </w:r>
      <w:r w:rsidR="000447A5" w:rsidRPr="00E21752">
        <w:rPr>
          <w:rFonts w:ascii="Times New Roman" w:hAnsi="Times New Roman" w:cs="Times New Roman"/>
          <w:bCs/>
          <w:sz w:val="28"/>
          <w:szCs w:val="28"/>
        </w:rPr>
        <w:t>е</w:t>
      </w:r>
      <w:r w:rsidR="000447A5" w:rsidRPr="00E21752">
        <w:rPr>
          <w:rFonts w:ascii="Times New Roman" w:hAnsi="Times New Roman" w:cs="Times New Roman"/>
          <w:bCs/>
          <w:sz w:val="28"/>
          <w:szCs w:val="28"/>
        </w:rPr>
        <w:t>дателем Правительства</w:t>
      </w:r>
      <w:r w:rsidRPr="00E21752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</w:t>
      </w:r>
      <w:r w:rsidR="00E2175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DD7FBD" w:rsidRPr="00E21752" w:rsidRDefault="00DD7FBD" w:rsidP="00E2175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FBD" w:rsidRPr="00E21752" w:rsidRDefault="00DD7FBD" w:rsidP="00E2175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FBD" w:rsidRPr="00E21752" w:rsidRDefault="00DD7FBD" w:rsidP="00E2175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FBD" w:rsidRPr="00E21752" w:rsidRDefault="00DD7FBD" w:rsidP="00E2175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4442F" w:rsidRPr="00E21752" w:rsidRDefault="00DD7FBD" w:rsidP="00E2175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2175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34442F" w:rsidRPr="00E21752" w:rsidSect="00E2175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CFF"/>
    <w:rsid w:val="000447A5"/>
    <w:rsid w:val="0034442F"/>
    <w:rsid w:val="008B2CAE"/>
    <w:rsid w:val="00993CFF"/>
    <w:rsid w:val="00D112F4"/>
    <w:rsid w:val="00DD7FBD"/>
    <w:rsid w:val="00E2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2016-10-14T11:48:00Z</dcterms:created>
  <dcterms:modified xsi:type="dcterms:W3CDTF">2016-10-28T06:58:00Z</dcterms:modified>
</cp:coreProperties>
</file>