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6442A9" w:rsidRPr="00E27858" w:rsidRDefault="006442A9" w:rsidP="006442A9">
            <w:pPr>
              <w:pStyle w:val="ConsNormal"/>
              <w:ind w:left="45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6442A9" w:rsidRPr="00E27858" w:rsidRDefault="006442A9" w:rsidP="006442A9">
            <w:pPr>
              <w:ind w:left="454"/>
              <w:rPr>
                <w:szCs w:val="28"/>
              </w:rPr>
            </w:pPr>
          </w:p>
          <w:p w:rsidR="00AB4DB4" w:rsidRPr="006442A9" w:rsidRDefault="006442A9" w:rsidP="006442A9">
            <w:pPr>
              <w:ind w:left="454"/>
            </w:pPr>
            <w:r w:rsidRPr="00E27858">
              <w:rPr>
                <w:szCs w:val="28"/>
              </w:rPr>
              <w:t>М.В. Боровицкому</w:t>
            </w:r>
            <w:r w:rsidRPr="006442A9">
              <w:t xml:space="preserve"> </w:t>
            </w:r>
          </w:p>
          <w:p w:rsidR="00AB4DB4" w:rsidRPr="006442A9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6442A9">
        <w:tc>
          <w:tcPr>
            <w:tcW w:w="4111" w:type="dxa"/>
          </w:tcPr>
          <w:p w:rsidR="00FC6F70" w:rsidRPr="006442A9" w:rsidRDefault="00DA2874" w:rsidP="006442A9">
            <w:pPr>
              <w:rPr>
                <w:szCs w:val="24"/>
              </w:rPr>
            </w:pPr>
            <w:r w:rsidRPr="00DA2874">
              <w:t xml:space="preserve">О </w:t>
            </w:r>
            <w:r w:rsidR="006442A9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6442A9" w:rsidRPr="008C3062" w:rsidRDefault="006442A9" w:rsidP="006442A9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6442A9" w:rsidRPr="008C3062" w:rsidRDefault="006442A9" w:rsidP="006442A9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61EC6" w:rsidRPr="007C585D" w:rsidRDefault="006442A9" w:rsidP="00661EC6">
      <w:pPr>
        <w:ind w:firstLine="709"/>
        <w:jc w:val="both"/>
        <w:rPr>
          <w:szCs w:val="28"/>
        </w:rPr>
      </w:pPr>
      <w:r w:rsidRPr="003B3995">
        <w:rPr>
          <w:szCs w:val="28"/>
        </w:rPr>
        <w:t xml:space="preserve">В </w:t>
      </w:r>
      <w:r w:rsidRPr="00BA0E3D">
        <w:rPr>
          <w:szCs w:val="28"/>
        </w:rPr>
        <w:t>соответствии со статьей 27 Уст</w:t>
      </w:r>
      <w:r>
        <w:rPr>
          <w:szCs w:val="28"/>
        </w:rPr>
        <w:t xml:space="preserve">ава Ярославской области вношу </w:t>
      </w:r>
      <w:r w:rsidRPr="00AE564D">
        <w:rPr>
          <w:szCs w:val="28"/>
        </w:rPr>
        <w:br/>
      </w:r>
      <w:r>
        <w:rPr>
          <w:szCs w:val="28"/>
        </w:rPr>
        <w:t>в</w:t>
      </w:r>
      <w:r w:rsidRPr="00AE564D">
        <w:rPr>
          <w:szCs w:val="28"/>
        </w:rPr>
        <w:t xml:space="preserve"> </w:t>
      </w:r>
      <w:r w:rsidRPr="00BA0E3D">
        <w:rPr>
          <w:szCs w:val="28"/>
        </w:rPr>
        <w:t xml:space="preserve">Ярославскую </w:t>
      </w:r>
      <w:r w:rsidRPr="00E065E1">
        <w:rPr>
          <w:szCs w:val="28"/>
        </w:rPr>
        <w:t xml:space="preserve">областную Думу проект закона Ярославской области </w:t>
      </w:r>
      <w:r w:rsidRPr="00E065E1">
        <w:rPr>
          <w:szCs w:val="28"/>
        </w:rPr>
        <w:br/>
      </w:r>
      <w:r w:rsidR="00661EC6" w:rsidRPr="007C585D">
        <w:rPr>
          <w:szCs w:val="28"/>
        </w:rPr>
        <w:t xml:space="preserve">«О внесении изменений в Закон Ярославской области «О квотировании рабочих мест для трудоустройства несовершеннолетних граждан </w:t>
      </w:r>
      <w:r w:rsidR="00661EC6" w:rsidRPr="007C585D">
        <w:rPr>
          <w:szCs w:val="28"/>
        </w:rPr>
        <w:br/>
        <w:t>в Ярославской области».</w:t>
      </w:r>
    </w:p>
    <w:p w:rsidR="00661EC6" w:rsidRPr="00647A5B" w:rsidRDefault="00661EC6" w:rsidP="00661EC6">
      <w:pPr>
        <w:ind w:firstLine="709"/>
        <w:jc w:val="both"/>
        <w:rPr>
          <w:szCs w:val="28"/>
        </w:rPr>
      </w:pPr>
      <w:r w:rsidRPr="007C585D">
        <w:rPr>
          <w:szCs w:val="28"/>
        </w:rPr>
        <w:t>Официальным представителем Губернатора области по указанному</w:t>
      </w:r>
      <w:r w:rsidRPr="00647A5B">
        <w:rPr>
          <w:szCs w:val="28"/>
        </w:rPr>
        <w:t xml:space="preserve"> законопроекту назначен заместител</w:t>
      </w:r>
      <w:r>
        <w:rPr>
          <w:szCs w:val="28"/>
        </w:rPr>
        <w:t>ь</w:t>
      </w:r>
      <w:r w:rsidRPr="00647A5B">
        <w:rPr>
          <w:szCs w:val="28"/>
        </w:rPr>
        <w:t xml:space="preserve"> Председателя Правительства Ярославской области </w:t>
      </w:r>
      <w:proofErr w:type="spellStart"/>
      <w:r>
        <w:rPr>
          <w:szCs w:val="28"/>
        </w:rPr>
        <w:t>Даргель</w:t>
      </w:r>
      <w:proofErr w:type="spellEnd"/>
      <w:r>
        <w:rPr>
          <w:szCs w:val="28"/>
        </w:rPr>
        <w:t xml:space="preserve"> В.В</w:t>
      </w:r>
      <w:r w:rsidRPr="00647A5B">
        <w:rPr>
          <w:szCs w:val="28"/>
        </w:rPr>
        <w:t>.</w:t>
      </w:r>
    </w:p>
    <w:p w:rsidR="006442A9" w:rsidRPr="00E4364B" w:rsidRDefault="006442A9" w:rsidP="00661EC6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42A9" w:rsidRPr="00631F91" w:rsidRDefault="006442A9" w:rsidP="006442A9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D869FF" w:rsidRDefault="00F714BC" w:rsidP="00910985">
      <w:pPr>
        <w:jc w:val="both"/>
        <w:rPr>
          <w:szCs w:val="28"/>
        </w:rPr>
      </w:pPr>
    </w:p>
    <w:p w:rsidR="00D869FF" w:rsidRPr="00D869FF" w:rsidRDefault="00D869FF" w:rsidP="0091098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6442A9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6931BC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Евраев</w:t>
            </w:r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5936EB" w:rsidRDefault="005936EB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</w:p>
    <w:p w:rsidR="006442A9" w:rsidRDefault="006442A9" w:rsidP="006975C5">
      <w:pPr>
        <w:jc w:val="both"/>
        <w:rPr>
          <w:sz w:val="24"/>
          <w:szCs w:val="24"/>
        </w:rPr>
      </w:pPr>
      <w:bookmarkStart w:id="2" w:name="_GoBack"/>
      <w:bookmarkEnd w:id="2"/>
    </w:p>
    <w:p w:rsidR="006442A9" w:rsidRPr="006442A9" w:rsidRDefault="006442A9" w:rsidP="006975C5">
      <w:pPr>
        <w:jc w:val="both"/>
        <w:rPr>
          <w:sz w:val="24"/>
          <w:szCs w:val="24"/>
        </w:rPr>
      </w:pPr>
    </w:p>
    <w:p w:rsidR="006442A9" w:rsidRP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2A9">
        <w:rPr>
          <w:rFonts w:ascii="Times New Roman" w:hAnsi="Times New Roman" w:cs="Times New Roman"/>
          <w:sz w:val="24"/>
          <w:szCs w:val="24"/>
        </w:rPr>
        <w:t>Осипенко Вячеслав Сергеевич,</w:t>
      </w:r>
    </w:p>
    <w:p w:rsidR="006442A9" w:rsidRDefault="006442A9" w:rsidP="006442A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42A9">
        <w:rPr>
          <w:rFonts w:ascii="Times New Roman" w:hAnsi="Times New Roman" w:cs="Times New Roman"/>
          <w:sz w:val="24"/>
          <w:szCs w:val="24"/>
        </w:rPr>
        <w:t>(4852) 40 07 83</w:t>
      </w:r>
    </w:p>
    <w:sectPr w:rsidR="006442A9" w:rsidSect="00AB4DB4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CFE" w:rsidRDefault="00AE6CFE">
      <w:r>
        <w:separator/>
      </w:r>
    </w:p>
  </w:endnote>
  <w:endnote w:type="continuationSeparator" w:id="0">
    <w:p w:rsidR="00AE6CFE" w:rsidRDefault="00AE6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AE6CFE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DA2874" w:rsidRPr="00DA2874">
      <w:rPr>
        <w:sz w:val="16"/>
      </w:rPr>
      <w:t>19141387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231CF" w:rsidRPr="00C231CF">
      <w:rPr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CFE" w:rsidRDefault="00AE6CFE">
      <w:r>
        <w:separator/>
      </w:r>
    </w:p>
  </w:footnote>
  <w:footnote w:type="continuationSeparator" w:id="0">
    <w:p w:rsidR="00AE6CFE" w:rsidRDefault="00AE6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37BD1C0B" wp14:editId="6CE99102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54ECB"/>
    <w:rsid w:val="00166D24"/>
    <w:rsid w:val="00175F02"/>
    <w:rsid w:val="00180475"/>
    <w:rsid w:val="001827CE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3F362B"/>
    <w:rsid w:val="00413EAE"/>
    <w:rsid w:val="004147FC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42A9"/>
    <w:rsid w:val="00661EC6"/>
    <w:rsid w:val="00673E81"/>
    <w:rsid w:val="00690094"/>
    <w:rsid w:val="006931BC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6CFE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69FF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42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85C8D-C209-4033-BE49-0B6F28D2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2022-12-15T06:53:00Z</dcterms:created>
  <dcterms:modified xsi:type="dcterms:W3CDTF">2022-12-15T06:53:00Z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