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164A" w:rsidRPr="0013164A" w:rsidTr="0013164A">
        <w:tc>
          <w:tcPr>
            <w:tcW w:w="426" w:type="dxa"/>
            <w:vAlign w:val="bottom"/>
            <w:hideMark/>
          </w:tcPr>
          <w:p w:rsidR="0013164A" w:rsidRPr="0013164A" w:rsidRDefault="0013164A" w:rsidP="0013164A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3164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164A" w:rsidRPr="0013164A" w:rsidRDefault="0013164A" w:rsidP="0013164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3164A">
              <w:rPr>
                <w:rFonts w:ascii="Times New Roman" w:hAnsi="Times New Roman" w:cs="Times New Roman"/>
                <w:sz w:val="28"/>
                <w:szCs w:val="28"/>
              </w:rPr>
              <w:t xml:space="preserve">  26.09.2017</w:t>
            </w:r>
          </w:p>
        </w:tc>
        <w:tc>
          <w:tcPr>
            <w:tcW w:w="4111" w:type="dxa"/>
            <w:vAlign w:val="bottom"/>
          </w:tcPr>
          <w:p w:rsidR="0013164A" w:rsidRPr="0013164A" w:rsidRDefault="0013164A" w:rsidP="0013164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3164A" w:rsidRPr="0013164A" w:rsidRDefault="0013164A" w:rsidP="0013164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3164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164A" w:rsidRPr="0013164A" w:rsidRDefault="0013164A" w:rsidP="001316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3164A">
              <w:rPr>
                <w:rFonts w:ascii="Times New Roman" w:hAnsi="Times New Roman" w:cs="Times New Roman"/>
                <w:sz w:val="28"/>
              </w:rPr>
              <w:t>21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197F6A" w:rsidRPr="00197F6A" w:rsidRDefault="00197F6A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F6A" w:rsidRPr="00197F6A" w:rsidRDefault="00197F6A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 xml:space="preserve">Об обращении Орловского областного Совета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 xml:space="preserve">народных депутатов к Правительству </w:t>
      </w:r>
      <w:proofErr w:type="gramStart"/>
      <w:r w:rsidRPr="00197F6A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197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 xml:space="preserve">Федерации по вопросу рассмотрения возможности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 xml:space="preserve">субсидирования затрат, понесенных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 xml:space="preserve">сельскохозяйственными товаропроизводителями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>при проведении ими работ по </w:t>
      </w:r>
      <w:proofErr w:type="gramStart"/>
      <w:r w:rsidRPr="00197F6A">
        <w:rPr>
          <w:rFonts w:ascii="Times New Roman" w:hAnsi="Times New Roman" w:cs="Times New Roman"/>
          <w:sz w:val="28"/>
          <w:szCs w:val="28"/>
        </w:rPr>
        <w:t>химической</w:t>
      </w:r>
      <w:proofErr w:type="gramEnd"/>
      <w:r w:rsidRPr="00197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hAnsi="Times New Roman" w:cs="Times New Roman"/>
          <w:sz w:val="28"/>
          <w:szCs w:val="28"/>
        </w:rPr>
        <w:t>мелиорации земель</w:t>
      </w: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A53" w:rsidRPr="00197F6A" w:rsidRDefault="00004A53" w:rsidP="00197F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A53" w:rsidRPr="00197F6A" w:rsidRDefault="00004A53" w:rsidP="0019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04A53" w:rsidRPr="00197F6A" w:rsidRDefault="00004A53" w:rsidP="0019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A53" w:rsidRPr="00197F6A" w:rsidRDefault="00004A53" w:rsidP="00197F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7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7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04A53" w:rsidRPr="00197F6A" w:rsidRDefault="00004A53" w:rsidP="0019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4A53" w:rsidRPr="00197F6A" w:rsidRDefault="00004A53" w:rsidP="0019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197F6A">
        <w:rPr>
          <w:rFonts w:ascii="Times New Roman" w:hAnsi="Times New Roman" w:cs="Times New Roman"/>
          <w:sz w:val="28"/>
          <w:szCs w:val="28"/>
        </w:rPr>
        <w:t>обращение Орловского областного Совета народных д</w:t>
      </w:r>
      <w:r w:rsidRPr="00197F6A">
        <w:rPr>
          <w:rFonts w:ascii="Times New Roman" w:hAnsi="Times New Roman" w:cs="Times New Roman"/>
          <w:sz w:val="28"/>
          <w:szCs w:val="28"/>
        </w:rPr>
        <w:t>е</w:t>
      </w:r>
      <w:r w:rsidRPr="00197F6A">
        <w:rPr>
          <w:rFonts w:ascii="Times New Roman" w:hAnsi="Times New Roman" w:cs="Times New Roman"/>
          <w:sz w:val="28"/>
          <w:szCs w:val="28"/>
        </w:rPr>
        <w:t>путатов к Правительству Российской Федерации по вопросу рассмотрения возможности субсидирования затрат, понесенных сельскохозяйственными товаропроизводителями при проведении ими работ по химической мелиор</w:t>
      </w:r>
      <w:r w:rsidRPr="00197F6A">
        <w:rPr>
          <w:rFonts w:ascii="Times New Roman" w:hAnsi="Times New Roman" w:cs="Times New Roman"/>
          <w:sz w:val="28"/>
          <w:szCs w:val="28"/>
        </w:rPr>
        <w:t>а</w:t>
      </w:r>
      <w:r w:rsidRPr="00197F6A">
        <w:rPr>
          <w:rFonts w:ascii="Times New Roman" w:hAnsi="Times New Roman" w:cs="Times New Roman"/>
          <w:sz w:val="28"/>
          <w:szCs w:val="28"/>
        </w:rPr>
        <w:t xml:space="preserve">ции земель. </w:t>
      </w:r>
    </w:p>
    <w:p w:rsidR="00004A53" w:rsidRPr="00197F6A" w:rsidRDefault="00004A53" w:rsidP="00197F6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197F6A">
        <w:rPr>
          <w:rFonts w:ascii="Times New Roman" w:hAnsi="Times New Roman" w:cs="Times New Roman"/>
          <w:sz w:val="28"/>
          <w:szCs w:val="28"/>
        </w:rPr>
        <w:t>Орловский областной Совет народных депутатов</w:t>
      </w:r>
      <w:r w:rsidR="00F53229" w:rsidRPr="00197F6A">
        <w:rPr>
          <w:rFonts w:ascii="Times New Roman" w:hAnsi="Times New Roman" w:cs="Times New Roman"/>
          <w:sz w:val="28"/>
          <w:szCs w:val="28"/>
        </w:rPr>
        <w:t>.</w:t>
      </w:r>
      <w:r w:rsidRPr="00197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A53" w:rsidRPr="00197F6A" w:rsidRDefault="00004A53" w:rsidP="0019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04A53" w:rsidRDefault="00004A53" w:rsidP="00197F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F6A" w:rsidRPr="00197F6A" w:rsidRDefault="00197F6A" w:rsidP="00197F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A53" w:rsidRPr="00197F6A" w:rsidRDefault="00004A53" w:rsidP="00197F6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4A53" w:rsidRPr="00197F6A" w:rsidRDefault="00004A53" w:rsidP="00197F6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7F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197F6A" w:rsidRDefault="00004A53" w:rsidP="00197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7F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197F6A" w:rsidSect="00197F6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53"/>
    <w:rsid w:val="00004A53"/>
    <w:rsid w:val="0013164A"/>
    <w:rsid w:val="00197F6A"/>
    <w:rsid w:val="0025040D"/>
    <w:rsid w:val="004715D4"/>
    <w:rsid w:val="006873A7"/>
    <w:rsid w:val="008E202D"/>
    <w:rsid w:val="00B87190"/>
    <w:rsid w:val="00F5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2017-09-07T10:28:00Z</cp:lastPrinted>
  <dcterms:created xsi:type="dcterms:W3CDTF">2017-09-07T10:27:00Z</dcterms:created>
  <dcterms:modified xsi:type="dcterms:W3CDTF">2017-09-28T11:13:00Z</dcterms:modified>
</cp:coreProperties>
</file>