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FC1" w:rsidRDefault="00925FC1" w:rsidP="006C3C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5FC1" w:rsidRDefault="00925FC1" w:rsidP="006C3C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5FC1" w:rsidRDefault="00925FC1" w:rsidP="00997F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5FC1" w:rsidRDefault="00925FC1" w:rsidP="00997F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5FC1" w:rsidRDefault="00925FC1" w:rsidP="00997F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5FC1" w:rsidRDefault="00925FC1" w:rsidP="00997F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5FC1" w:rsidRDefault="00925FC1" w:rsidP="00997F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5FC1" w:rsidRDefault="00925FC1" w:rsidP="00997F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5FC1" w:rsidRDefault="00925FC1" w:rsidP="00997F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5FC1" w:rsidRDefault="00925FC1" w:rsidP="00997F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5FC1" w:rsidRPr="00997FFC" w:rsidRDefault="00925FC1" w:rsidP="00997F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7FFC">
        <w:rPr>
          <w:rFonts w:ascii="Times New Roman" w:hAnsi="Times New Roman"/>
          <w:b/>
          <w:sz w:val="28"/>
          <w:szCs w:val="28"/>
        </w:rPr>
        <w:t>Об официальных символах Ярославской области</w:t>
      </w:r>
    </w:p>
    <w:p w:rsidR="00925FC1" w:rsidRDefault="00925FC1" w:rsidP="006C3CA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25FC1" w:rsidRPr="00997FFC" w:rsidRDefault="00925FC1" w:rsidP="006C3CA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25FC1" w:rsidRPr="009E2789" w:rsidRDefault="00925FC1" w:rsidP="006C3CA8">
      <w:pPr>
        <w:pStyle w:val="a1"/>
      </w:pPr>
      <w:r w:rsidRPr="008F616B">
        <w:t xml:space="preserve">Принят </w:t>
      </w:r>
      <w:r>
        <w:t xml:space="preserve">Ярославской областной Думой </w:t>
      </w:r>
    </w:p>
    <w:p w:rsidR="00925FC1" w:rsidRPr="008F616B" w:rsidRDefault="00925FC1" w:rsidP="006C3CA8">
      <w:pPr>
        <w:pStyle w:val="a1"/>
      </w:pPr>
      <w:r>
        <w:t>28 июня</w:t>
      </w:r>
      <w:r w:rsidRPr="008F616B">
        <w:t xml:space="preserve"> 20</w:t>
      </w:r>
      <w:r>
        <w:t>11</w:t>
      </w:r>
      <w:r w:rsidRPr="008F616B">
        <w:t xml:space="preserve"> года</w:t>
      </w:r>
    </w:p>
    <w:p w:rsidR="00925FC1" w:rsidRDefault="00925FC1" w:rsidP="006C3C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5FC1" w:rsidRPr="00820895" w:rsidRDefault="00925F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b/>
          <w:sz w:val="28"/>
          <w:szCs w:val="28"/>
        </w:rPr>
      </w:pPr>
      <w:r w:rsidRPr="00B77281">
        <w:rPr>
          <w:rFonts w:ascii="Times New Roman" w:hAnsi="Times New Roman"/>
          <w:sz w:val="28"/>
          <w:szCs w:val="28"/>
        </w:rPr>
        <w:t>Глава 1.</w:t>
      </w:r>
      <w:r w:rsidRPr="000C4A8E"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:rsidR="00925FC1" w:rsidRPr="000C4A8E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b/>
          <w:sz w:val="28"/>
          <w:szCs w:val="28"/>
        </w:rPr>
      </w:pP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4666A">
        <w:rPr>
          <w:rFonts w:ascii="Times New Roman" w:hAnsi="Times New Roman"/>
          <w:sz w:val="28"/>
          <w:szCs w:val="28"/>
        </w:rPr>
        <w:t>Статья 1.</w:t>
      </w:r>
      <w:r>
        <w:rPr>
          <w:rFonts w:ascii="Times New Roman" w:hAnsi="Times New Roman"/>
          <w:b/>
          <w:sz w:val="28"/>
          <w:szCs w:val="28"/>
        </w:rPr>
        <w:t xml:space="preserve"> Предмет настоящего Закона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895">
        <w:rPr>
          <w:rFonts w:ascii="Times New Roman" w:hAnsi="Times New Roman"/>
          <w:sz w:val="28"/>
          <w:szCs w:val="28"/>
        </w:rPr>
        <w:t>Настоящий Закон в соответствии с Уставом Ярославской области уст</w:t>
      </w:r>
      <w:r w:rsidRPr="00820895">
        <w:rPr>
          <w:rFonts w:ascii="Times New Roman" w:hAnsi="Times New Roman"/>
          <w:sz w:val="28"/>
          <w:szCs w:val="28"/>
        </w:rPr>
        <w:t>а</w:t>
      </w:r>
      <w:r w:rsidRPr="00820895">
        <w:rPr>
          <w:rFonts w:ascii="Times New Roman" w:hAnsi="Times New Roman"/>
          <w:sz w:val="28"/>
          <w:szCs w:val="28"/>
        </w:rPr>
        <w:t xml:space="preserve">навливает </w:t>
      </w:r>
      <w:r>
        <w:rPr>
          <w:rFonts w:ascii="Times New Roman" w:hAnsi="Times New Roman"/>
          <w:sz w:val="28"/>
          <w:szCs w:val="28"/>
        </w:rPr>
        <w:t>официальные символы Ярославской области (далее – официал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ные символы) и порядок их </w:t>
      </w:r>
      <w:r w:rsidRPr="00820895">
        <w:rPr>
          <w:rFonts w:ascii="Times New Roman" w:hAnsi="Times New Roman"/>
          <w:sz w:val="28"/>
          <w:szCs w:val="28"/>
        </w:rPr>
        <w:t>использования.</w:t>
      </w:r>
    </w:p>
    <w:p w:rsidR="00925FC1" w:rsidRPr="00820895" w:rsidRDefault="00925FC1" w:rsidP="0023753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34666A">
        <w:rPr>
          <w:rFonts w:ascii="Times New Roman" w:hAnsi="Times New Roman"/>
          <w:sz w:val="28"/>
          <w:szCs w:val="28"/>
        </w:rPr>
        <w:t xml:space="preserve">Статья </w:t>
      </w:r>
      <w:r>
        <w:rPr>
          <w:rFonts w:ascii="Times New Roman" w:hAnsi="Times New Roman"/>
          <w:sz w:val="28"/>
          <w:szCs w:val="28"/>
        </w:rPr>
        <w:t>2</w:t>
      </w:r>
      <w:r w:rsidRPr="0034666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Порядок установления и виды официальных символов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Официальные символы устанавливаются настоящим Законом на 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новании исторических, культурных и иных традиций и особенностей Яр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славской области.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</w:t>
      </w:r>
      <w:r w:rsidRPr="00820895">
        <w:rPr>
          <w:rFonts w:ascii="Times New Roman" w:hAnsi="Times New Roman"/>
          <w:sz w:val="28"/>
          <w:szCs w:val="28"/>
        </w:rPr>
        <w:t xml:space="preserve">фициальными символами </w:t>
      </w:r>
      <w:r>
        <w:rPr>
          <w:rFonts w:ascii="Times New Roman" w:hAnsi="Times New Roman"/>
          <w:sz w:val="28"/>
          <w:szCs w:val="28"/>
        </w:rPr>
        <w:t>являются г</w:t>
      </w:r>
      <w:r w:rsidRPr="00820895">
        <w:rPr>
          <w:rFonts w:ascii="Times New Roman" w:hAnsi="Times New Roman"/>
          <w:sz w:val="28"/>
          <w:szCs w:val="28"/>
        </w:rPr>
        <w:t>ерб</w:t>
      </w:r>
      <w:r>
        <w:rPr>
          <w:rFonts w:ascii="Times New Roman" w:hAnsi="Times New Roman"/>
          <w:sz w:val="28"/>
          <w:szCs w:val="28"/>
        </w:rPr>
        <w:t xml:space="preserve"> Ярославской области и </w:t>
      </w:r>
      <w:r w:rsidRPr="00820895">
        <w:rPr>
          <w:rFonts w:ascii="Times New Roman" w:hAnsi="Times New Roman"/>
          <w:sz w:val="28"/>
          <w:szCs w:val="28"/>
        </w:rPr>
        <w:t>флаг</w:t>
      </w:r>
      <w:r>
        <w:rPr>
          <w:rFonts w:ascii="Times New Roman" w:hAnsi="Times New Roman"/>
          <w:sz w:val="28"/>
          <w:szCs w:val="28"/>
        </w:rPr>
        <w:t xml:space="preserve"> Ярославской области.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925FC1" w:rsidRPr="001D25B7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374962">
        <w:rPr>
          <w:rFonts w:ascii="Times New Roman" w:hAnsi="Times New Roman"/>
          <w:sz w:val="28"/>
          <w:szCs w:val="28"/>
        </w:rPr>
        <w:t xml:space="preserve">Статья </w:t>
      </w:r>
      <w:r>
        <w:rPr>
          <w:rFonts w:ascii="Times New Roman" w:hAnsi="Times New Roman"/>
          <w:sz w:val="28"/>
          <w:szCs w:val="28"/>
        </w:rPr>
        <w:t>3</w:t>
      </w:r>
      <w:r w:rsidRPr="0037496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Геральдическое описание и способы воспроизведения ге</w:t>
      </w:r>
      <w:r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ба Ярославской области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Устанавливается следующее геральдическое описание г</w:t>
      </w:r>
      <w:r w:rsidRPr="00820895">
        <w:rPr>
          <w:rFonts w:ascii="Times New Roman" w:hAnsi="Times New Roman"/>
          <w:sz w:val="28"/>
          <w:szCs w:val="28"/>
        </w:rPr>
        <w:t>ерб</w:t>
      </w:r>
      <w:r>
        <w:rPr>
          <w:rFonts w:ascii="Times New Roman" w:hAnsi="Times New Roman"/>
          <w:sz w:val="28"/>
          <w:szCs w:val="28"/>
        </w:rPr>
        <w:t>а Яр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славской области:</w:t>
      </w:r>
    </w:p>
    <w:p w:rsidR="00925FC1" w:rsidRPr="006400C9" w:rsidRDefault="00925FC1" w:rsidP="002375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0C9">
        <w:rPr>
          <w:rFonts w:ascii="Times New Roman" w:hAnsi="Times New Roman"/>
          <w:sz w:val="28"/>
          <w:szCs w:val="28"/>
        </w:rPr>
        <w:t>«В золотом поле черный восстающий медведь, держащий левой лапой на левом плече серебряную секиру с червленым древком.</w:t>
      </w:r>
    </w:p>
    <w:p w:rsidR="00925FC1" w:rsidRPr="006400C9" w:rsidRDefault="00925FC1" w:rsidP="002375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0C9">
        <w:rPr>
          <w:rFonts w:ascii="Times New Roman" w:hAnsi="Times New Roman"/>
          <w:sz w:val="28"/>
          <w:szCs w:val="28"/>
        </w:rPr>
        <w:t>Над щитом – княжеская шапка образца 1730 года: пурпурная, с горн</w:t>
      </w:r>
      <w:r w:rsidRPr="006400C9">
        <w:rPr>
          <w:rFonts w:ascii="Times New Roman" w:hAnsi="Times New Roman"/>
          <w:sz w:val="28"/>
          <w:szCs w:val="28"/>
        </w:rPr>
        <w:t>о</w:t>
      </w:r>
      <w:r w:rsidRPr="006400C9">
        <w:rPr>
          <w:rFonts w:ascii="Times New Roman" w:hAnsi="Times New Roman"/>
          <w:sz w:val="28"/>
          <w:szCs w:val="28"/>
        </w:rPr>
        <w:t>стаевой (в два ряда хвостов) опушкой и тремя видимыми дужками, из кот</w:t>
      </w:r>
      <w:r w:rsidRPr="006400C9">
        <w:rPr>
          <w:rFonts w:ascii="Times New Roman" w:hAnsi="Times New Roman"/>
          <w:sz w:val="28"/>
          <w:szCs w:val="28"/>
        </w:rPr>
        <w:t>о</w:t>
      </w:r>
      <w:r w:rsidRPr="006400C9">
        <w:rPr>
          <w:rFonts w:ascii="Times New Roman" w:hAnsi="Times New Roman"/>
          <w:sz w:val="28"/>
          <w:szCs w:val="28"/>
        </w:rPr>
        <w:t>рых средняя украшена самоцветами, а боковые – жемчугом; дужки замкнуты золотой державой, также украшенной самоцветами.</w:t>
      </w:r>
    </w:p>
    <w:p w:rsidR="00925FC1" w:rsidRPr="006400C9" w:rsidRDefault="00925FC1" w:rsidP="002375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0C9">
        <w:rPr>
          <w:rFonts w:ascii="Times New Roman" w:hAnsi="Times New Roman"/>
          <w:sz w:val="28"/>
          <w:szCs w:val="28"/>
        </w:rPr>
        <w:t>Щитодержатели: справа – серебряный олень с золотыми рогами, гр</w:t>
      </w:r>
      <w:r w:rsidRPr="006400C9">
        <w:rPr>
          <w:rFonts w:ascii="Times New Roman" w:hAnsi="Times New Roman"/>
          <w:sz w:val="28"/>
          <w:szCs w:val="28"/>
        </w:rPr>
        <w:t>и</w:t>
      </w:r>
      <w:r w:rsidRPr="006400C9">
        <w:rPr>
          <w:rFonts w:ascii="Times New Roman" w:hAnsi="Times New Roman"/>
          <w:sz w:val="28"/>
          <w:szCs w:val="28"/>
        </w:rPr>
        <w:t>вой, копытами и с золотым ошейником, украшенным самоцветами и име</w:t>
      </w:r>
      <w:r w:rsidRPr="006400C9">
        <w:rPr>
          <w:rFonts w:ascii="Times New Roman" w:hAnsi="Times New Roman"/>
          <w:sz w:val="28"/>
          <w:szCs w:val="28"/>
        </w:rPr>
        <w:t>ю</w:t>
      </w:r>
      <w:r w:rsidRPr="006400C9">
        <w:rPr>
          <w:rFonts w:ascii="Times New Roman" w:hAnsi="Times New Roman"/>
          <w:sz w:val="28"/>
          <w:szCs w:val="28"/>
        </w:rPr>
        <w:t>щим кольцо впереди, слева – черный медведь настороже, имеющий червл</w:t>
      </w:r>
      <w:r w:rsidRPr="006400C9">
        <w:rPr>
          <w:rFonts w:ascii="Times New Roman" w:hAnsi="Times New Roman"/>
          <w:sz w:val="28"/>
          <w:szCs w:val="28"/>
        </w:rPr>
        <w:t>е</w:t>
      </w:r>
      <w:r w:rsidRPr="006400C9">
        <w:rPr>
          <w:rFonts w:ascii="Times New Roman" w:hAnsi="Times New Roman"/>
          <w:sz w:val="28"/>
          <w:szCs w:val="28"/>
        </w:rPr>
        <w:t>ный язык и увенчанный российской императорской короной, какой она из</w:t>
      </w:r>
      <w:r w:rsidRPr="006400C9">
        <w:rPr>
          <w:rFonts w:ascii="Times New Roman" w:hAnsi="Times New Roman"/>
          <w:sz w:val="28"/>
          <w:szCs w:val="28"/>
        </w:rPr>
        <w:t>о</w:t>
      </w:r>
      <w:r w:rsidRPr="006400C9">
        <w:rPr>
          <w:rFonts w:ascii="Times New Roman" w:hAnsi="Times New Roman"/>
          <w:sz w:val="28"/>
          <w:szCs w:val="28"/>
        </w:rPr>
        <w:t>бражалась в губернских гербах, но без лент; оба щитодержателя – на зеленом узорном подножии.»</w:t>
      </w:r>
      <w:r>
        <w:rPr>
          <w:rFonts w:ascii="Times New Roman" w:hAnsi="Times New Roman"/>
          <w:sz w:val="28"/>
          <w:szCs w:val="28"/>
        </w:rPr>
        <w:t>.</w:t>
      </w:r>
    </w:p>
    <w:p w:rsidR="00925FC1" w:rsidRPr="000E0EA3" w:rsidRDefault="00925FC1" w:rsidP="002375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0396">
        <w:rPr>
          <w:rFonts w:ascii="Times New Roman" w:hAnsi="Times New Roman"/>
          <w:sz w:val="28"/>
          <w:szCs w:val="28"/>
        </w:rPr>
        <w:t>Геральдически правая сторона находится слева при виде от зрителя, г</w:t>
      </w:r>
      <w:r w:rsidRPr="006A0396">
        <w:rPr>
          <w:rFonts w:ascii="Times New Roman" w:hAnsi="Times New Roman"/>
          <w:sz w:val="28"/>
          <w:szCs w:val="28"/>
        </w:rPr>
        <w:t>е</w:t>
      </w:r>
      <w:r w:rsidRPr="006A0396">
        <w:rPr>
          <w:rFonts w:ascii="Times New Roman" w:hAnsi="Times New Roman"/>
          <w:sz w:val="28"/>
          <w:szCs w:val="28"/>
        </w:rPr>
        <w:t>ральдически левая – справа.</w:t>
      </w:r>
    </w:p>
    <w:p w:rsidR="00925FC1" w:rsidRPr="006A0396" w:rsidRDefault="00925FC1" w:rsidP="002375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0396">
        <w:rPr>
          <w:rFonts w:ascii="Times New Roman" w:hAnsi="Times New Roman"/>
          <w:sz w:val="28"/>
          <w:szCs w:val="28"/>
        </w:rPr>
        <w:t xml:space="preserve">2. Герб Ярославской области может воспроизводиться как в полной версии (со всеми атрибутами, перечисленными в </w:t>
      </w:r>
      <w:r>
        <w:rPr>
          <w:rFonts w:ascii="Times New Roman" w:hAnsi="Times New Roman"/>
          <w:sz w:val="28"/>
          <w:szCs w:val="28"/>
        </w:rPr>
        <w:t>части</w:t>
      </w:r>
      <w:r w:rsidRPr="006A0396">
        <w:rPr>
          <w:rFonts w:ascii="Times New Roman" w:hAnsi="Times New Roman"/>
          <w:sz w:val="28"/>
          <w:szCs w:val="28"/>
        </w:rPr>
        <w:t xml:space="preserve"> 1 настоящей статьи; далее – полный герб), так и в сокращенных (безо всех атрибутов или без л</w:t>
      </w:r>
      <w:r w:rsidRPr="006A0396">
        <w:rPr>
          <w:rFonts w:ascii="Times New Roman" w:hAnsi="Times New Roman"/>
          <w:sz w:val="28"/>
          <w:szCs w:val="28"/>
        </w:rPr>
        <w:t>ю</w:t>
      </w:r>
      <w:r w:rsidRPr="006A0396">
        <w:rPr>
          <w:rFonts w:ascii="Times New Roman" w:hAnsi="Times New Roman"/>
          <w:sz w:val="28"/>
          <w:szCs w:val="28"/>
        </w:rPr>
        <w:t>бого из них, при этом подножие без щитодержателей не воспроизводится; далее – сокращенные версии герба)</w:t>
      </w:r>
      <w:r>
        <w:rPr>
          <w:rFonts w:ascii="Times New Roman" w:hAnsi="Times New Roman"/>
          <w:sz w:val="28"/>
          <w:szCs w:val="28"/>
        </w:rPr>
        <w:t>. В</w:t>
      </w:r>
      <w:r w:rsidRPr="006A0396">
        <w:rPr>
          <w:rFonts w:ascii="Times New Roman" w:hAnsi="Times New Roman"/>
          <w:sz w:val="28"/>
          <w:szCs w:val="28"/>
        </w:rPr>
        <w:t>се версии герба равноправны и имеют одинаковый статус.</w:t>
      </w:r>
    </w:p>
    <w:p w:rsidR="00925FC1" w:rsidRPr="006A0396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A0396">
        <w:rPr>
          <w:rFonts w:ascii="Times New Roman" w:hAnsi="Times New Roman"/>
          <w:sz w:val="28"/>
          <w:szCs w:val="28"/>
        </w:rPr>
        <w:t>3. Воспроизведение герба Ярославской области допускается в щитах разных форм и в различных стилизациях, в виде многоцветных и одноцве</w:t>
      </w:r>
      <w:r w:rsidRPr="006A0396">
        <w:rPr>
          <w:rFonts w:ascii="Times New Roman" w:hAnsi="Times New Roman"/>
          <w:sz w:val="28"/>
          <w:szCs w:val="28"/>
        </w:rPr>
        <w:t>т</w:t>
      </w:r>
      <w:r w:rsidRPr="006A0396">
        <w:rPr>
          <w:rFonts w:ascii="Times New Roman" w:hAnsi="Times New Roman"/>
          <w:sz w:val="28"/>
          <w:szCs w:val="28"/>
        </w:rPr>
        <w:t xml:space="preserve">ных (с передачей цвета при помощи условной геральдической штриховки </w:t>
      </w:r>
      <w:r>
        <w:rPr>
          <w:rFonts w:ascii="Times New Roman" w:hAnsi="Times New Roman"/>
          <w:sz w:val="28"/>
          <w:szCs w:val="28"/>
        </w:rPr>
        <w:t>–</w:t>
      </w:r>
      <w:r w:rsidRPr="006A0396">
        <w:rPr>
          <w:rFonts w:ascii="Times New Roman" w:hAnsi="Times New Roman"/>
          <w:sz w:val="28"/>
          <w:szCs w:val="28"/>
        </w:rPr>
        <w:t xml:space="preserve"> шафировки), объемных и графических изображений, в различной технике исполнения и из различных материалов.</w:t>
      </w:r>
    </w:p>
    <w:p w:rsidR="00925FC1" w:rsidRPr="006A0396" w:rsidRDefault="00925FC1" w:rsidP="002375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0396">
        <w:rPr>
          <w:rFonts w:ascii="Times New Roman" w:hAnsi="Times New Roman"/>
          <w:sz w:val="28"/>
          <w:szCs w:val="28"/>
        </w:rPr>
        <w:t>Воспроизводимые изображения герба Ярославской области должны соответствовать изложенному в части 1 настоящей статьи геральдическому описанию, которое является единственным эталоном герба. Изобразительный эталон герба Ярославской области не устанавливается.</w:t>
      </w:r>
    </w:p>
    <w:p w:rsidR="00925FC1" w:rsidRPr="006A0396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0396">
        <w:rPr>
          <w:rFonts w:ascii="Times New Roman" w:hAnsi="Times New Roman"/>
          <w:sz w:val="28"/>
          <w:szCs w:val="28"/>
        </w:rPr>
        <w:t>4. Пояснительные рисунки герба Ярославской области в многоцветном и одноцветном вариантах, представл</w:t>
      </w:r>
      <w:r>
        <w:rPr>
          <w:rFonts w:ascii="Times New Roman" w:hAnsi="Times New Roman"/>
          <w:sz w:val="28"/>
          <w:szCs w:val="28"/>
        </w:rPr>
        <w:t>яющие полную версию герба и</w:t>
      </w:r>
      <w:r w:rsidRPr="006A0396">
        <w:rPr>
          <w:rFonts w:ascii="Times New Roman" w:hAnsi="Times New Roman"/>
          <w:sz w:val="28"/>
          <w:szCs w:val="28"/>
        </w:rPr>
        <w:t xml:space="preserve"> способы его сокращения</w:t>
      </w:r>
      <w:r>
        <w:rPr>
          <w:rFonts w:ascii="Times New Roman" w:hAnsi="Times New Roman"/>
          <w:sz w:val="28"/>
          <w:szCs w:val="28"/>
        </w:rPr>
        <w:t>,</w:t>
      </w:r>
      <w:r w:rsidRPr="006A0396">
        <w:rPr>
          <w:rFonts w:ascii="Times New Roman" w:hAnsi="Times New Roman"/>
          <w:sz w:val="28"/>
          <w:szCs w:val="28"/>
        </w:rPr>
        <w:t xml:space="preserve"> помещены в </w:t>
      </w:r>
      <w:r>
        <w:rPr>
          <w:rFonts w:ascii="Times New Roman" w:hAnsi="Times New Roman"/>
          <w:sz w:val="28"/>
          <w:szCs w:val="28"/>
        </w:rPr>
        <w:t>п</w:t>
      </w:r>
      <w:r w:rsidRPr="006A0396">
        <w:rPr>
          <w:rFonts w:ascii="Times New Roman" w:hAnsi="Times New Roman"/>
          <w:sz w:val="28"/>
          <w:szCs w:val="28"/>
        </w:rPr>
        <w:t>риложениях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96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3</w:t>
      </w:r>
      <w:r w:rsidRPr="006A0396">
        <w:rPr>
          <w:rFonts w:ascii="Times New Roman" w:hAnsi="Times New Roman"/>
          <w:sz w:val="28"/>
          <w:szCs w:val="28"/>
        </w:rPr>
        <w:t xml:space="preserve"> к настоящему Закону.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6D4F">
        <w:rPr>
          <w:rFonts w:ascii="Times New Roman" w:hAnsi="Times New Roman"/>
          <w:sz w:val="28"/>
          <w:szCs w:val="28"/>
        </w:rPr>
        <w:t xml:space="preserve">Статья </w:t>
      </w:r>
      <w:r>
        <w:rPr>
          <w:rFonts w:ascii="Times New Roman" w:hAnsi="Times New Roman"/>
          <w:sz w:val="28"/>
          <w:szCs w:val="28"/>
        </w:rPr>
        <w:t>4</w:t>
      </w:r>
      <w:r w:rsidRPr="005C6D4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Описание и воспроизведение флага Ярославской области</w:t>
      </w:r>
    </w:p>
    <w:p w:rsidR="00925FC1" w:rsidRPr="00CA62DD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A62DD">
        <w:rPr>
          <w:rFonts w:ascii="Times New Roman" w:hAnsi="Times New Roman"/>
          <w:sz w:val="28"/>
          <w:szCs w:val="28"/>
        </w:rPr>
        <w:t>1. Флаг Ярославской области представляет собой прямоугольное п</w:t>
      </w:r>
      <w:r w:rsidRPr="00CA62DD">
        <w:rPr>
          <w:rFonts w:ascii="Times New Roman" w:hAnsi="Times New Roman"/>
          <w:sz w:val="28"/>
          <w:szCs w:val="28"/>
        </w:rPr>
        <w:t>о</w:t>
      </w:r>
      <w:r w:rsidRPr="00CA62DD">
        <w:rPr>
          <w:rFonts w:ascii="Times New Roman" w:hAnsi="Times New Roman"/>
          <w:sz w:val="28"/>
          <w:szCs w:val="28"/>
        </w:rPr>
        <w:t>лотнище желтого цвета с соотношением ширины к длине 2:3, в центре кот</w:t>
      </w:r>
      <w:r w:rsidRPr="00CA62DD">
        <w:rPr>
          <w:rFonts w:ascii="Times New Roman" w:hAnsi="Times New Roman"/>
          <w:sz w:val="28"/>
          <w:szCs w:val="28"/>
        </w:rPr>
        <w:t>о</w:t>
      </w:r>
      <w:r w:rsidRPr="00CA62DD">
        <w:rPr>
          <w:rFonts w:ascii="Times New Roman" w:hAnsi="Times New Roman"/>
          <w:sz w:val="28"/>
          <w:szCs w:val="28"/>
        </w:rPr>
        <w:t>рого – изображение идущего на задних лапах к древку медведя черного цв</w:t>
      </w:r>
      <w:r w:rsidRPr="00CA62DD">
        <w:rPr>
          <w:rFonts w:ascii="Times New Roman" w:hAnsi="Times New Roman"/>
          <w:sz w:val="28"/>
          <w:szCs w:val="28"/>
        </w:rPr>
        <w:t>е</w:t>
      </w:r>
      <w:r w:rsidRPr="00CA62DD">
        <w:rPr>
          <w:rFonts w:ascii="Times New Roman" w:hAnsi="Times New Roman"/>
          <w:sz w:val="28"/>
          <w:szCs w:val="28"/>
        </w:rPr>
        <w:t>та, держащего левой лапой на левом плече секиру белого цвета с древком красного цвета.</w:t>
      </w:r>
    </w:p>
    <w:p w:rsidR="00925FC1" w:rsidRPr="00CA62DD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A62DD">
        <w:rPr>
          <w:rFonts w:ascii="Times New Roman" w:hAnsi="Times New Roman"/>
          <w:sz w:val="28"/>
          <w:szCs w:val="28"/>
        </w:rPr>
        <w:t>Оборотная сторона флага является зеркальным отображением его л</w:t>
      </w:r>
      <w:r w:rsidRPr="00CA62DD">
        <w:rPr>
          <w:rFonts w:ascii="Times New Roman" w:hAnsi="Times New Roman"/>
          <w:sz w:val="28"/>
          <w:szCs w:val="28"/>
        </w:rPr>
        <w:t>и</w:t>
      </w:r>
      <w:r w:rsidRPr="00CA62DD">
        <w:rPr>
          <w:rFonts w:ascii="Times New Roman" w:hAnsi="Times New Roman"/>
          <w:sz w:val="28"/>
          <w:szCs w:val="28"/>
        </w:rPr>
        <w:t>цевой стороны.</w:t>
      </w:r>
    </w:p>
    <w:p w:rsidR="00925FC1" w:rsidRPr="00CA62DD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62DD">
        <w:rPr>
          <w:rFonts w:ascii="Times New Roman" w:hAnsi="Times New Roman"/>
          <w:sz w:val="28"/>
          <w:szCs w:val="28"/>
        </w:rPr>
        <w:t xml:space="preserve">2. Рисунок флага Ярославской области помещен в приложении </w:t>
      </w:r>
      <w:r>
        <w:rPr>
          <w:rFonts w:ascii="Times New Roman" w:hAnsi="Times New Roman"/>
          <w:sz w:val="28"/>
          <w:szCs w:val="28"/>
        </w:rPr>
        <w:t>4</w:t>
      </w:r>
      <w:r w:rsidRPr="00CA62DD">
        <w:rPr>
          <w:rFonts w:ascii="Times New Roman" w:hAnsi="Times New Roman"/>
          <w:sz w:val="28"/>
          <w:szCs w:val="28"/>
        </w:rPr>
        <w:t xml:space="preserve"> к н</w:t>
      </w:r>
      <w:r w:rsidRPr="00CA62DD">
        <w:rPr>
          <w:rFonts w:ascii="Times New Roman" w:hAnsi="Times New Roman"/>
          <w:sz w:val="28"/>
          <w:szCs w:val="28"/>
        </w:rPr>
        <w:t>а</w:t>
      </w:r>
      <w:r w:rsidRPr="00CA62DD">
        <w:rPr>
          <w:rFonts w:ascii="Times New Roman" w:hAnsi="Times New Roman"/>
          <w:sz w:val="28"/>
          <w:szCs w:val="28"/>
        </w:rPr>
        <w:t>стоящему Закону.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62DD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При изготовлении ф</w:t>
      </w:r>
      <w:r w:rsidRPr="00820895">
        <w:rPr>
          <w:rFonts w:ascii="Times New Roman" w:hAnsi="Times New Roman"/>
          <w:sz w:val="28"/>
          <w:szCs w:val="28"/>
        </w:rPr>
        <w:t>лаг</w:t>
      </w:r>
      <w:r>
        <w:rPr>
          <w:rFonts w:ascii="Times New Roman" w:hAnsi="Times New Roman"/>
          <w:sz w:val="28"/>
          <w:szCs w:val="28"/>
        </w:rPr>
        <w:t>а</w:t>
      </w:r>
      <w:r w:rsidRPr="00820895">
        <w:rPr>
          <w:rFonts w:ascii="Times New Roman" w:hAnsi="Times New Roman"/>
          <w:sz w:val="28"/>
          <w:szCs w:val="28"/>
        </w:rPr>
        <w:t xml:space="preserve"> Ярославской области </w:t>
      </w:r>
      <w:r>
        <w:rPr>
          <w:rFonts w:ascii="Times New Roman" w:hAnsi="Times New Roman"/>
          <w:sz w:val="28"/>
          <w:szCs w:val="28"/>
        </w:rPr>
        <w:t>должно обеспечиват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ся его </w:t>
      </w:r>
      <w:r w:rsidRPr="00820895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 изложенному в части 1 настоящей статьи</w:t>
      </w:r>
      <w:r w:rsidRPr="00F734F6">
        <w:rPr>
          <w:rFonts w:ascii="Times New Roman" w:hAnsi="Times New Roman"/>
          <w:sz w:val="28"/>
          <w:szCs w:val="28"/>
        </w:rPr>
        <w:t xml:space="preserve"> описанию</w:t>
      </w:r>
      <w:r>
        <w:rPr>
          <w:rFonts w:ascii="Times New Roman" w:hAnsi="Times New Roman"/>
          <w:sz w:val="28"/>
          <w:szCs w:val="28"/>
        </w:rPr>
        <w:t>.</w:t>
      </w:r>
    </w:p>
    <w:p w:rsidR="00925FC1" w:rsidRPr="00CA62DD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5FC1" w:rsidRPr="00932FFD" w:rsidRDefault="00925FC1" w:rsidP="0023753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42052">
        <w:rPr>
          <w:rFonts w:ascii="Times New Roman" w:hAnsi="Times New Roman"/>
          <w:sz w:val="28"/>
          <w:szCs w:val="28"/>
        </w:rPr>
        <w:t>Глава 2.</w:t>
      </w:r>
      <w:r w:rsidRPr="00932FFD">
        <w:rPr>
          <w:rFonts w:ascii="Times New Roman" w:hAnsi="Times New Roman"/>
          <w:b/>
          <w:sz w:val="28"/>
          <w:szCs w:val="28"/>
        </w:rPr>
        <w:t xml:space="preserve"> Порядок использования </w:t>
      </w:r>
      <w:r>
        <w:rPr>
          <w:rFonts w:ascii="Times New Roman" w:hAnsi="Times New Roman"/>
          <w:b/>
          <w:sz w:val="28"/>
          <w:szCs w:val="28"/>
        </w:rPr>
        <w:t>герба Ярославской области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25FC1" w:rsidRPr="00932FFD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6D2D04">
        <w:rPr>
          <w:rFonts w:ascii="Times New Roman" w:hAnsi="Times New Roman"/>
          <w:sz w:val="28"/>
          <w:szCs w:val="28"/>
        </w:rPr>
        <w:t xml:space="preserve">Статья </w:t>
      </w:r>
      <w:r>
        <w:rPr>
          <w:rFonts w:ascii="Times New Roman" w:hAnsi="Times New Roman"/>
          <w:sz w:val="28"/>
          <w:szCs w:val="28"/>
        </w:rPr>
        <w:t>5</w:t>
      </w:r>
      <w:r w:rsidRPr="006D2D0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Использование герба Ярославской области на бланках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5636FE">
        <w:rPr>
          <w:rFonts w:ascii="Times New Roman" w:hAnsi="Times New Roman"/>
          <w:sz w:val="28"/>
          <w:szCs w:val="28"/>
        </w:rPr>
        <w:t>1</w:t>
      </w:r>
      <w:r w:rsidRPr="003D4F9F">
        <w:rPr>
          <w:rFonts w:ascii="Times New Roman" w:hAnsi="Times New Roman"/>
          <w:sz w:val="28"/>
          <w:szCs w:val="28"/>
        </w:rPr>
        <w:t>.</w:t>
      </w:r>
      <w:r w:rsidRPr="008208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Pr="00820895">
        <w:rPr>
          <w:rFonts w:ascii="Times New Roman" w:hAnsi="Times New Roman"/>
          <w:sz w:val="28"/>
          <w:szCs w:val="28"/>
        </w:rPr>
        <w:t xml:space="preserve">ерб </w:t>
      </w:r>
      <w:r>
        <w:rPr>
          <w:rFonts w:ascii="Times New Roman" w:hAnsi="Times New Roman"/>
          <w:sz w:val="28"/>
          <w:szCs w:val="28"/>
        </w:rPr>
        <w:t xml:space="preserve">Ярославской области </w:t>
      </w:r>
      <w:r w:rsidRPr="00820895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полной версии в </w:t>
      </w:r>
      <w:r w:rsidRPr="00820895">
        <w:rPr>
          <w:rFonts w:ascii="Times New Roman" w:hAnsi="Times New Roman"/>
          <w:sz w:val="28"/>
          <w:szCs w:val="28"/>
        </w:rPr>
        <w:t>многоцветном варианте используется на бланках</w:t>
      </w:r>
      <w:r>
        <w:rPr>
          <w:rFonts w:ascii="Times New Roman" w:hAnsi="Times New Roman"/>
          <w:sz w:val="28"/>
          <w:szCs w:val="28"/>
        </w:rPr>
        <w:t xml:space="preserve"> правовых актов Ярославской области.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6D2D04">
        <w:rPr>
          <w:rFonts w:ascii="Times New Roman" w:hAnsi="Times New Roman"/>
          <w:sz w:val="28"/>
          <w:szCs w:val="28"/>
        </w:rPr>
        <w:t xml:space="preserve"> </w:t>
      </w:r>
      <w:r w:rsidRPr="00737A6F">
        <w:rPr>
          <w:rFonts w:ascii="Times New Roman" w:hAnsi="Times New Roman"/>
          <w:sz w:val="28"/>
          <w:szCs w:val="28"/>
        </w:rPr>
        <w:t>На бланках Ярославской областной Думы, Губернатора Ярославской области, Правительства Ярославской области</w:t>
      </w:r>
      <w:r w:rsidRPr="00737A6F">
        <w:rPr>
          <w:rFonts w:ascii="Times New Roman" w:hAnsi="Times New Roman"/>
          <w:sz w:val="28"/>
        </w:rPr>
        <w:t xml:space="preserve"> и иных органов исполнител</w:t>
      </w:r>
      <w:r w:rsidRPr="00737A6F">
        <w:rPr>
          <w:rFonts w:ascii="Times New Roman" w:hAnsi="Times New Roman"/>
          <w:sz w:val="28"/>
        </w:rPr>
        <w:t>ь</w:t>
      </w:r>
      <w:r w:rsidRPr="00737A6F">
        <w:rPr>
          <w:rFonts w:ascii="Times New Roman" w:hAnsi="Times New Roman"/>
          <w:sz w:val="28"/>
        </w:rPr>
        <w:t>ной власти Ярославской области, представительств Ярославской области</w:t>
      </w:r>
      <w:r w:rsidRPr="00737A6F">
        <w:rPr>
          <w:rFonts w:ascii="Times New Roman" w:hAnsi="Times New Roman"/>
          <w:sz w:val="28"/>
          <w:szCs w:val="28"/>
        </w:rPr>
        <w:t>, Избирательной комиссии Ярославской области, Контрольно-счетной палаты Ярославской области, Уполномоченного по правам ребенка в Ярославской области, мировых судей в Ярославской области, Общественной палаты Яр</w:t>
      </w:r>
      <w:r w:rsidRPr="00737A6F">
        <w:rPr>
          <w:rFonts w:ascii="Times New Roman" w:hAnsi="Times New Roman"/>
          <w:sz w:val="28"/>
          <w:szCs w:val="28"/>
        </w:rPr>
        <w:t>о</w:t>
      </w:r>
      <w:r w:rsidRPr="00737A6F">
        <w:rPr>
          <w:rFonts w:ascii="Times New Roman" w:hAnsi="Times New Roman"/>
          <w:sz w:val="28"/>
          <w:szCs w:val="28"/>
        </w:rPr>
        <w:t>славской области могут применяться как полные, так и сокращенные версии герба Ярославской области в многоцветном и одноцветном вариантах.</w:t>
      </w:r>
    </w:p>
    <w:p w:rsidR="00925FC1" w:rsidRPr="00737A6F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5FC1" w:rsidRPr="00FF4DCB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526B04">
        <w:rPr>
          <w:rFonts w:ascii="Times New Roman" w:hAnsi="Times New Roman"/>
          <w:sz w:val="28"/>
          <w:szCs w:val="28"/>
        </w:rPr>
        <w:t xml:space="preserve">Статья </w:t>
      </w:r>
      <w:r>
        <w:rPr>
          <w:rFonts w:ascii="Times New Roman" w:hAnsi="Times New Roman"/>
          <w:sz w:val="28"/>
          <w:szCs w:val="28"/>
        </w:rPr>
        <w:t>6</w:t>
      </w:r>
      <w:r w:rsidRPr="00526B0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Использование герба Ярославской области на печатях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D6B5C">
        <w:rPr>
          <w:rFonts w:ascii="Times New Roman" w:hAnsi="Times New Roman"/>
          <w:sz w:val="28"/>
          <w:szCs w:val="28"/>
        </w:rPr>
        <w:t>1.</w:t>
      </w:r>
      <w:r w:rsidRPr="00820895">
        <w:rPr>
          <w:rFonts w:ascii="Times New Roman" w:hAnsi="Times New Roman"/>
          <w:sz w:val="28"/>
          <w:szCs w:val="28"/>
        </w:rPr>
        <w:t xml:space="preserve"> Печать с изображением герба </w:t>
      </w:r>
      <w:r>
        <w:rPr>
          <w:rFonts w:ascii="Times New Roman" w:hAnsi="Times New Roman"/>
          <w:sz w:val="28"/>
          <w:szCs w:val="28"/>
        </w:rPr>
        <w:t xml:space="preserve">Ярославской области в полной версии </w:t>
      </w:r>
      <w:r w:rsidRPr="00820895">
        <w:rPr>
          <w:rFonts w:ascii="Times New Roman" w:hAnsi="Times New Roman"/>
          <w:sz w:val="28"/>
          <w:szCs w:val="28"/>
        </w:rPr>
        <w:t>имеют: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913765">
        <w:rPr>
          <w:rFonts w:ascii="Times New Roman" w:hAnsi="Times New Roman"/>
          <w:sz w:val="28"/>
          <w:szCs w:val="28"/>
        </w:rPr>
        <w:t xml:space="preserve"> Ярославская областная Дума;</w:t>
      </w:r>
    </w:p>
    <w:p w:rsidR="00925FC1" w:rsidRPr="00F55F3B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F55F3B">
        <w:rPr>
          <w:rFonts w:ascii="Times New Roman" w:hAnsi="Times New Roman"/>
          <w:sz w:val="28"/>
          <w:szCs w:val="28"/>
        </w:rPr>
        <w:t xml:space="preserve"> Губернатор Ярославской области;</w:t>
      </w:r>
    </w:p>
    <w:p w:rsidR="00925FC1" w:rsidRPr="0091376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913765">
        <w:rPr>
          <w:rFonts w:ascii="Times New Roman" w:hAnsi="Times New Roman"/>
          <w:sz w:val="28"/>
          <w:szCs w:val="28"/>
        </w:rPr>
        <w:t xml:space="preserve"> Правительство Ярославской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925FC1" w:rsidRPr="00F55F3B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F55F3B">
        <w:rPr>
          <w:rFonts w:ascii="Times New Roman" w:hAnsi="Times New Roman"/>
          <w:sz w:val="28"/>
          <w:szCs w:val="28"/>
        </w:rPr>
        <w:t xml:space="preserve">. Печать с изображением герба </w:t>
      </w:r>
      <w:r>
        <w:rPr>
          <w:rFonts w:ascii="Times New Roman" w:hAnsi="Times New Roman"/>
          <w:sz w:val="28"/>
          <w:szCs w:val="28"/>
        </w:rPr>
        <w:t>Ярославской области без щитодерж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телей, но с княжеской шапкой </w:t>
      </w:r>
      <w:r w:rsidRPr="00F55F3B">
        <w:rPr>
          <w:rFonts w:ascii="Times New Roman" w:hAnsi="Times New Roman"/>
          <w:sz w:val="28"/>
          <w:szCs w:val="28"/>
        </w:rPr>
        <w:t>имеют:</w:t>
      </w:r>
    </w:p>
    <w:p w:rsidR="00925FC1" w:rsidRPr="00F55F3B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F55F3B">
        <w:rPr>
          <w:rFonts w:ascii="Times New Roman" w:hAnsi="Times New Roman"/>
          <w:sz w:val="28"/>
          <w:szCs w:val="28"/>
        </w:rPr>
        <w:t xml:space="preserve"> Избирательная комиссия Ярославской области;</w:t>
      </w:r>
    </w:p>
    <w:p w:rsidR="00925FC1" w:rsidRPr="00F55F3B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F55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F55F3B">
        <w:rPr>
          <w:rFonts w:ascii="Times New Roman" w:hAnsi="Times New Roman"/>
          <w:sz w:val="28"/>
          <w:szCs w:val="28"/>
        </w:rPr>
        <w:t>онтрольно</w:t>
      </w:r>
      <w:r>
        <w:rPr>
          <w:rFonts w:ascii="Times New Roman" w:hAnsi="Times New Roman"/>
          <w:sz w:val="28"/>
          <w:szCs w:val="28"/>
        </w:rPr>
        <w:t>-</w:t>
      </w:r>
      <w:r w:rsidRPr="00F55F3B">
        <w:rPr>
          <w:rFonts w:ascii="Times New Roman" w:hAnsi="Times New Roman"/>
          <w:sz w:val="28"/>
          <w:szCs w:val="28"/>
        </w:rPr>
        <w:t>счетная палата Ярославской области;</w:t>
      </w:r>
    </w:p>
    <w:p w:rsidR="00925FC1" w:rsidRPr="00F55F3B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F55F3B">
        <w:rPr>
          <w:rFonts w:ascii="Times New Roman" w:hAnsi="Times New Roman"/>
          <w:sz w:val="28"/>
          <w:szCs w:val="28"/>
        </w:rPr>
        <w:t xml:space="preserve"> департаменты Ярославской области и инспекции Ярославской о</w:t>
      </w:r>
      <w:r w:rsidRPr="00F55F3B">
        <w:rPr>
          <w:rFonts w:ascii="Times New Roman" w:hAnsi="Times New Roman"/>
          <w:sz w:val="28"/>
          <w:szCs w:val="28"/>
        </w:rPr>
        <w:t>б</w:t>
      </w:r>
      <w:r w:rsidRPr="00F55F3B">
        <w:rPr>
          <w:rFonts w:ascii="Times New Roman" w:hAnsi="Times New Roman"/>
          <w:sz w:val="28"/>
          <w:szCs w:val="28"/>
        </w:rPr>
        <w:t>ласти</w:t>
      </w:r>
      <w:r>
        <w:rPr>
          <w:rFonts w:ascii="Times New Roman" w:hAnsi="Times New Roman"/>
          <w:sz w:val="28"/>
          <w:szCs w:val="28"/>
        </w:rPr>
        <w:t>, представительства Ярославской области</w:t>
      </w:r>
      <w:r w:rsidRPr="00F55F3B">
        <w:rPr>
          <w:rFonts w:ascii="Times New Roman" w:hAnsi="Times New Roman"/>
          <w:sz w:val="28"/>
          <w:szCs w:val="28"/>
        </w:rPr>
        <w:t>;</w:t>
      </w:r>
    </w:p>
    <w:p w:rsidR="00925FC1" w:rsidRPr="00F55F3B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F55F3B">
        <w:rPr>
          <w:rFonts w:ascii="Times New Roman" w:hAnsi="Times New Roman"/>
          <w:sz w:val="28"/>
          <w:szCs w:val="28"/>
        </w:rPr>
        <w:t xml:space="preserve"> государственные</w:t>
      </w:r>
      <w:r>
        <w:rPr>
          <w:rFonts w:ascii="Times New Roman" w:hAnsi="Times New Roman"/>
          <w:sz w:val="28"/>
          <w:szCs w:val="28"/>
        </w:rPr>
        <w:t xml:space="preserve"> учреждения Ярославской области;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820895">
        <w:rPr>
          <w:rFonts w:ascii="Times New Roman" w:hAnsi="Times New Roman"/>
          <w:sz w:val="28"/>
          <w:szCs w:val="28"/>
        </w:rPr>
        <w:t xml:space="preserve">государственные </w:t>
      </w:r>
      <w:r>
        <w:rPr>
          <w:rFonts w:ascii="Times New Roman" w:hAnsi="Times New Roman"/>
          <w:sz w:val="28"/>
          <w:szCs w:val="28"/>
        </w:rPr>
        <w:t>унитарные предприятия</w:t>
      </w:r>
      <w:r w:rsidRPr="00820895">
        <w:rPr>
          <w:rFonts w:ascii="Times New Roman" w:hAnsi="Times New Roman"/>
          <w:sz w:val="28"/>
          <w:szCs w:val="28"/>
        </w:rPr>
        <w:t xml:space="preserve"> Ярославской области </w:t>
      </w:r>
      <w:r>
        <w:rPr>
          <w:rFonts w:ascii="Times New Roman" w:hAnsi="Times New Roman"/>
          <w:sz w:val="28"/>
          <w:szCs w:val="28"/>
        </w:rPr>
        <w:t xml:space="preserve">       (</w:t>
      </w:r>
      <w:r w:rsidRPr="00820895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их уставами)</w:t>
      </w:r>
      <w:r w:rsidRPr="00820895">
        <w:rPr>
          <w:rFonts w:ascii="Times New Roman" w:hAnsi="Times New Roman"/>
          <w:sz w:val="28"/>
          <w:szCs w:val="28"/>
        </w:rPr>
        <w:t>.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5FC1" w:rsidRPr="00EF2CFE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CE63E7">
        <w:rPr>
          <w:rFonts w:ascii="Times New Roman" w:hAnsi="Times New Roman"/>
          <w:sz w:val="28"/>
          <w:szCs w:val="28"/>
        </w:rPr>
        <w:t xml:space="preserve">Статья </w:t>
      </w:r>
      <w:r>
        <w:rPr>
          <w:rFonts w:ascii="Times New Roman" w:hAnsi="Times New Roman"/>
          <w:sz w:val="28"/>
          <w:szCs w:val="28"/>
        </w:rPr>
        <w:t>7</w:t>
      </w:r>
      <w:r w:rsidRPr="00CE63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Использование герба Ярославской области при оформл</w:t>
      </w:r>
      <w:r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>нии зданий и помещений в них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20895">
        <w:rPr>
          <w:rFonts w:ascii="Times New Roman" w:hAnsi="Times New Roman"/>
          <w:sz w:val="28"/>
          <w:szCs w:val="28"/>
        </w:rPr>
        <w:t xml:space="preserve">1. Изображение герба </w:t>
      </w:r>
      <w:r>
        <w:rPr>
          <w:rFonts w:ascii="Times New Roman" w:hAnsi="Times New Roman"/>
          <w:sz w:val="28"/>
          <w:szCs w:val="28"/>
        </w:rPr>
        <w:t xml:space="preserve">Ярославской области </w:t>
      </w:r>
      <w:r w:rsidRPr="00820895">
        <w:rPr>
          <w:rFonts w:ascii="Times New Roman" w:hAnsi="Times New Roman"/>
          <w:sz w:val="28"/>
          <w:szCs w:val="28"/>
        </w:rPr>
        <w:t>размещается на фасадах зданий, где располагаются: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820895">
        <w:rPr>
          <w:rFonts w:ascii="Times New Roman" w:hAnsi="Times New Roman"/>
          <w:sz w:val="28"/>
          <w:szCs w:val="28"/>
        </w:rPr>
        <w:t xml:space="preserve"> Ярославская областная Дума;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Губернатор Ярославской области;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820895">
        <w:rPr>
          <w:rFonts w:ascii="Times New Roman" w:hAnsi="Times New Roman"/>
          <w:sz w:val="28"/>
          <w:szCs w:val="28"/>
        </w:rPr>
        <w:t xml:space="preserve"> Пр</w:t>
      </w:r>
      <w:r>
        <w:rPr>
          <w:rFonts w:ascii="Times New Roman" w:hAnsi="Times New Roman"/>
          <w:sz w:val="28"/>
          <w:szCs w:val="28"/>
        </w:rPr>
        <w:t>авительство Ярославской области;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820895">
        <w:rPr>
          <w:rFonts w:ascii="Times New Roman" w:hAnsi="Times New Roman"/>
          <w:sz w:val="28"/>
          <w:szCs w:val="28"/>
        </w:rPr>
        <w:t xml:space="preserve"> государственные органы Ярославской области</w:t>
      </w:r>
      <w:r>
        <w:rPr>
          <w:rFonts w:ascii="Times New Roman" w:hAnsi="Times New Roman"/>
          <w:sz w:val="28"/>
          <w:szCs w:val="28"/>
        </w:rPr>
        <w:t>, департаменты Яр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славской области и инспекции</w:t>
      </w:r>
      <w:r w:rsidRPr="00820895">
        <w:rPr>
          <w:rFonts w:ascii="Times New Roman" w:hAnsi="Times New Roman"/>
          <w:sz w:val="28"/>
          <w:szCs w:val="28"/>
        </w:rPr>
        <w:t xml:space="preserve"> Ярославской области.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820895">
        <w:rPr>
          <w:rFonts w:ascii="Times New Roman" w:hAnsi="Times New Roman"/>
          <w:sz w:val="28"/>
          <w:szCs w:val="28"/>
        </w:rPr>
        <w:t xml:space="preserve"> Герб </w:t>
      </w:r>
      <w:r>
        <w:rPr>
          <w:rFonts w:ascii="Times New Roman" w:hAnsi="Times New Roman"/>
          <w:sz w:val="28"/>
          <w:szCs w:val="28"/>
        </w:rPr>
        <w:t xml:space="preserve">Ярославской области </w:t>
      </w:r>
      <w:r w:rsidRPr="00820895">
        <w:rPr>
          <w:rFonts w:ascii="Times New Roman" w:hAnsi="Times New Roman"/>
          <w:sz w:val="28"/>
          <w:szCs w:val="28"/>
        </w:rPr>
        <w:t>используется на вывесках органов гос</w:t>
      </w:r>
      <w:r w:rsidRPr="00820895">
        <w:rPr>
          <w:rFonts w:ascii="Times New Roman" w:hAnsi="Times New Roman"/>
          <w:sz w:val="28"/>
          <w:szCs w:val="28"/>
        </w:rPr>
        <w:t>у</w:t>
      </w:r>
      <w:r w:rsidRPr="00820895">
        <w:rPr>
          <w:rFonts w:ascii="Times New Roman" w:hAnsi="Times New Roman"/>
          <w:sz w:val="28"/>
          <w:szCs w:val="28"/>
        </w:rPr>
        <w:t>дарственной власти Ярославской области и государственных органов Яр</w:t>
      </w:r>
      <w:r w:rsidRPr="00820895">
        <w:rPr>
          <w:rFonts w:ascii="Times New Roman" w:hAnsi="Times New Roman"/>
          <w:sz w:val="28"/>
          <w:szCs w:val="28"/>
        </w:rPr>
        <w:t>о</w:t>
      </w:r>
      <w:r w:rsidRPr="00820895">
        <w:rPr>
          <w:rFonts w:ascii="Times New Roman" w:hAnsi="Times New Roman"/>
          <w:sz w:val="28"/>
          <w:szCs w:val="28"/>
        </w:rPr>
        <w:t>славской области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20895">
        <w:rPr>
          <w:rFonts w:ascii="Times New Roman" w:hAnsi="Times New Roman"/>
          <w:sz w:val="28"/>
          <w:szCs w:val="28"/>
        </w:rPr>
        <w:t xml:space="preserve">государственных учреждений </w:t>
      </w:r>
      <w:r>
        <w:rPr>
          <w:rFonts w:ascii="Times New Roman" w:hAnsi="Times New Roman"/>
          <w:sz w:val="28"/>
          <w:szCs w:val="28"/>
        </w:rPr>
        <w:t>и государственных унита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ных предприятий </w:t>
      </w:r>
      <w:r w:rsidRPr="00820895">
        <w:rPr>
          <w:rFonts w:ascii="Times New Roman" w:hAnsi="Times New Roman"/>
          <w:sz w:val="28"/>
          <w:szCs w:val="28"/>
        </w:rPr>
        <w:t>Ярославской области</w:t>
      </w:r>
      <w:r>
        <w:rPr>
          <w:rFonts w:ascii="Times New Roman" w:hAnsi="Times New Roman"/>
          <w:sz w:val="28"/>
          <w:szCs w:val="28"/>
        </w:rPr>
        <w:t>, Общественной палаты Ярославской области.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820895">
        <w:rPr>
          <w:rFonts w:ascii="Times New Roman" w:hAnsi="Times New Roman"/>
          <w:sz w:val="28"/>
          <w:szCs w:val="28"/>
        </w:rPr>
        <w:t xml:space="preserve">. Изображение герба </w:t>
      </w:r>
      <w:r>
        <w:rPr>
          <w:rFonts w:ascii="Times New Roman" w:hAnsi="Times New Roman"/>
          <w:sz w:val="28"/>
          <w:szCs w:val="28"/>
        </w:rPr>
        <w:t xml:space="preserve">Ярославской области </w:t>
      </w:r>
      <w:r w:rsidRPr="00820895">
        <w:rPr>
          <w:rFonts w:ascii="Times New Roman" w:hAnsi="Times New Roman"/>
          <w:sz w:val="28"/>
          <w:szCs w:val="28"/>
        </w:rPr>
        <w:t>помещается в залах засед</w:t>
      </w:r>
      <w:r w:rsidRPr="0082089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ний: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Ярославской областной Думы;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820895">
        <w:rPr>
          <w:rFonts w:ascii="Times New Roman" w:hAnsi="Times New Roman"/>
          <w:sz w:val="28"/>
          <w:szCs w:val="28"/>
        </w:rPr>
        <w:t xml:space="preserve"> Правительства Ярославской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820895">
        <w:rPr>
          <w:rFonts w:ascii="Times New Roman" w:hAnsi="Times New Roman"/>
          <w:sz w:val="28"/>
          <w:szCs w:val="28"/>
        </w:rPr>
        <w:t xml:space="preserve"> Избирательной комиссии Ярославской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820895">
        <w:rPr>
          <w:rFonts w:ascii="Times New Roman" w:hAnsi="Times New Roman"/>
          <w:sz w:val="28"/>
          <w:szCs w:val="28"/>
        </w:rPr>
        <w:t xml:space="preserve"> мировых судей</w:t>
      </w:r>
      <w:r>
        <w:rPr>
          <w:rFonts w:ascii="Times New Roman" w:hAnsi="Times New Roman"/>
          <w:sz w:val="28"/>
          <w:szCs w:val="28"/>
        </w:rPr>
        <w:t xml:space="preserve"> в Ярославской области;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Общественной палаты Ярославской области.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820895">
        <w:rPr>
          <w:rFonts w:ascii="Times New Roman" w:hAnsi="Times New Roman"/>
          <w:sz w:val="28"/>
          <w:szCs w:val="28"/>
        </w:rPr>
        <w:t xml:space="preserve">. Изображение герба </w:t>
      </w:r>
      <w:r>
        <w:rPr>
          <w:rFonts w:ascii="Times New Roman" w:hAnsi="Times New Roman"/>
          <w:sz w:val="28"/>
          <w:szCs w:val="28"/>
        </w:rPr>
        <w:t xml:space="preserve">Ярославской области </w:t>
      </w:r>
      <w:r w:rsidRPr="00820895">
        <w:rPr>
          <w:rFonts w:ascii="Times New Roman" w:hAnsi="Times New Roman"/>
          <w:sz w:val="28"/>
          <w:szCs w:val="28"/>
        </w:rPr>
        <w:t>помещается в рабочих к</w:t>
      </w:r>
      <w:r w:rsidRPr="00820895">
        <w:rPr>
          <w:rFonts w:ascii="Times New Roman" w:hAnsi="Times New Roman"/>
          <w:sz w:val="28"/>
          <w:szCs w:val="28"/>
        </w:rPr>
        <w:t>а</w:t>
      </w:r>
      <w:r w:rsidRPr="00820895">
        <w:rPr>
          <w:rFonts w:ascii="Times New Roman" w:hAnsi="Times New Roman"/>
          <w:sz w:val="28"/>
          <w:szCs w:val="28"/>
        </w:rPr>
        <w:t xml:space="preserve">бинетах Губернатора Ярославской области, </w:t>
      </w:r>
      <w:r>
        <w:rPr>
          <w:rFonts w:ascii="Times New Roman" w:hAnsi="Times New Roman"/>
          <w:sz w:val="28"/>
          <w:szCs w:val="28"/>
        </w:rPr>
        <w:t>П</w:t>
      </w:r>
      <w:r w:rsidRPr="00820895">
        <w:rPr>
          <w:rFonts w:ascii="Times New Roman" w:hAnsi="Times New Roman"/>
          <w:sz w:val="28"/>
          <w:szCs w:val="28"/>
        </w:rPr>
        <w:t>редседателя Ярославской обл</w:t>
      </w:r>
      <w:r w:rsidRPr="00820895">
        <w:rPr>
          <w:rFonts w:ascii="Times New Roman" w:hAnsi="Times New Roman"/>
          <w:sz w:val="28"/>
          <w:szCs w:val="28"/>
        </w:rPr>
        <w:t>а</w:t>
      </w:r>
      <w:r w:rsidRPr="00820895">
        <w:rPr>
          <w:rFonts w:ascii="Times New Roman" w:hAnsi="Times New Roman"/>
          <w:sz w:val="28"/>
          <w:szCs w:val="28"/>
        </w:rPr>
        <w:t xml:space="preserve">стной Думы, </w:t>
      </w:r>
      <w:r w:rsidRPr="00297098">
        <w:rPr>
          <w:rFonts w:ascii="Times New Roman" w:hAnsi="Times New Roman"/>
          <w:sz w:val="28"/>
          <w:szCs w:val="28"/>
        </w:rPr>
        <w:t xml:space="preserve">председателя Избирательной комиссии Ярославской области, председателя </w:t>
      </w:r>
      <w:r>
        <w:rPr>
          <w:rFonts w:ascii="Times New Roman" w:hAnsi="Times New Roman"/>
          <w:sz w:val="28"/>
          <w:szCs w:val="28"/>
        </w:rPr>
        <w:t>К</w:t>
      </w:r>
      <w:r w:rsidRPr="00297098">
        <w:rPr>
          <w:rFonts w:ascii="Times New Roman" w:hAnsi="Times New Roman"/>
          <w:sz w:val="28"/>
          <w:szCs w:val="28"/>
        </w:rPr>
        <w:t>онтрольно</w:t>
      </w:r>
      <w:r>
        <w:rPr>
          <w:rFonts w:ascii="Times New Roman" w:hAnsi="Times New Roman"/>
          <w:sz w:val="28"/>
          <w:szCs w:val="28"/>
        </w:rPr>
        <w:t>-</w:t>
      </w:r>
      <w:r w:rsidRPr="00297098">
        <w:rPr>
          <w:rFonts w:ascii="Times New Roman" w:hAnsi="Times New Roman"/>
          <w:sz w:val="28"/>
          <w:szCs w:val="28"/>
        </w:rPr>
        <w:t>счетной палаты Ярославской области</w:t>
      </w:r>
      <w:r>
        <w:rPr>
          <w:rFonts w:ascii="Times New Roman" w:hAnsi="Times New Roman"/>
          <w:sz w:val="28"/>
          <w:szCs w:val="28"/>
        </w:rPr>
        <w:t>, Уполном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ченного по правам ребенка в Ярославской области.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820895">
        <w:rPr>
          <w:rFonts w:ascii="Times New Roman" w:hAnsi="Times New Roman"/>
          <w:sz w:val="28"/>
          <w:szCs w:val="28"/>
        </w:rPr>
        <w:t xml:space="preserve">. Изображение герба </w:t>
      </w:r>
      <w:r>
        <w:rPr>
          <w:rFonts w:ascii="Times New Roman" w:hAnsi="Times New Roman"/>
          <w:sz w:val="28"/>
          <w:szCs w:val="28"/>
        </w:rPr>
        <w:t xml:space="preserve">Ярославской области </w:t>
      </w:r>
      <w:r w:rsidRPr="00820895">
        <w:rPr>
          <w:rFonts w:ascii="Times New Roman" w:hAnsi="Times New Roman"/>
          <w:sz w:val="28"/>
          <w:szCs w:val="28"/>
        </w:rPr>
        <w:t>может помещаться в раб</w:t>
      </w:r>
      <w:r w:rsidRPr="00820895">
        <w:rPr>
          <w:rFonts w:ascii="Times New Roman" w:hAnsi="Times New Roman"/>
          <w:sz w:val="28"/>
          <w:szCs w:val="28"/>
        </w:rPr>
        <w:t>о</w:t>
      </w:r>
      <w:r w:rsidRPr="00820895">
        <w:rPr>
          <w:rFonts w:ascii="Times New Roman" w:hAnsi="Times New Roman"/>
          <w:sz w:val="28"/>
          <w:szCs w:val="28"/>
        </w:rPr>
        <w:t xml:space="preserve">чих кабинетах руководителей и других должностных лиц органов </w:t>
      </w:r>
      <w:r>
        <w:rPr>
          <w:rFonts w:ascii="Times New Roman" w:hAnsi="Times New Roman"/>
          <w:sz w:val="28"/>
          <w:szCs w:val="28"/>
        </w:rPr>
        <w:t>государс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венной</w:t>
      </w:r>
      <w:r w:rsidRPr="00820895">
        <w:rPr>
          <w:rFonts w:ascii="Times New Roman" w:hAnsi="Times New Roman"/>
          <w:sz w:val="28"/>
          <w:szCs w:val="28"/>
        </w:rPr>
        <w:t xml:space="preserve"> власти Ярославской области и государственных органов Ярославской области.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5FC1" w:rsidRPr="00A475C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A475C5">
        <w:rPr>
          <w:rFonts w:ascii="Times New Roman" w:hAnsi="Times New Roman"/>
          <w:spacing w:val="-2"/>
          <w:sz w:val="28"/>
          <w:szCs w:val="28"/>
        </w:rPr>
        <w:t>Статья 8.</w:t>
      </w:r>
      <w:r w:rsidRPr="00A475C5">
        <w:rPr>
          <w:rFonts w:ascii="Times New Roman" w:hAnsi="Times New Roman"/>
          <w:b/>
          <w:spacing w:val="-2"/>
          <w:sz w:val="28"/>
          <w:szCs w:val="28"/>
        </w:rPr>
        <w:t xml:space="preserve"> Использование герба Ярославской области в иных случаях 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20895">
        <w:rPr>
          <w:rFonts w:ascii="Times New Roman" w:hAnsi="Times New Roman"/>
          <w:sz w:val="28"/>
          <w:szCs w:val="28"/>
        </w:rPr>
        <w:t>1. Герб Ярославской области изображается на: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820895">
        <w:rPr>
          <w:rFonts w:ascii="Times New Roman" w:hAnsi="Times New Roman"/>
          <w:sz w:val="28"/>
          <w:szCs w:val="28"/>
        </w:rPr>
        <w:t xml:space="preserve"> официальных </w:t>
      </w:r>
      <w:r>
        <w:rPr>
          <w:rFonts w:ascii="Times New Roman" w:hAnsi="Times New Roman"/>
          <w:sz w:val="28"/>
          <w:szCs w:val="28"/>
        </w:rPr>
        <w:t xml:space="preserve">полиграфических </w:t>
      </w:r>
      <w:r w:rsidRPr="00820895">
        <w:rPr>
          <w:rFonts w:ascii="Times New Roman" w:hAnsi="Times New Roman"/>
          <w:sz w:val="28"/>
          <w:szCs w:val="28"/>
        </w:rPr>
        <w:t>изданиях органов государственной власти Ярославской области и государственных органов Ярославской обла</w:t>
      </w:r>
      <w:r w:rsidRPr="00820895">
        <w:rPr>
          <w:rFonts w:ascii="Times New Roman" w:hAnsi="Times New Roman"/>
          <w:sz w:val="28"/>
          <w:szCs w:val="28"/>
        </w:rPr>
        <w:t>с</w:t>
      </w:r>
      <w:r w:rsidRPr="00820895">
        <w:rPr>
          <w:rFonts w:ascii="Times New Roman" w:hAnsi="Times New Roman"/>
          <w:sz w:val="28"/>
          <w:szCs w:val="28"/>
        </w:rPr>
        <w:t>ти;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820895">
        <w:rPr>
          <w:rFonts w:ascii="Times New Roman" w:hAnsi="Times New Roman"/>
          <w:sz w:val="28"/>
          <w:szCs w:val="28"/>
        </w:rPr>
        <w:t>служебных удостоверениях лиц, замещающих государственные должности Яро</w:t>
      </w:r>
      <w:r>
        <w:rPr>
          <w:rFonts w:ascii="Times New Roman" w:hAnsi="Times New Roman"/>
          <w:sz w:val="28"/>
          <w:szCs w:val="28"/>
        </w:rPr>
        <w:t xml:space="preserve">славской области, и </w:t>
      </w:r>
      <w:r w:rsidRPr="00820895">
        <w:rPr>
          <w:rFonts w:ascii="Times New Roman" w:hAnsi="Times New Roman"/>
          <w:sz w:val="28"/>
          <w:szCs w:val="28"/>
        </w:rPr>
        <w:t>государственных гражданских служащих Ярославской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406587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размещаемых в сети Интернет информационных ресурсах органов государственной власти Ярославской области, государственных органов Ярославской области, Общественной палаты Ярославской области, а также на информационных ресурсах, созданных при их участии.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895">
        <w:rPr>
          <w:rFonts w:ascii="Times New Roman" w:hAnsi="Times New Roman"/>
          <w:sz w:val="28"/>
          <w:szCs w:val="28"/>
        </w:rPr>
        <w:t xml:space="preserve">2. Герб </w:t>
      </w:r>
      <w:r>
        <w:rPr>
          <w:rFonts w:ascii="Times New Roman" w:hAnsi="Times New Roman"/>
          <w:sz w:val="28"/>
          <w:szCs w:val="28"/>
        </w:rPr>
        <w:t xml:space="preserve">Ярославской области </w:t>
      </w:r>
      <w:r w:rsidRPr="00820895">
        <w:rPr>
          <w:rFonts w:ascii="Times New Roman" w:hAnsi="Times New Roman"/>
          <w:sz w:val="28"/>
          <w:szCs w:val="28"/>
        </w:rPr>
        <w:t>может изображаться: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820895">
        <w:rPr>
          <w:rFonts w:ascii="Times New Roman" w:hAnsi="Times New Roman"/>
          <w:sz w:val="28"/>
          <w:szCs w:val="28"/>
        </w:rPr>
        <w:t xml:space="preserve"> на наградах и знаках почетны</w:t>
      </w:r>
      <w:r>
        <w:rPr>
          <w:rFonts w:ascii="Times New Roman" w:hAnsi="Times New Roman"/>
          <w:sz w:val="28"/>
          <w:szCs w:val="28"/>
        </w:rPr>
        <w:t>х</w:t>
      </w:r>
      <w:r w:rsidRPr="00820895">
        <w:rPr>
          <w:rFonts w:ascii="Times New Roman" w:hAnsi="Times New Roman"/>
          <w:sz w:val="28"/>
          <w:szCs w:val="28"/>
        </w:rPr>
        <w:t xml:space="preserve"> звани</w:t>
      </w:r>
      <w:r>
        <w:rPr>
          <w:rFonts w:ascii="Times New Roman" w:hAnsi="Times New Roman"/>
          <w:sz w:val="28"/>
          <w:szCs w:val="28"/>
        </w:rPr>
        <w:t>й Ярославской области, нагр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дах органов государственной власти Ярославской области и государственных органов Ярославской области, Общественной палаты Ярославской области, а также документах к ним</w:t>
      </w:r>
      <w:r w:rsidRPr="00820895">
        <w:rPr>
          <w:rFonts w:ascii="Times New Roman" w:hAnsi="Times New Roman"/>
          <w:sz w:val="28"/>
          <w:szCs w:val="28"/>
        </w:rPr>
        <w:t>;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 должностном знаке Губернатора Ярославской области и должн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стных знаках лиц, замещающих государственные должности Ярославской области, нагрудных знаках членов Общественной палаты Ярославской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ласти;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820895">
        <w:rPr>
          <w:rFonts w:ascii="Times New Roman" w:hAnsi="Times New Roman"/>
          <w:sz w:val="28"/>
          <w:szCs w:val="28"/>
        </w:rPr>
        <w:t xml:space="preserve"> на удостоверениях лиц, занимающих должности в органах госуда</w:t>
      </w:r>
      <w:r w:rsidRPr="00820895">
        <w:rPr>
          <w:rFonts w:ascii="Times New Roman" w:hAnsi="Times New Roman"/>
          <w:sz w:val="28"/>
          <w:szCs w:val="28"/>
        </w:rPr>
        <w:t>р</w:t>
      </w:r>
      <w:r w:rsidRPr="00820895">
        <w:rPr>
          <w:rFonts w:ascii="Times New Roman" w:hAnsi="Times New Roman"/>
          <w:sz w:val="28"/>
          <w:szCs w:val="28"/>
        </w:rPr>
        <w:t>ственной власти Ярославской области</w:t>
      </w:r>
      <w:r>
        <w:rPr>
          <w:rFonts w:ascii="Times New Roman" w:hAnsi="Times New Roman"/>
          <w:sz w:val="28"/>
          <w:szCs w:val="28"/>
        </w:rPr>
        <w:t xml:space="preserve"> и государственных органах Яросла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ской области,</w:t>
      </w:r>
      <w:r w:rsidRPr="00820895">
        <w:rPr>
          <w:rFonts w:ascii="Times New Roman" w:hAnsi="Times New Roman"/>
          <w:sz w:val="28"/>
          <w:szCs w:val="28"/>
        </w:rPr>
        <w:t xml:space="preserve"> не являющиеся должностями государственной гражданской службы;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на документах, выдаваемых по решению органов государственной власти Ярославской области и государственных органов Ярославской обла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ти;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Pr="00820895">
        <w:rPr>
          <w:rFonts w:ascii="Times New Roman" w:hAnsi="Times New Roman"/>
          <w:sz w:val="28"/>
          <w:szCs w:val="28"/>
        </w:rPr>
        <w:t xml:space="preserve"> в информационных материалах Ярославской областной Думы</w:t>
      </w:r>
      <w:r>
        <w:rPr>
          <w:rFonts w:ascii="Times New Roman" w:hAnsi="Times New Roman"/>
          <w:sz w:val="28"/>
          <w:szCs w:val="28"/>
        </w:rPr>
        <w:t>, Г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бернатора Ярославской области </w:t>
      </w:r>
      <w:r w:rsidRPr="00820895">
        <w:rPr>
          <w:rFonts w:ascii="Times New Roman" w:hAnsi="Times New Roman"/>
          <w:sz w:val="28"/>
          <w:szCs w:val="28"/>
        </w:rPr>
        <w:t>и Правительства Ярославской области, иных органов исполнительной власти Ярославской области и государственных о</w:t>
      </w:r>
      <w:r w:rsidRPr="00820895">
        <w:rPr>
          <w:rFonts w:ascii="Times New Roman" w:hAnsi="Times New Roman"/>
          <w:sz w:val="28"/>
          <w:szCs w:val="28"/>
        </w:rPr>
        <w:t>р</w:t>
      </w:r>
      <w:r w:rsidRPr="00820895"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</w:rPr>
        <w:t>нов Ярославской области, Общественной палаты Ярославской области, на представительской</w:t>
      </w:r>
      <w:r w:rsidRPr="00820895">
        <w:rPr>
          <w:rFonts w:ascii="Times New Roman" w:hAnsi="Times New Roman"/>
          <w:sz w:val="28"/>
          <w:szCs w:val="28"/>
        </w:rPr>
        <w:t xml:space="preserve"> продукции, изготавливаемой по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820895">
        <w:rPr>
          <w:rFonts w:ascii="Times New Roman" w:hAnsi="Times New Roman"/>
          <w:sz w:val="28"/>
          <w:szCs w:val="28"/>
        </w:rPr>
        <w:t>заказа</w:t>
      </w:r>
      <w:r>
        <w:rPr>
          <w:rFonts w:ascii="Times New Roman" w:hAnsi="Times New Roman"/>
          <w:sz w:val="28"/>
          <w:szCs w:val="28"/>
        </w:rPr>
        <w:t xml:space="preserve">м, а также </w:t>
      </w:r>
      <w:r w:rsidRPr="00820895">
        <w:rPr>
          <w:rFonts w:ascii="Times New Roman" w:hAnsi="Times New Roman"/>
          <w:sz w:val="28"/>
          <w:szCs w:val="28"/>
        </w:rPr>
        <w:t>в и</w:t>
      </w:r>
      <w:r w:rsidRPr="00820895">
        <w:rPr>
          <w:rFonts w:ascii="Times New Roman" w:hAnsi="Times New Roman"/>
          <w:sz w:val="28"/>
          <w:szCs w:val="28"/>
        </w:rPr>
        <w:t>н</w:t>
      </w:r>
      <w:r w:rsidRPr="00820895">
        <w:rPr>
          <w:rFonts w:ascii="Times New Roman" w:hAnsi="Times New Roman"/>
          <w:sz w:val="28"/>
          <w:szCs w:val="28"/>
        </w:rPr>
        <w:t>формационных материалах мероприятий</w:t>
      </w:r>
      <w:r>
        <w:rPr>
          <w:rFonts w:ascii="Times New Roman" w:hAnsi="Times New Roman"/>
          <w:sz w:val="28"/>
          <w:szCs w:val="28"/>
        </w:rPr>
        <w:t xml:space="preserve">, проводимых при </w:t>
      </w:r>
      <w:r w:rsidRPr="00820895">
        <w:rPr>
          <w:rFonts w:ascii="Times New Roman" w:hAnsi="Times New Roman"/>
          <w:sz w:val="28"/>
          <w:szCs w:val="28"/>
        </w:rPr>
        <w:t>участ</w:t>
      </w:r>
      <w:r>
        <w:rPr>
          <w:rFonts w:ascii="Times New Roman" w:hAnsi="Times New Roman"/>
          <w:sz w:val="28"/>
          <w:szCs w:val="28"/>
        </w:rPr>
        <w:t>ии органов государственной власти Ярославской области и государственных органов Ярославской области, Общественной палаты Ярославской области</w:t>
      </w:r>
      <w:r w:rsidRPr="00820895">
        <w:rPr>
          <w:rFonts w:ascii="Times New Roman" w:hAnsi="Times New Roman"/>
          <w:sz w:val="28"/>
          <w:szCs w:val="28"/>
        </w:rPr>
        <w:t>;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на</w:t>
      </w:r>
      <w:r w:rsidRPr="008208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полиграфической, </w:t>
      </w:r>
      <w:r w:rsidRPr="00820895">
        <w:rPr>
          <w:rFonts w:ascii="Times New Roman" w:hAnsi="Times New Roman"/>
          <w:sz w:val="28"/>
          <w:szCs w:val="28"/>
        </w:rPr>
        <w:t>сувенирной</w:t>
      </w:r>
      <w:r>
        <w:rPr>
          <w:rFonts w:ascii="Times New Roman" w:hAnsi="Times New Roman"/>
          <w:sz w:val="28"/>
          <w:szCs w:val="28"/>
        </w:rPr>
        <w:t xml:space="preserve"> и иной продукции, популяриз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рующей исторические, культурные и иные традиции и особенности Яросла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ской области;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Pr="00820895">
        <w:rPr>
          <w:rFonts w:ascii="Times New Roman" w:hAnsi="Times New Roman"/>
          <w:sz w:val="28"/>
          <w:szCs w:val="28"/>
        </w:rPr>
        <w:t xml:space="preserve"> на снаряжении и спортивной одежде сборных команд Ярославской области, спортивных организаций и спортсменов, которым оказывается по</w:t>
      </w:r>
      <w:r w:rsidRPr="00820895">
        <w:rPr>
          <w:rFonts w:ascii="Times New Roman" w:hAnsi="Times New Roman"/>
          <w:sz w:val="28"/>
          <w:szCs w:val="28"/>
        </w:rPr>
        <w:t>д</w:t>
      </w:r>
      <w:r w:rsidRPr="00820895">
        <w:rPr>
          <w:rFonts w:ascii="Times New Roman" w:hAnsi="Times New Roman"/>
          <w:sz w:val="28"/>
          <w:szCs w:val="28"/>
        </w:rPr>
        <w:t>держка органами государстве</w:t>
      </w:r>
      <w:r>
        <w:rPr>
          <w:rFonts w:ascii="Times New Roman" w:hAnsi="Times New Roman"/>
          <w:sz w:val="28"/>
          <w:szCs w:val="28"/>
        </w:rPr>
        <w:t>нной власти Ярославской области.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Герб Ярославской области является геральдической основой дол</w:t>
      </w:r>
      <w:r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 xml:space="preserve">ностного герба Губернатора Ярославской области и может использоваться в таком же качестве при создании геральдической символики </w:t>
      </w:r>
      <w:r w:rsidRPr="00820895">
        <w:rPr>
          <w:rFonts w:ascii="Times New Roman" w:hAnsi="Times New Roman"/>
          <w:sz w:val="28"/>
          <w:szCs w:val="28"/>
        </w:rPr>
        <w:t>органов госуда</w:t>
      </w:r>
      <w:r w:rsidRPr="00820895">
        <w:rPr>
          <w:rFonts w:ascii="Times New Roman" w:hAnsi="Times New Roman"/>
          <w:sz w:val="28"/>
          <w:szCs w:val="28"/>
        </w:rPr>
        <w:t>р</w:t>
      </w:r>
      <w:r w:rsidRPr="00820895">
        <w:rPr>
          <w:rFonts w:ascii="Times New Roman" w:hAnsi="Times New Roman"/>
          <w:sz w:val="28"/>
          <w:szCs w:val="28"/>
        </w:rPr>
        <w:t>ственной власти Ярославской области и государственных органов Яросла</w:t>
      </w:r>
      <w:r w:rsidRPr="0082089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ской области.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820895">
        <w:rPr>
          <w:rFonts w:ascii="Times New Roman" w:hAnsi="Times New Roman"/>
          <w:sz w:val="28"/>
          <w:szCs w:val="28"/>
        </w:rPr>
        <w:t xml:space="preserve">. Герб </w:t>
      </w:r>
      <w:r>
        <w:rPr>
          <w:rFonts w:ascii="Times New Roman" w:hAnsi="Times New Roman"/>
          <w:sz w:val="28"/>
          <w:szCs w:val="28"/>
        </w:rPr>
        <w:t xml:space="preserve">Ярославской области </w:t>
      </w:r>
      <w:r w:rsidRPr="00820895">
        <w:rPr>
          <w:rFonts w:ascii="Times New Roman" w:hAnsi="Times New Roman"/>
          <w:sz w:val="28"/>
          <w:szCs w:val="28"/>
        </w:rPr>
        <w:t>может использоваться в оформлении транспорта, находящегося в ведении органов государственной власти Яр</w:t>
      </w:r>
      <w:r w:rsidRPr="00820895">
        <w:rPr>
          <w:rFonts w:ascii="Times New Roman" w:hAnsi="Times New Roman"/>
          <w:sz w:val="28"/>
          <w:szCs w:val="28"/>
        </w:rPr>
        <w:t>о</w:t>
      </w:r>
      <w:r w:rsidRPr="00820895">
        <w:rPr>
          <w:rFonts w:ascii="Times New Roman" w:hAnsi="Times New Roman"/>
          <w:sz w:val="28"/>
          <w:szCs w:val="28"/>
        </w:rPr>
        <w:t>славской области, государственных органов Ярославской области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20895">
        <w:rPr>
          <w:rFonts w:ascii="Times New Roman" w:hAnsi="Times New Roman"/>
          <w:sz w:val="28"/>
          <w:szCs w:val="28"/>
        </w:rPr>
        <w:t>госуда</w:t>
      </w:r>
      <w:r w:rsidRPr="00820895">
        <w:rPr>
          <w:rFonts w:ascii="Times New Roman" w:hAnsi="Times New Roman"/>
          <w:sz w:val="28"/>
          <w:szCs w:val="28"/>
        </w:rPr>
        <w:t>р</w:t>
      </w:r>
      <w:r w:rsidRPr="00820895">
        <w:rPr>
          <w:rFonts w:ascii="Times New Roman" w:hAnsi="Times New Roman"/>
          <w:sz w:val="28"/>
          <w:szCs w:val="28"/>
        </w:rPr>
        <w:t xml:space="preserve">ственных учреждений </w:t>
      </w:r>
      <w:r>
        <w:rPr>
          <w:rFonts w:ascii="Times New Roman" w:hAnsi="Times New Roman"/>
          <w:sz w:val="28"/>
          <w:szCs w:val="28"/>
        </w:rPr>
        <w:t xml:space="preserve">и государственных унитарных предприятий </w:t>
      </w:r>
      <w:r w:rsidRPr="00820895">
        <w:rPr>
          <w:rFonts w:ascii="Times New Roman" w:hAnsi="Times New Roman"/>
          <w:sz w:val="28"/>
          <w:szCs w:val="28"/>
        </w:rPr>
        <w:t>Яросла</w:t>
      </w:r>
      <w:r w:rsidRPr="00820895">
        <w:rPr>
          <w:rFonts w:ascii="Times New Roman" w:hAnsi="Times New Roman"/>
          <w:sz w:val="28"/>
          <w:szCs w:val="28"/>
        </w:rPr>
        <w:t>в</w:t>
      </w:r>
      <w:r w:rsidRPr="00820895">
        <w:rPr>
          <w:rFonts w:ascii="Times New Roman" w:hAnsi="Times New Roman"/>
          <w:sz w:val="28"/>
          <w:szCs w:val="28"/>
        </w:rPr>
        <w:t>ской области.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58B5">
        <w:rPr>
          <w:rFonts w:ascii="Times New Roman" w:hAnsi="Times New Roman"/>
          <w:sz w:val="28"/>
          <w:szCs w:val="28"/>
        </w:rPr>
        <w:t xml:space="preserve">Статья </w:t>
      </w:r>
      <w:r>
        <w:rPr>
          <w:rFonts w:ascii="Times New Roman" w:hAnsi="Times New Roman"/>
          <w:sz w:val="28"/>
          <w:szCs w:val="28"/>
        </w:rPr>
        <w:t>9</w:t>
      </w:r>
      <w:r w:rsidRPr="001F58B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Использование герба Ярославской области в муниц</w:t>
      </w:r>
      <w:r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>пальной и иной символике</w:t>
      </w:r>
    </w:p>
    <w:p w:rsidR="00925FC1" w:rsidRPr="003A35FC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820895">
        <w:rPr>
          <w:rFonts w:ascii="Times New Roman" w:hAnsi="Times New Roman"/>
          <w:sz w:val="28"/>
          <w:szCs w:val="28"/>
        </w:rPr>
        <w:t xml:space="preserve">. Муниципальные образования Ярославской области вправе включать в состав своих гербов вольную часть (четырехугольник площадью не более четверти от площади щита, помещаемый в верхнем левом углу) </w:t>
      </w:r>
      <w:r w:rsidRPr="003A35FC">
        <w:rPr>
          <w:rFonts w:ascii="Times New Roman" w:hAnsi="Times New Roman"/>
          <w:sz w:val="28"/>
          <w:szCs w:val="28"/>
        </w:rPr>
        <w:t xml:space="preserve">золотого цвета с изображением </w:t>
      </w:r>
      <w:r>
        <w:rPr>
          <w:rFonts w:ascii="Times New Roman" w:hAnsi="Times New Roman"/>
          <w:sz w:val="28"/>
          <w:szCs w:val="28"/>
        </w:rPr>
        <w:t xml:space="preserve">главного элемента герба Ярославской области – </w:t>
      </w:r>
      <w:r w:rsidRPr="003A35FC">
        <w:rPr>
          <w:rFonts w:ascii="Times New Roman" w:hAnsi="Times New Roman"/>
          <w:sz w:val="28"/>
          <w:szCs w:val="28"/>
        </w:rPr>
        <w:t>ме</w:t>
      </w:r>
      <w:r w:rsidRPr="003A35FC">
        <w:rPr>
          <w:rFonts w:ascii="Times New Roman" w:hAnsi="Times New Roman"/>
          <w:sz w:val="28"/>
          <w:szCs w:val="28"/>
        </w:rPr>
        <w:t>д</w:t>
      </w:r>
      <w:r w:rsidRPr="003A35FC">
        <w:rPr>
          <w:rFonts w:ascii="Times New Roman" w:hAnsi="Times New Roman"/>
          <w:sz w:val="28"/>
          <w:szCs w:val="28"/>
        </w:rPr>
        <w:t>ведя с секирой.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35FC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Г</w:t>
      </w:r>
      <w:r w:rsidRPr="003A35FC">
        <w:rPr>
          <w:rFonts w:ascii="Times New Roman" w:hAnsi="Times New Roman"/>
          <w:sz w:val="28"/>
          <w:szCs w:val="28"/>
        </w:rPr>
        <w:t xml:space="preserve">ерб </w:t>
      </w:r>
      <w:r>
        <w:rPr>
          <w:rFonts w:ascii="Times New Roman" w:hAnsi="Times New Roman"/>
          <w:sz w:val="28"/>
          <w:szCs w:val="28"/>
        </w:rPr>
        <w:t xml:space="preserve">Ярославской области в сокращенных версиях </w:t>
      </w:r>
      <w:r w:rsidRPr="00820895">
        <w:rPr>
          <w:rFonts w:ascii="Times New Roman" w:hAnsi="Times New Roman"/>
          <w:sz w:val="28"/>
          <w:szCs w:val="28"/>
        </w:rPr>
        <w:t>может использ</w:t>
      </w:r>
      <w:r w:rsidRPr="00820895">
        <w:rPr>
          <w:rFonts w:ascii="Times New Roman" w:hAnsi="Times New Roman"/>
          <w:sz w:val="28"/>
          <w:szCs w:val="28"/>
        </w:rPr>
        <w:t>о</w:t>
      </w:r>
      <w:r w:rsidRPr="00820895">
        <w:rPr>
          <w:rFonts w:ascii="Times New Roman" w:hAnsi="Times New Roman"/>
          <w:sz w:val="28"/>
          <w:szCs w:val="28"/>
        </w:rPr>
        <w:t>ваться в эмблемах (геральдических знаках) территориальных подразделений федеральных органов государственной власти в Ярославской области.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5FC1" w:rsidRPr="00613480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9077F8">
        <w:rPr>
          <w:rFonts w:ascii="Times New Roman" w:hAnsi="Times New Roman"/>
          <w:sz w:val="28"/>
          <w:szCs w:val="28"/>
        </w:rPr>
        <w:t xml:space="preserve">Статья </w:t>
      </w:r>
      <w:r>
        <w:rPr>
          <w:rFonts w:ascii="Times New Roman" w:hAnsi="Times New Roman"/>
          <w:sz w:val="28"/>
          <w:szCs w:val="28"/>
        </w:rPr>
        <w:t>10</w:t>
      </w:r>
      <w:r w:rsidRPr="009077F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Правила размещения герба Ярославской области с ин</w:t>
      </w:r>
      <w:r>
        <w:rPr>
          <w:rFonts w:ascii="Times New Roman" w:hAnsi="Times New Roman"/>
          <w:b/>
          <w:sz w:val="28"/>
          <w:szCs w:val="28"/>
        </w:rPr>
        <w:t>ы</w:t>
      </w:r>
      <w:r>
        <w:rPr>
          <w:rFonts w:ascii="Times New Roman" w:hAnsi="Times New Roman"/>
          <w:b/>
          <w:sz w:val="28"/>
          <w:szCs w:val="28"/>
        </w:rPr>
        <w:t>ми гербами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820895">
        <w:rPr>
          <w:rFonts w:ascii="Times New Roman" w:hAnsi="Times New Roman"/>
          <w:sz w:val="28"/>
          <w:szCs w:val="28"/>
        </w:rPr>
        <w:t xml:space="preserve">Одновременное размещение Государственного герба Российской Федерации и герба </w:t>
      </w:r>
      <w:r>
        <w:rPr>
          <w:rFonts w:ascii="Times New Roman" w:hAnsi="Times New Roman"/>
          <w:sz w:val="28"/>
          <w:szCs w:val="28"/>
        </w:rPr>
        <w:t xml:space="preserve">Ярославской области </w:t>
      </w:r>
      <w:r w:rsidRPr="00820895">
        <w:rPr>
          <w:rFonts w:ascii="Times New Roman" w:hAnsi="Times New Roman"/>
          <w:sz w:val="28"/>
          <w:szCs w:val="28"/>
        </w:rPr>
        <w:t>осуществляется в соответствии с федеральным законодательством.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820895">
        <w:rPr>
          <w:rFonts w:ascii="Times New Roman" w:hAnsi="Times New Roman"/>
          <w:sz w:val="28"/>
          <w:szCs w:val="28"/>
        </w:rPr>
        <w:t xml:space="preserve">При одновременном размещении герба </w:t>
      </w:r>
      <w:r>
        <w:rPr>
          <w:rFonts w:ascii="Times New Roman" w:hAnsi="Times New Roman"/>
          <w:sz w:val="28"/>
          <w:szCs w:val="28"/>
        </w:rPr>
        <w:t xml:space="preserve">Ярославской области </w:t>
      </w:r>
      <w:r w:rsidRPr="00820895">
        <w:rPr>
          <w:rFonts w:ascii="Times New Roman" w:hAnsi="Times New Roman"/>
          <w:sz w:val="28"/>
          <w:szCs w:val="28"/>
        </w:rPr>
        <w:t xml:space="preserve">и герба (геральдического знака) </w:t>
      </w:r>
      <w:r>
        <w:rPr>
          <w:rFonts w:ascii="Times New Roman" w:hAnsi="Times New Roman"/>
          <w:sz w:val="28"/>
          <w:szCs w:val="28"/>
        </w:rPr>
        <w:t xml:space="preserve">гражданина, </w:t>
      </w:r>
      <w:r w:rsidRPr="00820895">
        <w:rPr>
          <w:rFonts w:ascii="Times New Roman" w:hAnsi="Times New Roman"/>
          <w:sz w:val="28"/>
          <w:szCs w:val="28"/>
        </w:rPr>
        <w:t>организации</w:t>
      </w:r>
      <w:r>
        <w:rPr>
          <w:rFonts w:ascii="Times New Roman" w:hAnsi="Times New Roman"/>
          <w:sz w:val="28"/>
          <w:szCs w:val="28"/>
        </w:rPr>
        <w:t>,</w:t>
      </w:r>
      <w:r w:rsidRPr="00820895">
        <w:rPr>
          <w:rFonts w:ascii="Times New Roman" w:hAnsi="Times New Roman"/>
          <w:sz w:val="28"/>
          <w:szCs w:val="28"/>
        </w:rPr>
        <w:t xml:space="preserve"> общественного объедин</w:t>
      </w:r>
      <w:r w:rsidRPr="00820895">
        <w:rPr>
          <w:rFonts w:ascii="Times New Roman" w:hAnsi="Times New Roman"/>
          <w:sz w:val="28"/>
          <w:szCs w:val="28"/>
        </w:rPr>
        <w:t>е</w:t>
      </w:r>
      <w:r w:rsidRPr="00820895">
        <w:rPr>
          <w:rFonts w:ascii="Times New Roman" w:hAnsi="Times New Roman"/>
          <w:sz w:val="28"/>
          <w:szCs w:val="28"/>
        </w:rPr>
        <w:t>ния</w:t>
      </w:r>
      <w:r>
        <w:rPr>
          <w:rFonts w:ascii="Times New Roman" w:hAnsi="Times New Roman"/>
          <w:sz w:val="28"/>
          <w:szCs w:val="28"/>
        </w:rPr>
        <w:t xml:space="preserve"> либо </w:t>
      </w:r>
      <w:r w:rsidRPr="00820895">
        <w:rPr>
          <w:rFonts w:ascii="Times New Roman" w:hAnsi="Times New Roman"/>
          <w:sz w:val="28"/>
          <w:szCs w:val="28"/>
        </w:rPr>
        <w:t xml:space="preserve">муниципального образования герб </w:t>
      </w:r>
      <w:r>
        <w:rPr>
          <w:rFonts w:ascii="Times New Roman" w:hAnsi="Times New Roman"/>
          <w:sz w:val="28"/>
          <w:szCs w:val="28"/>
        </w:rPr>
        <w:t xml:space="preserve">Ярославской области </w:t>
      </w:r>
      <w:r w:rsidRPr="00820895">
        <w:rPr>
          <w:rFonts w:ascii="Times New Roman" w:hAnsi="Times New Roman"/>
          <w:sz w:val="28"/>
          <w:szCs w:val="28"/>
        </w:rPr>
        <w:t>располаг</w:t>
      </w:r>
      <w:r w:rsidRPr="00820895">
        <w:rPr>
          <w:rFonts w:ascii="Times New Roman" w:hAnsi="Times New Roman"/>
          <w:sz w:val="28"/>
          <w:szCs w:val="28"/>
        </w:rPr>
        <w:t>а</w:t>
      </w:r>
      <w:r w:rsidRPr="00820895">
        <w:rPr>
          <w:rFonts w:ascii="Times New Roman" w:hAnsi="Times New Roman"/>
          <w:sz w:val="28"/>
          <w:szCs w:val="28"/>
        </w:rPr>
        <w:t>ется с левой стороны от другого герба (геральдического знака), если стоять к ним лицом; при одновременном размещении нечетного числа гербов (герал</w:t>
      </w:r>
      <w:r w:rsidRPr="00820895">
        <w:rPr>
          <w:rFonts w:ascii="Times New Roman" w:hAnsi="Times New Roman"/>
          <w:sz w:val="28"/>
          <w:szCs w:val="28"/>
        </w:rPr>
        <w:t>ь</w:t>
      </w:r>
      <w:r w:rsidRPr="00820895">
        <w:rPr>
          <w:rFonts w:ascii="Times New Roman" w:hAnsi="Times New Roman"/>
          <w:sz w:val="28"/>
          <w:szCs w:val="28"/>
        </w:rPr>
        <w:t xml:space="preserve">дических знаков) герб </w:t>
      </w:r>
      <w:r>
        <w:rPr>
          <w:rFonts w:ascii="Times New Roman" w:hAnsi="Times New Roman"/>
          <w:sz w:val="28"/>
          <w:szCs w:val="28"/>
        </w:rPr>
        <w:t xml:space="preserve">Ярославской области </w:t>
      </w:r>
      <w:r w:rsidRPr="00820895">
        <w:rPr>
          <w:rFonts w:ascii="Times New Roman" w:hAnsi="Times New Roman"/>
          <w:sz w:val="28"/>
          <w:szCs w:val="28"/>
        </w:rPr>
        <w:t xml:space="preserve">располагается в центре, а при размещении четного числа гербов (но более двух) </w:t>
      </w:r>
      <w:r>
        <w:rPr>
          <w:rFonts w:ascii="Times New Roman" w:hAnsi="Times New Roman"/>
          <w:sz w:val="28"/>
          <w:szCs w:val="28"/>
        </w:rPr>
        <w:t>–</w:t>
      </w:r>
      <w:r w:rsidRPr="00820895">
        <w:rPr>
          <w:rFonts w:ascii="Times New Roman" w:hAnsi="Times New Roman"/>
          <w:sz w:val="28"/>
          <w:szCs w:val="28"/>
        </w:rPr>
        <w:t xml:space="preserve"> левее центра.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820895">
        <w:rPr>
          <w:rFonts w:ascii="Times New Roman" w:hAnsi="Times New Roman"/>
          <w:sz w:val="28"/>
          <w:szCs w:val="28"/>
        </w:rPr>
        <w:t xml:space="preserve">При одновременном размещении герба </w:t>
      </w:r>
      <w:r>
        <w:rPr>
          <w:rFonts w:ascii="Times New Roman" w:hAnsi="Times New Roman"/>
          <w:sz w:val="28"/>
          <w:szCs w:val="28"/>
        </w:rPr>
        <w:t xml:space="preserve">Ярославской области </w:t>
      </w:r>
      <w:r w:rsidRPr="00820895">
        <w:rPr>
          <w:rFonts w:ascii="Times New Roman" w:hAnsi="Times New Roman"/>
          <w:sz w:val="28"/>
          <w:szCs w:val="28"/>
        </w:rPr>
        <w:t>и гер</w:t>
      </w:r>
      <w:r>
        <w:rPr>
          <w:rFonts w:ascii="Times New Roman" w:hAnsi="Times New Roman"/>
          <w:sz w:val="28"/>
          <w:szCs w:val="28"/>
        </w:rPr>
        <w:t>ба (геральдического</w:t>
      </w:r>
      <w:r w:rsidRPr="00820895">
        <w:rPr>
          <w:rFonts w:ascii="Times New Roman" w:hAnsi="Times New Roman"/>
          <w:sz w:val="28"/>
          <w:szCs w:val="28"/>
        </w:rPr>
        <w:t xml:space="preserve"> знака</w:t>
      </w:r>
      <w:r>
        <w:rPr>
          <w:rFonts w:ascii="Times New Roman" w:hAnsi="Times New Roman"/>
          <w:sz w:val="28"/>
          <w:szCs w:val="28"/>
        </w:rPr>
        <w:t>)</w:t>
      </w:r>
      <w:r w:rsidRPr="00B574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гражданина, </w:t>
      </w:r>
      <w:r w:rsidRPr="00820895">
        <w:rPr>
          <w:rFonts w:ascii="Times New Roman" w:hAnsi="Times New Roman"/>
          <w:sz w:val="28"/>
          <w:szCs w:val="28"/>
        </w:rPr>
        <w:t>организации</w:t>
      </w:r>
      <w:r>
        <w:rPr>
          <w:rFonts w:ascii="Times New Roman" w:hAnsi="Times New Roman"/>
          <w:sz w:val="28"/>
          <w:szCs w:val="28"/>
        </w:rPr>
        <w:t>,</w:t>
      </w:r>
      <w:r w:rsidRPr="00820895">
        <w:rPr>
          <w:rFonts w:ascii="Times New Roman" w:hAnsi="Times New Roman"/>
          <w:sz w:val="28"/>
          <w:szCs w:val="28"/>
        </w:rPr>
        <w:t xml:space="preserve"> общественного объедин</w:t>
      </w:r>
      <w:r w:rsidRPr="00820895">
        <w:rPr>
          <w:rFonts w:ascii="Times New Roman" w:hAnsi="Times New Roman"/>
          <w:sz w:val="28"/>
          <w:szCs w:val="28"/>
        </w:rPr>
        <w:t>е</w:t>
      </w:r>
      <w:r w:rsidRPr="00820895">
        <w:rPr>
          <w:rFonts w:ascii="Times New Roman" w:hAnsi="Times New Roman"/>
          <w:sz w:val="28"/>
          <w:szCs w:val="28"/>
        </w:rPr>
        <w:t>ния</w:t>
      </w:r>
      <w:r>
        <w:rPr>
          <w:rFonts w:ascii="Times New Roman" w:hAnsi="Times New Roman"/>
          <w:sz w:val="28"/>
          <w:szCs w:val="28"/>
        </w:rPr>
        <w:t xml:space="preserve"> либо </w:t>
      </w:r>
      <w:r w:rsidRPr="00820895">
        <w:rPr>
          <w:rFonts w:ascii="Times New Roman" w:hAnsi="Times New Roman"/>
          <w:sz w:val="28"/>
          <w:szCs w:val="28"/>
        </w:rPr>
        <w:t>муниципального образования послед</w:t>
      </w:r>
      <w:r>
        <w:rPr>
          <w:rFonts w:ascii="Times New Roman" w:hAnsi="Times New Roman"/>
          <w:sz w:val="28"/>
          <w:szCs w:val="28"/>
        </w:rPr>
        <w:t>ний не</w:t>
      </w:r>
      <w:r w:rsidRPr="00820895">
        <w:rPr>
          <w:rFonts w:ascii="Times New Roman" w:hAnsi="Times New Roman"/>
          <w:sz w:val="28"/>
          <w:szCs w:val="28"/>
        </w:rPr>
        <w:t xml:space="preserve"> мо</w:t>
      </w:r>
      <w:r>
        <w:rPr>
          <w:rFonts w:ascii="Times New Roman" w:hAnsi="Times New Roman"/>
          <w:sz w:val="28"/>
          <w:szCs w:val="28"/>
        </w:rPr>
        <w:t>жет</w:t>
      </w:r>
      <w:r w:rsidRPr="00820895">
        <w:rPr>
          <w:rFonts w:ascii="Times New Roman" w:hAnsi="Times New Roman"/>
          <w:sz w:val="28"/>
          <w:szCs w:val="28"/>
        </w:rPr>
        <w:t xml:space="preserve"> превышать ра</w:t>
      </w:r>
      <w:r w:rsidRPr="00820895">
        <w:rPr>
          <w:rFonts w:ascii="Times New Roman" w:hAnsi="Times New Roman"/>
          <w:sz w:val="28"/>
          <w:szCs w:val="28"/>
        </w:rPr>
        <w:t>з</w:t>
      </w:r>
      <w:r w:rsidRPr="00820895">
        <w:rPr>
          <w:rFonts w:ascii="Times New Roman" w:hAnsi="Times New Roman"/>
          <w:sz w:val="28"/>
          <w:szCs w:val="28"/>
        </w:rPr>
        <w:t>мер герба</w:t>
      </w:r>
      <w:r>
        <w:rPr>
          <w:rFonts w:ascii="Times New Roman" w:hAnsi="Times New Roman"/>
          <w:sz w:val="28"/>
          <w:szCs w:val="28"/>
        </w:rPr>
        <w:t xml:space="preserve"> Ярославской области</w:t>
      </w:r>
      <w:r w:rsidRPr="00820895">
        <w:rPr>
          <w:rFonts w:ascii="Times New Roman" w:hAnsi="Times New Roman"/>
          <w:sz w:val="28"/>
          <w:szCs w:val="28"/>
        </w:rPr>
        <w:t xml:space="preserve">, при этом герб </w:t>
      </w:r>
      <w:r>
        <w:rPr>
          <w:rFonts w:ascii="Times New Roman" w:hAnsi="Times New Roman"/>
          <w:sz w:val="28"/>
          <w:szCs w:val="28"/>
        </w:rPr>
        <w:t xml:space="preserve">Ярославской области </w:t>
      </w:r>
      <w:r w:rsidRPr="00820895">
        <w:rPr>
          <w:rFonts w:ascii="Times New Roman" w:hAnsi="Times New Roman"/>
          <w:sz w:val="28"/>
          <w:szCs w:val="28"/>
        </w:rPr>
        <w:t>не м</w:t>
      </w:r>
      <w:r w:rsidRPr="00820895">
        <w:rPr>
          <w:rFonts w:ascii="Times New Roman" w:hAnsi="Times New Roman"/>
          <w:sz w:val="28"/>
          <w:szCs w:val="28"/>
        </w:rPr>
        <w:t>о</w:t>
      </w:r>
      <w:r w:rsidRPr="00820895">
        <w:rPr>
          <w:rFonts w:ascii="Times New Roman" w:hAnsi="Times New Roman"/>
          <w:sz w:val="28"/>
          <w:szCs w:val="28"/>
        </w:rPr>
        <w:t>жет б</w:t>
      </w:r>
      <w:bookmarkStart w:id="0" w:name="_GoBack"/>
      <w:bookmarkEnd w:id="0"/>
      <w:r w:rsidRPr="00820895">
        <w:rPr>
          <w:rFonts w:ascii="Times New Roman" w:hAnsi="Times New Roman"/>
          <w:sz w:val="28"/>
          <w:szCs w:val="28"/>
        </w:rPr>
        <w:t>ыть размещен ниже других гербов (геральдических знаков).</w:t>
      </w:r>
    </w:p>
    <w:p w:rsidR="00925FC1" w:rsidRPr="00746FD3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5D1CAE">
        <w:rPr>
          <w:rFonts w:ascii="Times New Roman" w:hAnsi="Times New Roman"/>
          <w:sz w:val="28"/>
          <w:szCs w:val="28"/>
        </w:rPr>
        <w:t>Глава 3.</w:t>
      </w:r>
      <w:r w:rsidRPr="00746FD3">
        <w:rPr>
          <w:rFonts w:ascii="Times New Roman" w:hAnsi="Times New Roman"/>
          <w:b/>
          <w:sz w:val="28"/>
          <w:szCs w:val="28"/>
        </w:rPr>
        <w:t xml:space="preserve"> Порядок использования флага </w:t>
      </w:r>
      <w:r>
        <w:rPr>
          <w:rFonts w:ascii="Times New Roman" w:hAnsi="Times New Roman"/>
          <w:b/>
          <w:sz w:val="28"/>
          <w:szCs w:val="28"/>
        </w:rPr>
        <w:t>Ярославской области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7A2894">
        <w:rPr>
          <w:rFonts w:ascii="Times New Roman" w:hAnsi="Times New Roman"/>
          <w:sz w:val="28"/>
          <w:szCs w:val="28"/>
        </w:rPr>
        <w:t xml:space="preserve">Статья </w:t>
      </w:r>
      <w:r>
        <w:rPr>
          <w:rFonts w:ascii="Times New Roman" w:hAnsi="Times New Roman"/>
          <w:sz w:val="28"/>
          <w:szCs w:val="28"/>
        </w:rPr>
        <w:t>11</w:t>
      </w:r>
      <w:r w:rsidRPr="007A289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Случаи использования флага Ярославской области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20895">
        <w:rPr>
          <w:rFonts w:ascii="Times New Roman" w:hAnsi="Times New Roman"/>
          <w:sz w:val="28"/>
          <w:szCs w:val="28"/>
        </w:rPr>
        <w:t xml:space="preserve">1. Флаг </w:t>
      </w:r>
      <w:r>
        <w:rPr>
          <w:rFonts w:ascii="Times New Roman" w:hAnsi="Times New Roman"/>
          <w:sz w:val="28"/>
          <w:szCs w:val="28"/>
        </w:rPr>
        <w:t xml:space="preserve">Ярославской области </w:t>
      </w:r>
      <w:r w:rsidRPr="00820895">
        <w:rPr>
          <w:rFonts w:ascii="Times New Roman" w:hAnsi="Times New Roman"/>
          <w:sz w:val="28"/>
          <w:szCs w:val="28"/>
        </w:rPr>
        <w:t>поднят постоянно на зданиях, где расп</w:t>
      </w:r>
      <w:r w:rsidRPr="00820895">
        <w:rPr>
          <w:rFonts w:ascii="Times New Roman" w:hAnsi="Times New Roman"/>
          <w:sz w:val="28"/>
          <w:szCs w:val="28"/>
        </w:rPr>
        <w:t>о</w:t>
      </w:r>
      <w:r w:rsidRPr="00820895">
        <w:rPr>
          <w:rFonts w:ascii="Times New Roman" w:hAnsi="Times New Roman"/>
          <w:sz w:val="28"/>
          <w:szCs w:val="28"/>
        </w:rPr>
        <w:t>лагаются: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820895">
        <w:rPr>
          <w:rFonts w:ascii="Times New Roman" w:hAnsi="Times New Roman"/>
          <w:sz w:val="28"/>
          <w:szCs w:val="28"/>
        </w:rPr>
        <w:t xml:space="preserve"> Ярославская областная Дума;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820895">
        <w:rPr>
          <w:rFonts w:ascii="Times New Roman" w:hAnsi="Times New Roman"/>
          <w:sz w:val="28"/>
          <w:szCs w:val="28"/>
        </w:rPr>
        <w:t xml:space="preserve"> Губернатор Ярославской области и Правительство Ярославской о</w:t>
      </w:r>
      <w:r w:rsidRPr="00820895">
        <w:rPr>
          <w:rFonts w:ascii="Times New Roman" w:hAnsi="Times New Roman"/>
          <w:sz w:val="28"/>
          <w:szCs w:val="28"/>
        </w:rPr>
        <w:t>б</w:t>
      </w:r>
      <w:r w:rsidRPr="00820895">
        <w:rPr>
          <w:rFonts w:ascii="Times New Roman" w:hAnsi="Times New Roman"/>
          <w:sz w:val="28"/>
          <w:szCs w:val="28"/>
        </w:rPr>
        <w:t>ласти, иные органы исполнительной власти Ярославской области;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820895">
        <w:rPr>
          <w:rFonts w:ascii="Times New Roman" w:hAnsi="Times New Roman"/>
          <w:sz w:val="28"/>
          <w:szCs w:val="28"/>
        </w:rPr>
        <w:t xml:space="preserve"> Избирательная комиссия Ярославской области;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8208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820895">
        <w:rPr>
          <w:rFonts w:ascii="Times New Roman" w:hAnsi="Times New Roman"/>
          <w:sz w:val="28"/>
          <w:szCs w:val="28"/>
        </w:rPr>
        <w:t>онтрольно</w:t>
      </w:r>
      <w:r>
        <w:rPr>
          <w:rFonts w:ascii="Times New Roman" w:hAnsi="Times New Roman"/>
          <w:sz w:val="28"/>
          <w:szCs w:val="28"/>
        </w:rPr>
        <w:t>-</w:t>
      </w:r>
      <w:r w:rsidRPr="00820895">
        <w:rPr>
          <w:rFonts w:ascii="Times New Roman" w:hAnsi="Times New Roman"/>
          <w:sz w:val="28"/>
          <w:szCs w:val="28"/>
        </w:rPr>
        <w:t>счетная палата Ярославской области;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Уполномоченный по правам ребенка в Ярославской области;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Pr="00820895">
        <w:rPr>
          <w:rFonts w:ascii="Times New Roman" w:hAnsi="Times New Roman"/>
          <w:sz w:val="28"/>
          <w:szCs w:val="28"/>
        </w:rPr>
        <w:t xml:space="preserve"> мировые судьи</w:t>
      </w:r>
      <w:r>
        <w:rPr>
          <w:rFonts w:ascii="Times New Roman" w:hAnsi="Times New Roman"/>
          <w:sz w:val="28"/>
          <w:szCs w:val="28"/>
        </w:rPr>
        <w:t xml:space="preserve"> в Ярославской области;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Общественная палата Ярославской области.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895">
        <w:rPr>
          <w:rFonts w:ascii="Times New Roman" w:hAnsi="Times New Roman"/>
          <w:sz w:val="28"/>
          <w:szCs w:val="28"/>
        </w:rPr>
        <w:t xml:space="preserve">2. Флаг </w:t>
      </w:r>
      <w:r>
        <w:rPr>
          <w:rFonts w:ascii="Times New Roman" w:hAnsi="Times New Roman"/>
          <w:sz w:val="28"/>
          <w:szCs w:val="28"/>
        </w:rPr>
        <w:t xml:space="preserve">Ярославской области </w:t>
      </w:r>
      <w:r w:rsidRPr="00820895">
        <w:rPr>
          <w:rFonts w:ascii="Times New Roman" w:hAnsi="Times New Roman"/>
          <w:sz w:val="28"/>
          <w:szCs w:val="28"/>
        </w:rPr>
        <w:t>может быть поднят постоянно на зданиях, где располагаются: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820895">
        <w:rPr>
          <w:rFonts w:ascii="Times New Roman" w:hAnsi="Times New Roman"/>
          <w:sz w:val="28"/>
          <w:szCs w:val="28"/>
        </w:rPr>
        <w:t xml:space="preserve"> государственные учреждения </w:t>
      </w:r>
      <w:r>
        <w:rPr>
          <w:rFonts w:ascii="Times New Roman" w:hAnsi="Times New Roman"/>
          <w:sz w:val="28"/>
          <w:szCs w:val="28"/>
        </w:rPr>
        <w:t>и государственные унитарные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приятия </w:t>
      </w:r>
      <w:r w:rsidRPr="00820895">
        <w:rPr>
          <w:rFonts w:ascii="Times New Roman" w:hAnsi="Times New Roman"/>
          <w:sz w:val="28"/>
          <w:szCs w:val="28"/>
        </w:rPr>
        <w:t>Ярославской области;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820895">
        <w:rPr>
          <w:rFonts w:ascii="Times New Roman" w:hAnsi="Times New Roman"/>
          <w:sz w:val="28"/>
          <w:szCs w:val="28"/>
        </w:rPr>
        <w:t xml:space="preserve"> органы местного самоуправления муниципальных образований Яр</w:t>
      </w:r>
      <w:r w:rsidRPr="00820895">
        <w:rPr>
          <w:rFonts w:ascii="Times New Roman" w:hAnsi="Times New Roman"/>
          <w:sz w:val="28"/>
          <w:szCs w:val="28"/>
        </w:rPr>
        <w:t>о</w:t>
      </w:r>
      <w:r w:rsidRPr="00820895">
        <w:rPr>
          <w:rFonts w:ascii="Times New Roman" w:hAnsi="Times New Roman"/>
          <w:sz w:val="28"/>
          <w:szCs w:val="28"/>
        </w:rPr>
        <w:t>славской области;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820895">
        <w:rPr>
          <w:rFonts w:ascii="Times New Roman" w:hAnsi="Times New Roman"/>
          <w:sz w:val="28"/>
          <w:szCs w:val="28"/>
        </w:rPr>
        <w:t xml:space="preserve"> территориальные подразделения федеральных органов исполнител</w:t>
      </w:r>
      <w:r w:rsidRPr="00820895">
        <w:rPr>
          <w:rFonts w:ascii="Times New Roman" w:hAnsi="Times New Roman"/>
          <w:sz w:val="28"/>
          <w:szCs w:val="28"/>
        </w:rPr>
        <w:t>ь</w:t>
      </w:r>
      <w:r w:rsidRPr="00820895">
        <w:rPr>
          <w:rFonts w:ascii="Times New Roman" w:hAnsi="Times New Roman"/>
          <w:sz w:val="28"/>
          <w:szCs w:val="28"/>
        </w:rPr>
        <w:t>ной власти в Ярославской области.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895">
        <w:rPr>
          <w:rFonts w:ascii="Times New Roman" w:hAnsi="Times New Roman"/>
          <w:sz w:val="28"/>
          <w:szCs w:val="28"/>
        </w:rPr>
        <w:t xml:space="preserve">3. Допускается размещение флага </w:t>
      </w:r>
      <w:r>
        <w:rPr>
          <w:rFonts w:ascii="Times New Roman" w:hAnsi="Times New Roman"/>
          <w:sz w:val="28"/>
          <w:szCs w:val="28"/>
        </w:rPr>
        <w:t xml:space="preserve">Ярославской области </w:t>
      </w:r>
      <w:r w:rsidRPr="00820895">
        <w:rPr>
          <w:rFonts w:ascii="Times New Roman" w:hAnsi="Times New Roman"/>
          <w:sz w:val="28"/>
          <w:szCs w:val="28"/>
        </w:rPr>
        <w:t>как непосре</w:t>
      </w:r>
      <w:r w:rsidRPr="00820895">
        <w:rPr>
          <w:rFonts w:ascii="Times New Roman" w:hAnsi="Times New Roman"/>
          <w:sz w:val="28"/>
          <w:szCs w:val="28"/>
        </w:rPr>
        <w:t>д</w:t>
      </w:r>
      <w:r w:rsidRPr="00820895">
        <w:rPr>
          <w:rFonts w:ascii="Times New Roman" w:hAnsi="Times New Roman"/>
          <w:sz w:val="28"/>
          <w:szCs w:val="28"/>
        </w:rPr>
        <w:t xml:space="preserve">ственно на зданиях, указанных в </w:t>
      </w:r>
      <w:r>
        <w:rPr>
          <w:rFonts w:ascii="Times New Roman" w:hAnsi="Times New Roman"/>
          <w:sz w:val="28"/>
          <w:szCs w:val="28"/>
        </w:rPr>
        <w:t xml:space="preserve">частях 1 и 2 </w:t>
      </w:r>
      <w:r w:rsidRPr="00820895">
        <w:rPr>
          <w:rFonts w:ascii="Times New Roman" w:hAnsi="Times New Roman"/>
          <w:sz w:val="28"/>
          <w:szCs w:val="28"/>
        </w:rPr>
        <w:t>настоящей стать</w:t>
      </w:r>
      <w:r>
        <w:rPr>
          <w:rFonts w:ascii="Times New Roman" w:hAnsi="Times New Roman"/>
          <w:sz w:val="28"/>
          <w:szCs w:val="28"/>
        </w:rPr>
        <w:t>и</w:t>
      </w:r>
      <w:r w:rsidRPr="00820895">
        <w:rPr>
          <w:rFonts w:ascii="Times New Roman" w:hAnsi="Times New Roman"/>
          <w:sz w:val="28"/>
          <w:szCs w:val="28"/>
        </w:rPr>
        <w:t>, так и на флагштоках (мачтах), расположенных у фасадов зданий.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820895">
        <w:rPr>
          <w:rFonts w:ascii="Times New Roman" w:hAnsi="Times New Roman"/>
          <w:sz w:val="28"/>
          <w:szCs w:val="28"/>
        </w:rPr>
        <w:t xml:space="preserve">Флаг </w:t>
      </w:r>
      <w:r>
        <w:rPr>
          <w:rFonts w:ascii="Times New Roman" w:hAnsi="Times New Roman"/>
          <w:sz w:val="28"/>
          <w:szCs w:val="28"/>
        </w:rPr>
        <w:t xml:space="preserve">Ярославской области </w:t>
      </w:r>
      <w:r w:rsidRPr="00820895">
        <w:rPr>
          <w:rFonts w:ascii="Times New Roman" w:hAnsi="Times New Roman"/>
          <w:sz w:val="28"/>
          <w:szCs w:val="28"/>
        </w:rPr>
        <w:t>установлен постоянно: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820895">
        <w:rPr>
          <w:rFonts w:ascii="Times New Roman" w:hAnsi="Times New Roman"/>
          <w:sz w:val="28"/>
          <w:szCs w:val="28"/>
        </w:rPr>
        <w:t xml:space="preserve"> в залах заседаний Ярославской областной Думы, Правительства Ярославской области, Избирательной комиссии Ярославской области, мир</w:t>
      </w:r>
      <w:r w:rsidRPr="00820895">
        <w:rPr>
          <w:rFonts w:ascii="Times New Roman" w:hAnsi="Times New Roman"/>
          <w:sz w:val="28"/>
          <w:szCs w:val="28"/>
        </w:rPr>
        <w:t>о</w:t>
      </w:r>
      <w:r w:rsidRPr="00820895">
        <w:rPr>
          <w:rFonts w:ascii="Times New Roman" w:hAnsi="Times New Roman"/>
          <w:sz w:val="28"/>
          <w:szCs w:val="28"/>
        </w:rPr>
        <w:t>вых судей</w:t>
      </w:r>
      <w:r>
        <w:rPr>
          <w:rFonts w:ascii="Times New Roman" w:hAnsi="Times New Roman"/>
          <w:sz w:val="28"/>
          <w:szCs w:val="28"/>
        </w:rPr>
        <w:t xml:space="preserve"> в Ярославской области, Общественной палаты Ярославской обла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ти</w:t>
      </w:r>
      <w:r w:rsidRPr="00820895">
        <w:rPr>
          <w:rFonts w:ascii="Times New Roman" w:hAnsi="Times New Roman"/>
          <w:sz w:val="28"/>
          <w:szCs w:val="28"/>
        </w:rPr>
        <w:t>;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820895">
        <w:rPr>
          <w:rFonts w:ascii="Times New Roman" w:hAnsi="Times New Roman"/>
          <w:sz w:val="28"/>
          <w:szCs w:val="28"/>
        </w:rPr>
        <w:t xml:space="preserve"> в рабочих кабинетах Губернатора Ярославской области, </w:t>
      </w:r>
      <w:r>
        <w:rPr>
          <w:rFonts w:ascii="Times New Roman" w:hAnsi="Times New Roman"/>
          <w:sz w:val="28"/>
          <w:szCs w:val="28"/>
        </w:rPr>
        <w:t>П</w:t>
      </w:r>
      <w:r w:rsidRPr="00820895">
        <w:rPr>
          <w:rFonts w:ascii="Times New Roman" w:hAnsi="Times New Roman"/>
          <w:sz w:val="28"/>
          <w:szCs w:val="28"/>
        </w:rPr>
        <w:t>редседат</w:t>
      </w:r>
      <w:r w:rsidRPr="00820895">
        <w:rPr>
          <w:rFonts w:ascii="Times New Roman" w:hAnsi="Times New Roman"/>
          <w:sz w:val="28"/>
          <w:szCs w:val="28"/>
        </w:rPr>
        <w:t>е</w:t>
      </w:r>
      <w:r w:rsidRPr="00820895">
        <w:rPr>
          <w:rFonts w:ascii="Times New Roman" w:hAnsi="Times New Roman"/>
          <w:sz w:val="28"/>
          <w:szCs w:val="28"/>
        </w:rPr>
        <w:t xml:space="preserve">ля Ярославской областной Думы, председателя Избирательной комиссии Ярославской области, председателя </w:t>
      </w:r>
      <w:r>
        <w:rPr>
          <w:rFonts w:ascii="Times New Roman" w:hAnsi="Times New Roman"/>
          <w:sz w:val="28"/>
          <w:szCs w:val="28"/>
        </w:rPr>
        <w:t>К</w:t>
      </w:r>
      <w:r w:rsidRPr="00820895">
        <w:rPr>
          <w:rFonts w:ascii="Times New Roman" w:hAnsi="Times New Roman"/>
          <w:sz w:val="28"/>
          <w:szCs w:val="28"/>
        </w:rPr>
        <w:t>онтрольно</w:t>
      </w:r>
      <w:r>
        <w:rPr>
          <w:rFonts w:ascii="Times New Roman" w:hAnsi="Times New Roman"/>
          <w:sz w:val="28"/>
          <w:szCs w:val="28"/>
        </w:rPr>
        <w:t>-</w:t>
      </w:r>
      <w:r w:rsidRPr="00820895">
        <w:rPr>
          <w:rFonts w:ascii="Times New Roman" w:hAnsi="Times New Roman"/>
          <w:sz w:val="28"/>
          <w:szCs w:val="28"/>
        </w:rPr>
        <w:t>счетной палаты Яросла</w:t>
      </w:r>
      <w:r w:rsidRPr="00820895">
        <w:rPr>
          <w:rFonts w:ascii="Times New Roman" w:hAnsi="Times New Roman"/>
          <w:sz w:val="28"/>
          <w:szCs w:val="28"/>
        </w:rPr>
        <w:t>в</w:t>
      </w:r>
      <w:r w:rsidRPr="00820895">
        <w:rPr>
          <w:rFonts w:ascii="Times New Roman" w:hAnsi="Times New Roman"/>
          <w:sz w:val="28"/>
          <w:szCs w:val="28"/>
        </w:rPr>
        <w:t>ской области</w:t>
      </w:r>
      <w:r>
        <w:rPr>
          <w:rFonts w:ascii="Times New Roman" w:hAnsi="Times New Roman"/>
          <w:sz w:val="28"/>
          <w:szCs w:val="28"/>
        </w:rPr>
        <w:t>, Уполномоченного по правам ребенка в Ярославской области</w:t>
      </w:r>
      <w:r w:rsidRPr="00820895">
        <w:rPr>
          <w:rFonts w:ascii="Times New Roman" w:hAnsi="Times New Roman"/>
          <w:sz w:val="28"/>
          <w:szCs w:val="28"/>
        </w:rPr>
        <w:t>;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820895">
        <w:rPr>
          <w:rFonts w:ascii="Times New Roman" w:hAnsi="Times New Roman"/>
          <w:sz w:val="28"/>
          <w:szCs w:val="28"/>
        </w:rPr>
        <w:t xml:space="preserve"> в залах совещаний иных органов исполнительной власти Яросла</w:t>
      </w:r>
      <w:r w:rsidRPr="00820895">
        <w:rPr>
          <w:rFonts w:ascii="Times New Roman" w:hAnsi="Times New Roman"/>
          <w:sz w:val="28"/>
          <w:szCs w:val="28"/>
        </w:rPr>
        <w:t>в</w:t>
      </w:r>
      <w:r w:rsidRPr="00820895">
        <w:rPr>
          <w:rFonts w:ascii="Times New Roman" w:hAnsi="Times New Roman"/>
          <w:sz w:val="28"/>
          <w:szCs w:val="28"/>
        </w:rPr>
        <w:t>ской области и государственных органов Ярославской области.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820895">
        <w:rPr>
          <w:rFonts w:ascii="Times New Roman" w:hAnsi="Times New Roman"/>
          <w:sz w:val="28"/>
          <w:szCs w:val="28"/>
        </w:rPr>
        <w:t xml:space="preserve">. Флаг </w:t>
      </w:r>
      <w:r>
        <w:rPr>
          <w:rFonts w:ascii="Times New Roman" w:hAnsi="Times New Roman"/>
          <w:sz w:val="28"/>
          <w:szCs w:val="28"/>
        </w:rPr>
        <w:t xml:space="preserve">Ярославской области </w:t>
      </w:r>
      <w:r w:rsidRPr="00820895">
        <w:rPr>
          <w:rFonts w:ascii="Times New Roman" w:hAnsi="Times New Roman"/>
          <w:sz w:val="28"/>
          <w:szCs w:val="28"/>
        </w:rPr>
        <w:t xml:space="preserve">вывешивается на зданиях </w:t>
      </w:r>
      <w:r>
        <w:rPr>
          <w:rFonts w:ascii="Times New Roman" w:hAnsi="Times New Roman"/>
          <w:sz w:val="28"/>
          <w:szCs w:val="28"/>
        </w:rPr>
        <w:t xml:space="preserve">(в том числе – жилых домах) </w:t>
      </w:r>
      <w:r w:rsidRPr="00820895">
        <w:rPr>
          <w:rFonts w:ascii="Times New Roman" w:hAnsi="Times New Roman"/>
          <w:sz w:val="28"/>
          <w:szCs w:val="28"/>
        </w:rPr>
        <w:t>либо поднимается на флагштоках (мачтах), расположенных у</w:t>
      </w:r>
      <w:r>
        <w:rPr>
          <w:rFonts w:ascii="Times New Roman" w:hAnsi="Times New Roman"/>
          <w:sz w:val="28"/>
          <w:szCs w:val="28"/>
        </w:rPr>
        <w:t xml:space="preserve"> их фасадов, </w:t>
      </w:r>
      <w:r w:rsidRPr="00820895">
        <w:rPr>
          <w:rFonts w:ascii="Times New Roman" w:hAnsi="Times New Roman"/>
          <w:sz w:val="28"/>
          <w:szCs w:val="28"/>
        </w:rPr>
        <w:t>в дни государственных праздников Российской Федерации и иных праздников в Ярославской области.</w:t>
      </w:r>
    </w:p>
    <w:p w:rsidR="00925FC1" w:rsidRPr="004A3BF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820895">
        <w:rPr>
          <w:rFonts w:ascii="Times New Roman" w:hAnsi="Times New Roman"/>
          <w:sz w:val="28"/>
          <w:szCs w:val="28"/>
        </w:rPr>
        <w:t xml:space="preserve">. Флаг </w:t>
      </w:r>
      <w:r>
        <w:rPr>
          <w:rFonts w:ascii="Times New Roman" w:hAnsi="Times New Roman"/>
          <w:sz w:val="28"/>
          <w:szCs w:val="28"/>
        </w:rPr>
        <w:t xml:space="preserve">Ярославской области </w:t>
      </w:r>
      <w:r w:rsidRPr="00820895">
        <w:rPr>
          <w:rFonts w:ascii="Times New Roman" w:hAnsi="Times New Roman"/>
          <w:sz w:val="28"/>
          <w:szCs w:val="28"/>
        </w:rPr>
        <w:t xml:space="preserve">поднимается (устанавливается) во время официальных церемоний и других торжественных мероприятий, проводимых </w:t>
      </w:r>
      <w:r w:rsidRPr="004A3BF1">
        <w:rPr>
          <w:rFonts w:ascii="Times New Roman" w:hAnsi="Times New Roman"/>
          <w:sz w:val="28"/>
          <w:szCs w:val="28"/>
        </w:rPr>
        <w:t>органами государственной власти Ярославской области, государственными органами Ярославской области и органами местного самоуправления мун</w:t>
      </w:r>
      <w:r w:rsidRPr="004A3BF1">
        <w:rPr>
          <w:rFonts w:ascii="Times New Roman" w:hAnsi="Times New Roman"/>
          <w:sz w:val="28"/>
          <w:szCs w:val="28"/>
        </w:rPr>
        <w:t>и</w:t>
      </w:r>
      <w:r w:rsidRPr="004A3BF1">
        <w:rPr>
          <w:rFonts w:ascii="Times New Roman" w:hAnsi="Times New Roman"/>
          <w:sz w:val="28"/>
          <w:szCs w:val="28"/>
        </w:rPr>
        <w:t>ципальных образований Ярославской области.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5FC1" w:rsidRPr="007C42D4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Статья 12. </w:t>
      </w:r>
      <w:r w:rsidRPr="00C1132E">
        <w:rPr>
          <w:rFonts w:ascii="Times New Roman" w:hAnsi="Times New Roman"/>
          <w:b/>
          <w:sz w:val="28"/>
          <w:szCs w:val="28"/>
        </w:rPr>
        <w:t>Особенности и</w:t>
      </w:r>
      <w:r w:rsidRPr="007C42D4">
        <w:rPr>
          <w:rFonts w:ascii="Times New Roman" w:hAnsi="Times New Roman"/>
          <w:b/>
          <w:sz w:val="28"/>
          <w:szCs w:val="28"/>
        </w:rPr>
        <w:t>спользовани</w:t>
      </w:r>
      <w:r>
        <w:rPr>
          <w:rFonts w:ascii="Times New Roman" w:hAnsi="Times New Roman"/>
          <w:b/>
          <w:sz w:val="28"/>
          <w:szCs w:val="28"/>
        </w:rPr>
        <w:t>я</w:t>
      </w:r>
      <w:r w:rsidRPr="007C42D4">
        <w:rPr>
          <w:rFonts w:ascii="Times New Roman" w:hAnsi="Times New Roman"/>
          <w:b/>
          <w:sz w:val="28"/>
          <w:szCs w:val="28"/>
        </w:rPr>
        <w:t xml:space="preserve"> флага </w:t>
      </w:r>
      <w:r>
        <w:rPr>
          <w:rFonts w:ascii="Times New Roman" w:hAnsi="Times New Roman"/>
          <w:b/>
          <w:sz w:val="28"/>
          <w:szCs w:val="28"/>
        </w:rPr>
        <w:t xml:space="preserve">Ярославской области </w:t>
      </w:r>
      <w:r w:rsidRPr="007C42D4">
        <w:rPr>
          <w:rFonts w:ascii="Times New Roman" w:hAnsi="Times New Roman"/>
          <w:b/>
          <w:sz w:val="28"/>
          <w:szCs w:val="28"/>
        </w:rPr>
        <w:t>в дни траура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895">
        <w:rPr>
          <w:rFonts w:ascii="Times New Roman" w:hAnsi="Times New Roman"/>
          <w:sz w:val="28"/>
          <w:szCs w:val="28"/>
        </w:rPr>
        <w:t xml:space="preserve">В дни траура в верхней части древка флага </w:t>
      </w:r>
      <w:r>
        <w:rPr>
          <w:rFonts w:ascii="Times New Roman" w:hAnsi="Times New Roman"/>
          <w:sz w:val="28"/>
          <w:szCs w:val="28"/>
        </w:rPr>
        <w:t xml:space="preserve">Ярославской области </w:t>
      </w:r>
      <w:r w:rsidRPr="00820895">
        <w:rPr>
          <w:rFonts w:ascii="Times New Roman" w:hAnsi="Times New Roman"/>
          <w:sz w:val="28"/>
          <w:szCs w:val="28"/>
        </w:rPr>
        <w:t>кр</w:t>
      </w:r>
      <w:r w:rsidRPr="00820895">
        <w:rPr>
          <w:rFonts w:ascii="Times New Roman" w:hAnsi="Times New Roman"/>
          <w:sz w:val="28"/>
          <w:szCs w:val="28"/>
        </w:rPr>
        <w:t>е</w:t>
      </w:r>
      <w:r w:rsidRPr="00820895">
        <w:rPr>
          <w:rFonts w:ascii="Times New Roman" w:hAnsi="Times New Roman"/>
          <w:sz w:val="28"/>
          <w:szCs w:val="28"/>
        </w:rPr>
        <w:t>пится черная лента, длина кот</w:t>
      </w:r>
      <w:r>
        <w:rPr>
          <w:rFonts w:ascii="Times New Roman" w:hAnsi="Times New Roman"/>
          <w:sz w:val="28"/>
          <w:szCs w:val="28"/>
        </w:rPr>
        <w:t>орой равна длине его полотнища</w:t>
      </w:r>
      <w:r w:rsidRPr="00820895">
        <w:rPr>
          <w:rFonts w:ascii="Times New Roman" w:hAnsi="Times New Roman"/>
          <w:sz w:val="28"/>
          <w:szCs w:val="28"/>
        </w:rPr>
        <w:t>. Флаг</w:t>
      </w:r>
      <w:r>
        <w:rPr>
          <w:rFonts w:ascii="Times New Roman" w:hAnsi="Times New Roman"/>
          <w:sz w:val="28"/>
          <w:szCs w:val="28"/>
        </w:rPr>
        <w:t xml:space="preserve"> Яр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славской области,</w:t>
      </w:r>
      <w:r w:rsidRPr="00820895">
        <w:rPr>
          <w:rFonts w:ascii="Times New Roman" w:hAnsi="Times New Roman"/>
          <w:sz w:val="28"/>
          <w:szCs w:val="28"/>
        </w:rPr>
        <w:t xml:space="preserve"> поднятый на флагштоке (мачте), приспускается до пол</w:t>
      </w:r>
      <w:r w:rsidRPr="00820895">
        <w:rPr>
          <w:rFonts w:ascii="Times New Roman" w:hAnsi="Times New Roman"/>
          <w:sz w:val="28"/>
          <w:szCs w:val="28"/>
        </w:rPr>
        <w:t>о</w:t>
      </w:r>
      <w:r w:rsidRPr="00820895">
        <w:rPr>
          <w:rFonts w:ascii="Times New Roman" w:hAnsi="Times New Roman"/>
          <w:sz w:val="28"/>
          <w:szCs w:val="28"/>
        </w:rPr>
        <w:t>вины высоты флагштока (мачты).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925FC1" w:rsidRPr="00613480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E405B2">
        <w:rPr>
          <w:rFonts w:ascii="Times New Roman" w:hAnsi="Times New Roman"/>
          <w:sz w:val="28"/>
          <w:szCs w:val="28"/>
        </w:rPr>
        <w:t xml:space="preserve">Статья </w:t>
      </w:r>
      <w:r>
        <w:rPr>
          <w:rFonts w:ascii="Times New Roman" w:hAnsi="Times New Roman"/>
          <w:sz w:val="28"/>
          <w:szCs w:val="28"/>
        </w:rPr>
        <w:t>13</w:t>
      </w:r>
      <w:r w:rsidRPr="00E405B2">
        <w:rPr>
          <w:rFonts w:ascii="Times New Roman" w:hAnsi="Times New Roman"/>
          <w:sz w:val="28"/>
          <w:szCs w:val="28"/>
        </w:rPr>
        <w:t>.</w:t>
      </w:r>
      <w:r w:rsidRPr="00E405B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Правила поднятия (размещения) флага Ярославской о</w:t>
      </w:r>
      <w:r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>ласти с иными флагами</w:t>
      </w:r>
    </w:p>
    <w:p w:rsidR="00925FC1" w:rsidRPr="004A3BF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4A3BF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 w:rsidRPr="004A3BF1">
        <w:rPr>
          <w:rFonts w:ascii="Times New Roman" w:hAnsi="Times New Roman"/>
          <w:sz w:val="28"/>
          <w:szCs w:val="28"/>
        </w:rPr>
        <w:t>о всех случаях подъема (</w:t>
      </w:r>
      <w:r>
        <w:rPr>
          <w:rFonts w:ascii="Times New Roman" w:hAnsi="Times New Roman"/>
          <w:sz w:val="28"/>
          <w:szCs w:val="28"/>
        </w:rPr>
        <w:t>размещения</w:t>
      </w:r>
      <w:r w:rsidRPr="004A3BF1">
        <w:rPr>
          <w:rFonts w:ascii="Times New Roman" w:hAnsi="Times New Roman"/>
          <w:sz w:val="28"/>
          <w:szCs w:val="28"/>
        </w:rPr>
        <w:t>) на территории Ярославской области</w:t>
      </w:r>
      <w:r>
        <w:rPr>
          <w:rFonts w:ascii="Times New Roman" w:hAnsi="Times New Roman"/>
          <w:sz w:val="28"/>
          <w:szCs w:val="28"/>
        </w:rPr>
        <w:t xml:space="preserve"> иных флагов совместно с ними может быть поднят (размещен</w:t>
      </w:r>
      <w:r w:rsidRPr="004A3BF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ф</w:t>
      </w:r>
      <w:r w:rsidRPr="004A3BF1">
        <w:rPr>
          <w:rFonts w:ascii="Times New Roman" w:hAnsi="Times New Roman"/>
          <w:sz w:val="28"/>
          <w:szCs w:val="28"/>
        </w:rPr>
        <w:t>лаг Ярославской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Одновременный</w:t>
      </w:r>
      <w:r w:rsidRPr="008208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подъем </w:t>
      </w:r>
      <w:r w:rsidRPr="00820895">
        <w:rPr>
          <w:rFonts w:ascii="Times New Roman" w:hAnsi="Times New Roman"/>
          <w:sz w:val="28"/>
          <w:szCs w:val="28"/>
        </w:rPr>
        <w:t>(размещение) Государственного флага Ро</w:t>
      </w:r>
      <w:r w:rsidRPr="00820895">
        <w:rPr>
          <w:rFonts w:ascii="Times New Roman" w:hAnsi="Times New Roman"/>
          <w:sz w:val="28"/>
          <w:szCs w:val="28"/>
        </w:rPr>
        <w:t>с</w:t>
      </w:r>
      <w:r w:rsidRPr="00820895">
        <w:rPr>
          <w:rFonts w:ascii="Times New Roman" w:hAnsi="Times New Roman"/>
          <w:sz w:val="28"/>
          <w:szCs w:val="28"/>
        </w:rPr>
        <w:t xml:space="preserve">сийской Федерации и флага </w:t>
      </w:r>
      <w:r>
        <w:rPr>
          <w:rFonts w:ascii="Times New Roman" w:hAnsi="Times New Roman"/>
          <w:sz w:val="28"/>
          <w:szCs w:val="28"/>
        </w:rPr>
        <w:t xml:space="preserve">Ярославской области </w:t>
      </w:r>
      <w:r w:rsidRPr="00820895">
        <w:rPr>
          <w:rFonts w:ascii="Times New Roman" w:hAnsi="Times New Roman"/>
          <w:sz w:val="28"/>
          <w:szCs w:val="28"/>
        </w:rPr>
        <w:t>осуществляется в соотве</w:t>
      </w:r>
      <w:r w:rsidRPr="00820895">
        <w:rPr>
          <w:rFonts w:ascii="Times New Roman" w:hAnsi="Times New Roman"/>
          <w:sz w:val="28"/>
          <w:szCs w:val="28"/>
        </w:rPr>
        <w:t>т</w:t>
      </w:r>
      <w:r w:rsidRPr="00820895">
        <w:rPr>
          <w:rFonts w:ascii="Times New Roman" w:hAnsi="Times New Roman"/>
          <w:sz w:val="28"/>
          <w:szCs w:val="28"/>
        </w:rPr>
        <w:t>ствии с федеральным законодательством.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820895">
        <w:rPr>
          <w:rFonts w:ascii="Times New Roman" w:hAnsi="Times New Roman"/>
          <w:sz w:val="28"/>
          <w:szCs w:val="28"/>
        </w:rPr>
        <w:t>При одновременном под</w:t>
      </w:r>
      <w:r>
        <w:rPr>
          <w:rFonts w:ascii="Times New Roman" w:hAnsi="Times New Roman"/>
          <w:sz w:val="28"/>
          <w:szCs w:val="28"/>
        </w:rPr>
        <w:t>ъеме</w:t>
      </w:r>
      <w:r w:rsidRPr="00820895">
        <w:rPr>
          <w:rFonts w:ascii="Times New Roman" w:hAnsi="Times New Roman"/>
          <w:sz w:val="28"/>
          <w:szCs w:val="28"/>
        </w:rPr>
        <w:t xml:space="preserve"> (размещении) флага </w:t>
      </w:r>
      <w:r>
        <w:rPr>
          <w:rFonts w:ascii="Times New Roman" w:hAnsi="Times New Roman"/>
          <w:sz w:val="28"/>
          <w:szCs w:val="28"/>
        </w:rPr>
        <w:t>Ярославской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ласти </w:t>
      </w:r>
      <w:r w:rsidRPr="00820895">
        <w:rPr>
          <w:rFonts w:ascii="Times New Roman" w:hAnsi="Times New Roman"/>
          <w:sz w:val="28"/>
          <w:szCs w:val="28"/>
        </w:rPr>
        <w:t xml:space="preserve">и флага </w:t>
      </w:r>
      <w:r>
        <w:rPr>
          <w:rFonts w:ascii="Times New Roman" w:hAnsi="Times New Roman"/>
          <w:sz w:val="28"/>
          <w:szCs w:val="28"/>
        </w:rPr>
        <w:t xml:space="preserve">гражданина, </w:t>
      </w:r>
      <w:r w:rsidRPr="00820895">
        <w:rPr>
          <w:rFonts w:ascii="Times New Roman" w:hAnsi="Times New Roman"/>
          <w:sz w:val="28"/>
          <w:szCs w:val="28"/>
        </w:rPr>
        <w:t>организации</w:t>
      </w:r>
      <w:r>
        <w:rPr>
          <w:rFonts w:ascii="Times New Roman" w:hAnsi="Times New Roman"/>
          <w:sz w:val="28"/>
          <w:szCs w:val="28"/>
        </w:rPr>
        <w:t>,</w:t>
      </w:r>
      <w:r w:rsidRPr="00820895">
        <w:rPr>
          <w:rFonts w:ascii="Times New Roman" w:hAnsi="Times New Roman"/>
          <w:sz w:val="28"/>
          <w:szCs w:val="28"/>
        </w:rPr>
        <w:t xml:space="preserve"> общественного объединения</w:t>
      </w:r>
      <w:r>
        <w:rPr>
          <w:rFonts w:ascii="Times New Roman" w:hAnsi="Times New Roman"/>
          <w:sz w:val="28"/>
          <w:szCs w:val="28"/>
        </w:rPr>
        <w:t xml:space="preserve"> либо </w:t>
      </w:r>
      <w:r w:rsidRPr="00820895">
        <w:rPr>
          <w:rFonts w:ascii="Times New Roman" w:hAnsi="Times New Roman"/>
          <w:sz w:val="28"/>
          <w:szCs w:val="28"/>
        </w:rPr>
        <w:t>муниципального образования флаг</w:t>
      </w:r>
      <w:r>
        <w:rPr>
          <w:rFonts w:ascii="Times New Roman" w:hAnsi="Times New Roman"/>
          <w:sz w:val="28"/>
          <w:szCs w:val="28"/>
        </w:rPr>
        <w:t xml:space="preserve"> Ярославской области</w:t>
      </w:r>
      <w:r w:rsidRPr="00820895">
        <w:rPr>
          <w:rFonts w:ascii="Times New Roman" w:hAnsi="Times New Roman"/>
          <w:sz w:val="28"/>
          <w:szCs w:val="28"/>
        </w:rPr>
        <w:t xml:space="preserve"> располагается с л</w:t>
      </w:r>
      <w:r w:rsidRPr="00820895">
        <w:rPr>
          <w:rFonts w:ascii="Times New Roman" w:hAnsi="Times New Roman"/>
          <w:sz w:val="28"/>
          <w:szCs w:val="28"/>
        </w:rPr>
        <w:t>е</w:t>
      </w:r>
      <w:r w:rsidRPr="00820895">
        <w:rPr>
          <w:rFonts w:ascii="Times New Roman" w:hAnsi="Times New Roman"/>
          <w:sz w:val="28"/>
          <w:szCs w:val="28"/>
        </w:rPr>
        <w:t xml:space="preserve">вой стороны от другого флага, если стоять к ним лицом; при одновременном размещении нечетного числа флагов флаг </w:t>
      </w:r>
      <w:r>
        <w:rPr>
          <w:rFonts w:ascii="Times New Roman" w:hAnsi="Times New Roman"/>
          <w:sz w:val="28"/>
          <w:szCs w:val="28"/>
        </w:rPr>
        <w:t xml:space="preserve">Ярославской области </w:t>
      </w:r>
      <w:r w:rsidRPr="00820895">
        <w:rPr>
          <w:rFonts w:ascii="Times New Roman" w:hAnsi="Times New Roman"/>
          <w:sz w:val="28"/>
          <w:szCs w:val="28"/>
        </w:rPr>
        <w:t>располагае</w:t>
      </w:r>
      <w:r w:rsidRPr="00820895">
        <w:rPr>
          <w:rFonts w:ascii="Times New Roman" w:hAnsi="Times New Roman"/>
          <w:sz w:val="28"/>
          <w:szCs w:val="28"/>
        </w:rPr>
        <w:t>т</w:t>
      </w:r>
      <w:r w:rsidRPr="00820895">
        <w:rPr>
          <w:rFonts w:ascii="Times New Roman" w:hAnsi="Times New Roman"/>
          <w:sz w:val="28"/>
          <w:szCs w:val="28"/>
        </w:rPr>
        <w:t xml:space="preserve">ся в центре, а при подъеме (размещении) четного числа флагов (но более двух) </w:t>
      </w:r>
      <w:r>
        <w:rPr>
          <w:rFonts w:ascii="Times New Roman" w:hAnsi="Times New Roman"/>
          <w:sz w:val="28"/>
          <w:szCs w:val="28"/>
        </w:rPr>
        <w:t>–</w:t>
      </w:r>
      <w:r w:rsidRPr="00820895">
        <w:rPr>
          <w:rFonts w:ascii="Times New Roman" w:hAnsi="Times New Roman"/>
          <w:sz w:val="28"/>
          <w:szCs w:val="28"/>
        </w:rPr>
        <w:t xml:space="preserve"> левее центра.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820895">
        <w:rPr>
          <w:rFonts w:ascii="Times New Roman" w:hAnsi="Times New Roman"/>
          <w:sz w:val="28"/>
          <w:szCs w:val="28"/>
        </w:rPr>
        <w:t xml:space="preserve">При одновременном подъеме (размещении) флага </w:t>
      </w:r>
      <w:r>
        <w:rPr>
          <w:rFonts w:ascii="Times New Roman" w:hAnsi="Times New Roman"/>
          <w:sz w:val="28"/>
          <w:szCs w:val="28"/>
        </w:rPr>
        <w:t>Ярославской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ласти </w:t>
      </w:r>
      <w:r w:rsidRPr="00820895">
        <w:rPr>
          <w:rFonts w:ascii="Times New Roman" w:hAnsi="Times New Roman"/>
          <w:sz w:val="28"/>
          <w:szCs w:val="28"/>
        </w:rPr>
        <w:t xml:space="preserve">и флага </w:t>
      </w:r>
      <w:r>
        <w:rPr>
          <w:rFonts w:ascii="Times New Roman" w:hAnsi="Times New Roman"/>
          <w:sz w:val="28"/>
          <w:szCs w:val="28"/>
        </w:rPr>
        <w:t xml:space="preserve">гражданина, </w:t>
      </w:r>
      <w:r w:rsidRPr="00820895">
        <w:rPr>
          <w:rFonts w:ascii="Times New Roman" w:hAnsi="Times New Roman"/>
          <w:sz w:val="28"/>
          <w:szCs w:val="28"/>
        </w:rPr>
        <w:t>организации</w:t>
      </w:r>
      <w:r>
        <w:rPr>
          <w:rFonts w:ascii="Times New Roman" w:hAnsi="Times New Roman"/>
          <w:sz w:val="28"/>
          <w:szCs w:val="28"/>
        </w:rPr>
        <w:t>,</w:t>
      </w:r>
      <w:r w:rsidRPr="00820895">
        <w:rPr>
          <w:rFonts w:ascii="Times New Roman" w:hAnsi="Times New Roman"/>
          <w:sz w:val="28"/>
          <w:szCs w:val="28"/>
        </w:rPr>
        <w:t xml:space="preserve"> общественного объединения</w:t>
      </w:r>
      <w:r>
        <w:rPr>
          <w:rFonts w:ascii="Times New Roman" w:hAnsi="Times New Roman"/>
          <w:sz w:val="28"/>
          <w:szCs w:val="28"/>
        </w:rPr>
        <w:t xml:space="preserve"> либо </w:t>
      </w:r>
      <w:r w:rsidRPr="00820895">
        <w:rPr>
          <w:rFonts w:ascii="Times New Roman" w:hAnsi="Times New Roman"/>
          <w:sz w:val="28"/>
          <w:szCs w:val="28"/>
        </w:rPr>
        <w:t>муниципального образования последний не может превышать размер флага</w:t>
      </w:r>
      <w:r>
        <w:rPr>
          <w:rFonts w:ascii="Times New Roman" w:hAnsi="Times New Roman"/>
          <w:sz w:val="28"/>
          <w:szCs w:val="28"/>
        </w:rPr>
        <w:t xml:space="preserve"> Ярославской области</w:t>
      </w:r>
      <w:r w:rsidRPr="00820895">
        <w:rPr>
          <w:rFonts w:ascii="Times New Roman" w:hAnsi="Times New Roman"/>
          <w:sz w:val="28"/>
          <w:szCs w:val="28"/>
        </w:rPr>
        <w:t xml:space="preserve">, а высота подъема флага </w:t>
      </w:r>
      <w:r>
        <w:rPr>
          <w:rFonts w:ascii="Times New Roman" w:hAnsi="Times New Roman"/>
          <w:sz w:val="28"/>
          <w:szCs w:val="28"/>
        </w:rPr>
        <w:t xml:space="preserve">Ярославской области </w:t>
      </w:r>
      <w:r w:rsidRPr="00820895">
        <w:rPr>
          <w:rFonts w:ascii="Times New Roman" w:hAnsi="Times New Roman"/>
          <w:sz w:val="28"/>
          <w:szCs w:val="28"/>
        </w:rPr>
        <w:t>не может быть меньше высоты подъема других флагов.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5FC1" w:rsidRPr="000C662B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48438C">
        <w:rPr>
          <w:rFonts w:ascii="Times New Roman" w:hAnsi="Times New Roman"/>
          <w:sz w:val="28"/>
          <w:szCs w:val="28"/>
        </w:rPr>
        <w:t>Глава 4.</w:t>
      </w:r>
      <w:r w:rsidRPr="000C662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Ограничения и контроль за использованием официальных символов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</w:p>
    <w:p w:rsidR="00925FC1" w:rsidRPr="00A73D6F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3D6F">
        <w:rPr>
          <w:rFonts w:ascii="Times New Roman" w:hAnsi="Times New Roman"/>
          <w:sz w:val="28"/>
          <w:szCs w:val="28"/>
        </w:rPr>
        <w:t>Статья 1</w:t>
      </w:r>
      <w:r>
        <w:rPr>
          <w:rFonts w:ascii="Times New Roman" w:hAnsi="Times New Roman"/>
          <w:sz w:val="28"/>
          <w:szCs w:val="28"/>
        </w:rPr>
        <w:t>4</w:t>
      </w:r>
      <w:r w:rsidRPr="00A73D6F">
        <w:rPr>
          <w:rFonts w:ascii="Times New Roman" w:hAnsi="Times New Roman"/>
          <w:sz w:val="28"/>
          <w:szCs w:val="28"/>
        </w:rPr>
        <w:t xml:space="preserve">. </w:t>
      </w:r>
      <w:r w:rsidRPr="00A73D6F">
        <w:rPr>
          <w:rFonts w:ascii="Times New Roman" w:hAnsi="Times New Roman"/>
          <w:b/>
          <w:sz w:val="28"/>
          <w:szCs w:val="28"/>
        </w:rPr>
        <w:t>Ограничения использования официальных символов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A73D6F">
        <w:rPr>
          <w:rFonts w:ascii="Times New Roman" w:hAnsi="Times New Roman"/>
          <w:sz w:val="28"/>
          <w:szCs w:val="28"/>
        </w:rPr>
        <w:t>Запрещается использование официальных символов с нарушением требований настоящего Закона, а также надругательство над официальными символами.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47507D">
        <w:rPr>
          <w:rFonts w:ascii="Times New Roman" w:hAnsi="Times New Roman"/>
          <w:sz w:val="28"/>
          <w:szCs w:val="28"/>
        </w:rPr>
        <w:t>Не является искажением или изменением герба Ярославской области создание и использование версий герба, отличных от прилагаемых к насто</w:t>
      </w:r>
      <w:r w:rsidRPr="0047507D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щему Закону</w:t>
      </w:r>
      <w:r w:rsidRPr="0047507D">
        <w:rPr>
          <w:rFonts w:ascii="Times New Roman" w:hAnsi="Times New Roman"/>
          <w:sz w:val="28"/>
          <w:szCs w:val="28"/>
        </w:rPr>
        <w:t>. Все художественные воплощения (стилизации) герба, испо</w:t>
      </w:r>
      <w:r w:rsidRPr="0047507D">
        <w:rPr>
          <w:rFonts w:ascii="Times New Roman" w:hAnsi="Times New Roman"/>
          <w:sz w:val="28"/>
          <w:szCs w:val="28"/>
        </w:rPr>
        <w:t>л</w:t>
      </w:r>
      <w:r w:rsidRPr="0047507D">
        <w:rPr>
          <w:rFonts w:ascii="Times New Roman" w:hAnsi="Times New Roman"/>
          <w:sz w:val="28"/>
          <w:szCs w:val="28"/>
        </w:rPr>
        <w:t>ненные в соответствии с его геральдическим описанием согласно ста</w:t>
      </w:r>
      <w:r>
        <w:rPr>
          <w:rFonts w:ascii="Times New Roman" w:hAnsi="Times New Roman"/>
          <w:sz w:val="28"/>
          <w:szCs w:val="28"/>
        </w:rPr>
        <w:t>тье 3</w:t>
      </w:r>
      <w:r w:rsidRPr="0047507D">
        <w:rPr>
          <w:rFonts w:ascii="Times New Roman" w:hAnsi="Times New Roman"/>
          <w:sz w:val="28"/>
          <w:szCs w:val="28"/>
        </w:rPr>
        <w:t xml:space="preserve"> н</w:t>
      </w:r>
      <w:r w:rsidRPr="0047507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стоящего Закона</w:t>
      </w:r>
      <w:r w:rsidRPr="0047507D">
        <w:rPr>
          <w:rFonts w:ascii="Times New Roman" w:hAnsi="Times New Roman"/>
          <w:sz w:val="28"/>
          <w:szCs w:val="28"/>
        </w:rPr>
        <w:t>, признаются полноправными изображениями герба</w:t>
      </w:r>
      <w:r>
        <w:rPr>
          <w:rFonts w:ascii="Times New Roman" w:hAnsi="Times New Roman"/>
          <w:sz w:val="28"/>
          <w:szCs w:val="28"/>
        </w:rPr>
        <w:t xml:space="preserve"> Яр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славской области</w:t>
      </w:r>
      <w:r w:rsidRPr="0047507D">
        <w:rPr>
          <w:rFonts w:ascii="Times New Roman" w:hAnsi="Times New Roman"/>
          <w:sz w:val="28"/>
          <w:szCs w:val="28"/>
        </w:rPr>
        <w:t>.</w:t>
      </w:r>
    </w:p>
    <w:p w:rsidR="00925FC1" w:rsidRPr="00E72C03" w:rsidRDefault="00925FC1" w:rsidP="00237538">
      <w:pPr>
        <w:pStyle w:val="BodyTextIndent2"/>
        <w:ind w:firstLine="709"/>
        <w:rPr>
          <w:sz w:val="28"/>
          <w:szCs w:val="28"/>
        </w:rPr>
      </w:pPr>
    </w:p>
    <w:p w:rsidR="00925FC1" w:rsidRPr="000C662B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FB345B">
        <w:rPr>
          <w:rFonts w:ascii="Times New Roman" w:hAnsi="Times New Roman"/>
          <w:sz w:val="28"/>
          <w:szCs w:val="28"/>
        </w:rPr>
        <w:t xml:space="preserve">Статья </w:t>
      </w:r>
      <w:r>
        <w:rPr>
          <w:rFonts w:ascii="Times New Roman" w:hAnsi="Times New Roman"/>
          <w:sz w:val="28"/>
          <w:szCs w:val="28"/>
        </w:rPr>
        <w:t>15</w:t>
      </w:r>
      <w:r w:rsidRPr="00FB345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Контроль за использованием официальных символов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20895">
        <w:rPr>
          <w:rFonts w:ascii="Times New Roman" w:hAnsi="Times New Roman"/>
          <w:sz w:val="28"/>
          <w:szCs w:val="28"/>
        </w:rPr>
        <w:t xml:space="preserve">Контроль за надлежащим использованием </w:t>
      </w:r>
      <w:r>
        <w:rPr>
          <w:rFonts w:ascii="Times New Roman" w:hAnsi="Times New Roman"/>
          <w:sz w:val="28"/>
          <w:szCs w:val="28"/>
        </w:rPr>
        <w:t xml:space="preserve">официальных символов и </w:t>
      </w:r>
      <w:r w:rsidRPr="00820895">
        <w:rPr>
          <w:rFonts w:ascii="Times New Roman" w:hAnsi="Times New Roman"/>
          <w:sz w:val="28"/>
          <w:szCs w:val="28"/>
        </w:rPr>
        <w:t>соблюдением установленных ограничений осуществляется специально упо</w:t>
      </w:r>
      <w:r w:rsidRPr="00820895">
        <w:rPr>
          <w:rFonts w:ascii="Times New Roman" w:hAnsi="Times New Roman"/>
          <w:sz w:val="28"/>
          <w:szCs w:val="28"/>
        </w:rPr>
        <w:t>л</w:t>
      </w:r>
      <w:r w:rsidRPr="00820895">
        <w:rPr>
          <w:rFonts w:ascii="Times New Roman" w:hAnsi="Times New Roman"/>
          <w:sz w:val="28"/>
          <w:szCs w:val="28"/>
        </w:rPr>
        <w:t xml:space="preserve">номоченным органом </w:t>
      </w:r>
      <w:r>
        <w:rPr>
          <w:rFonts w:ascii="Times New Roman" w:hAnsi="Times New Roman"/>
          <w:sz w:val="28"/>
          <w:szCs w:val="28"/>
        </w:rPr>
        <w:t xml:space="preserve">исполнительной власти </w:t>
      </w:r>
      <w:r w:rsidRPr="00820895">
        <w:rPr>
          <w:rFonts w:ascii="Times New Roman" w:hAnsi="Times New Roman"/>
          <w:sz w:val="28"/>
          <w:szCs w:val="28"/>
        </w:rPr>
        <w:t xml:space="preserve">в порядке, установленном </w:t>
      </w:r>
      <w:r>
        <w:rPr>
          <w:rFonts w:ascii="Times New Roman" w:hAnsi="Times New Roman"/>
          <w:sz w:val="28"/>
          <w:szCs w:val="28"/>
        </w:rPr>
        <w:t>ук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зом</w:t>
      </w:r>
      <w:r w:rsidRPr="00820895">
        <w:rPr>
          <w:rFonts w:ascii="Times New Roman" w:hAnsi="Times New Roman"/>
          <w:sz w:val="28"/>
          <w:szCs w:val="28"/>
        </w:rPr>
        <w:t xml:space="preserve"> Губернатора Ярославской области.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5FC1" w:rsidRPr="000C662B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b/>
          <w:sz w:val="28"/>
          <w:szCs w:val="28"/>
        </w:rPr>
      </w:pPr>
      <w:r w:rsidRPr="0048438C">
        <w:rPr>
          <w:rFonts w:ascii="Times New Roman" w:hAnsi="Times New Roman"/>
          <w:sz w:val="28"/>
          <w:szCs w:val="28"/>
        </w:rPr>
        <w:t>Глава 5.</w:t>
      </w:r>
      <w:r w:rsidRPr="000C662B">
        <w:rPr>
          <w:rFonts w:ascii="Times New Roman" w:hAnsi="Times New Roman"/>
          <w:b/>
          <w:sz w:val="28"/>
          <w:szCs w:val="28"/>
        </w:rPr>
        <w:t xml:space="preserve"> Заключительные положения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25FC1" w:rsidRPr="00BB45F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09450B">
        <w:rPr>
          <w:rFonts w:ascii="Times New Roman" w:hAnsi="Times New Roman"/>
          <w:sz w:val="28"/>
          <w:szCs w:val="28"/>
        </w:rPr>
        <w:t>Статья 1</w:t>
      </w:r>
      <w:r>
        <w:rPr>
          <w:rFonts w:ascii="Times New Roman" w:hAnsi="Times New Roman"/>
          <w:sz w:val="28"/>
          <w:szCs w:val="28"/>
        </w:rPr>
        <w:t xml:space="preserve">6. </w:t>
      </w:r>
      <w:r w:rsidRPr="00BB45F1">
        <w:rPr>
          <w:rFonts w:ascii="Times New Roman" w:hAnsi="Times New Roman"/>
          <w:b/>
          <w:sz w:val="28"/>
          <w:szCs w:val="28"/>
        </w:rPr>
        <w:t>Вступление в силу</w:t>
      </w:r>
      <w:r w:rsidRPr="00C61A0C">
        <w:rPr>
          <w:rFonts w:ascii="Times New Roman" w:hAnsi="Times New Roman"/>
          <w:b/>
          <w:sz w:val="28"/>
          <w:szCs w:val="28"/>
        </w:rPr>
        <w:t xml:space="preserve"> </w:t>
      </w:r>
      <w:r w:rsidRPr="00BB45F1">
        <w:rPr>
          <w:rFonts w:ascii="Times New Roman" w:hAnsi="Times New Roman"/>
          <w:b/>
          <w:sz w:val="28"/>
          <w:szCs w:val="28"/>
        </w:rPr>
        <w:t>настоящего Закона</w:t>
      </w:r>
    </w:p>
    <w:p w:rsidR="00925FC1" w:rsidRPr="00820895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820895">
        <w:rPr>
          <w:rFonts w:ascii="Times New Roman" w:hAnsi="Times New Roman"/>
          <w:sz w:val="28"/>
          <w:szCs w:val="28"/>
        </w:rPr>
        <w:t xml:space="preserve">Настоящий Закон вступает в силу </w:t>
      </w:r>
      <w:r>
        <w:rPr>
          <w:rFonts w:ascii="Times New Roman" w:hAnsi="Times New Roman"/>
          <w:sz w:val="28"/>
          <w:szCs w:val="28"/>
        </w:rPr>
        <w:t>по истечении 30 дней</w:t>
      </w:r>
      <w:r w:rsidRPr="00820895">
        <w:rPr>
          <w:rFonts w:ascii="Times New Roman" w:hAnsi="Times New Roman"/>
          <w:sz w:val="28"/>
          <w:szCs w:val="28"/>
        </w:rPr>
        <w:t xml:space="preserve"> после дня его официального опубликования.</w:t>
      </w:r>
    </w:p>
    <w:p w:rsidR="00925FC1" w:rsidRPr="00737A6F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37A6F">
        <w:rPr>
          <w:rFonts w:ascii="Times New Roman" w:hAnsi="Times New Roman"/>
          <w:sz w:val="28"/>
          <w:szCs w:val="28"/>
        </w:rPr>
        <w:t>2. До 1 января 2012 года допускается использование органами госуда</w:t>
      </w:r>
      <w:r w:rsidRPr="00737A6F">
        <w:rPr>
          <w:rFonts w:ascii="Times New Roman" w:hAnsi="Times New Roman"/>
          <w:sz w:val="28"/>
          <w:szCs w:val="28"/>
        </w:rPr>
        <w:t>р</w:t>
      </w:r>
      <w:r w:rsidRPr="00737A6F">
        <w:rPr>
          <w:rFonts w:ascii="Times New Roman" w:hAnsi="Times New Roman"/>
          <w:sz w:val="28"/>
          <w:szCs w:val="28"/>
        </w:rPr>
        <w:t>ственной власти Ярославской области и государственными органами Яр</w:t>
      </w:r>
      <w:r w:rsidRPr="00737A6F">
        <w:rPr>
          <w:rFonts w:ascii="Times New Roman" w:hAnsi="Times New Roman"/>
          <w:sz w:val="28"/>
          <w:szCs w:val="28"/>
        </w:rPr>
        <w:t>о</w:t>
      </w:r>
      <w:r w:rsidRPr="00737A6F">
        <w:rPr>
          <w:rFonts w:ascii="Times New Roman" w:hAnsi="Times New Roman"/>
          <w:sz w:val="28"/>
          <w:szCs w:val="28"/>
        </w:rPr>
        <w:t>славской области ранее изготовленных бланков с изображением герба Яр</w:t>
      </w:r>
      <w:r w:rsidRPr="00737A6F">
        <w:rPr>
          <w:rFonts w:ascii="Times New Roman" w:hAnsi="Times New Roman"/>
          <w:sz w:val="28"/>
          <w:szCs w:val="28"/>
        </w:rPr>
        <w:t>о</w:t>
      </w:r>
      <w:r w:rsidRPr="00737A6F">
        <w:rPr>
          <w:rFonts w:ascii="Times New Roman" w:hAnsi="Times New Roman"/>
          <w:sz w:val="28"/>
          <w:szCs w:val="28"/>
        </w:rPr>
        <w:t>славской области.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925FC1" w:rsidRPr="000C662B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BB45F1">
        <w:rPr>
          <w:rFonts w:ascii="Times New Roman" w:hAnsi="Times New Roman"/>
          <w:sz w:val="28"/>
          <w:szCs w:val="28"/>
        </w:rPr>
        <w:t xml:space="preserve">Статья </w:t>
      </w:r>
      <w:r>
        <w:rPr>
          <w:rFonts w:ascii="Times New Roman" w:hAnsi="Times New Roman"/>
          <w:sz w:val="28"/>
          <w:szCs w:val="28"/>
        </w:rPr>
        <w:t>17</w:t>
      </w:r>
      <w:r w:rsidRPr="00BB45F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Признание утратившими силу законов Ярославской о</w:t>
      </w:r>
      <w:r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 xml:space="preserve">ласти 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 дня вступления в силу настоящего Закона признать утратившими силу: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Закон Ярославской области от 07.03.2001 № 17-з «О гербе и флаге Ярославской области» (Губернские вести, 2001, 13 марта, № 19);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Закон Ярославской области от 03.07.2002 № 55-з «О внесении изм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нений и дополнений в Закон Ярославской области «О гербе и флаге Яросла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ской области» (Губернские вести, 2002, 9 июля, № 39);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Закон Ярославской области от 05.06.2008 № 22-з «О внесении изм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нений в Закон Ярославской области «О гербе и флаге Ярославской области» (Губернские вести, 2008, 7 июня, № 44);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Закон Ярославской области от 08.12.2008 № 64-з «О внесении изм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нения в статью 5</w:t>
      </w:r>
      <w:r w:rsidRPr="003B0D58">
        <w:rPr>
          <w:rFonts w:ascii="Times New Roman" w:hAnsi="Times New Roman"/>
          <w:sz w:val="28"/>
          <w:szCs w:val="28"/>
          <w:vertAlign w:val="superscript"/>
        </w:rPr>
        <w:t>5</w:t>
      </w:r>
      <w:r>
        <w:rPr>
          <w:rFonts w:ascii="Times New Roman" w:hAnsi="Times New Roman"/>
          <w:sz w:val="28"/>
          <w:szCs w:val="28"/>
        </w:rPr>
        <w:t xml:space="preserve"> Закона Ярославской области «О гербе и флаге Ярославской области» (Губернские вести, 2008, 11 декабря, № 111);</w:t>
      </w:r>
    </w:p>
    <w:p w:rsidR="00925FC1" w:rsidRDefault="00925FC1" w:rsidP="002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Закон Ярославской области от 09.07.2009 № 44-з «О внесении изм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нений в Закон Ярославской области «О гербе и флаге Ярославской области» (Губернские вести, 2009, 13 июля, № 61).</w:t>
      </w:r>
    </w:p>
    <w:p w:rsidR="00925FC1" w:rsidRDefault="00925FC1" w:rsidP="005B04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25FC1" w:rsidRDefault="00925FC1" w:rsidP="005B04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25FC1" w:rsidRDefault="00925FC1" w:rsidP="005B04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25FC1" w:rsidRDefault="00925FC1" w:rsidP="005B04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25FC1" w:rsidRPr="006B24D0" w:rsidRDefault="00925FC1" w:rsidP="006B24D0">
      <w:pPr>
        <w:pStyle w:val="Heading2"/>
        <w:spacing w:before="0" w:line="240" w:lineRule="auto"/>
        <w:rPr>
          <w:rFonts w:ascii="Times New Roman" w:hAnsi="Times New Roman"/>
          <w:b w:val="0"/>
          <w:color w:val="auto"/>
          <w:sz w:val="28"/>
          <w:szCs w:val="28"/>
        </w:rPr>
      </w:pPr>
      <w:r w:rsidRPr="006B24D0">
        <w:rPr>
          <w:rFonts w:ascii="Times New Roman" w:hAnsi="Times New Roman"/>
          <w:b w:val="0"/>
          <w:color w:val="auto"/>
          <w:sz w:val="28"/>
          <w:szCs w:val="28"/>
        </w:rPr>
        <w:t>Губернатор</w:t>
      </w:r>
    </w:p>
    <w:p w:rsidR="00925FC1" w:rsidRPr="006B24D0" w:rsidRDefault="00925FC1" w:rsidP="006B24D0">
      <w:pPr>
        <w:pStyle w:val="Heading2"/>
        <w:tabs>
          <w:tab w:val="left" w:pos="7513"/>
        </w:tabs>
        <w:spacing w:before="0" w:line="240" w:lineRule="auto"/>
        <w:rPr>
          <w:rFonts w:ascii="Times New Roman" w:hAnsi="Times New Roman"/>
          <w:b w:val="0"/>
          <w:color w:val="auto"/>
          <w:sz w:val="28"/>
          <w:szCs w:val="28"/>
        </w:rPr>
      </w:pPr>
      <w:r w:rsidRPr="006B24D0">
        <w:rPr>
          <w:rFonts w:ascii="Times New Roman" w:hAnsi="Times New Roman"/>
          <w:b w:val="0"/>
          <w:color w:val="auto"/>
          <w:sz w:val="28"/>
          <w:szCs w:val="28"/>
        </w:rPr>
        <w:t>Ярославской области</w:t>
      </w:r>
      <w:r w:rsidRPr="006B24D0">
        <w:rPr>
          <w:rFonts w:ascii="Times New Roman" w:hAnsi="Times New Roman"/>
          <w:b w:val="0"/>
          <w:color w:val="auto"/>
          <w:sz w:val="28"/>
          <w:szCs w:val="28"/>
        </w:rPr>
        <w:tab/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6B24D0">
        <w:rPr>
          <w:rFonts w:ascii="Times New Roman" w:hAnsi="Times New Roman"/>
          <w:b w:val="0"/>
          <w:color w:val="auto"/>
          <w:sz w:val="28"/>
          <w:szCs w:val="28"/>
        </w:rPr>
        <w:t>С.А. Вахруков</w:t>
      </w:r>
    </w:p>
    <w:p w:rsidR="00925FC1" w:rsidRPr="00237538" w:rsidRDefault="00925FC1" w:rsidP="006B24D0">
      <w:pPr>
        <w:pStyle w:val="Heading2"/>
        <w:spacing w:before="0" w:line="240" w:lineRule="auto"/>
        <w:rPr>
          <w:rFonts w:ascii="Times New Roman" w:hAnsi="Times New Roman"/>
          <w:b w:val="0"/>
          <w:color w:val="auto"/>
          <w:sz w:val="32"/>
          <w:szCs w:val="32"/>
        </w:rPr>
      </w:pPr>
    </w:p>
    <w:p w:rsidR="00925FC1" w:rsidRPr="006B24D0" w:rsidRDefault="00925FC1" w:rsidP="006B24D0">
      <w:pPr>
        <w:pStyle w:val="Heading2"/>
        <w:spacing w:before="0" w:line="240" w:lineRule="auto"/>
        <w:rPr>
          <w:rFonts w:ascii="Times New Roman" w:hAnsi="Times New Roman"/>
          <w:b w:val="0"/>
          <w:color w:val="auto"/>
          <w:sz w:val="28"/>
          <w:szCs w:val="28"/>
        </w:rPr>
      </w:pPr>
      <w:r w:rsidRPr="006B24D0">
        <w:rPr>
          <w:rFonts w:ascii="Times New Roman" w:hAnsi="Times New Roman"/>
          <w:b w:val="0"/>
          <w:color w:val="auto"/>
          <w:sz w:val="28"/>
          <w:szCs w:val="28"/>
        </w:rPr>
        <w:t>«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30 </w:t>
      </w:r>
      <w:r w:rsidRPr="006B24D0">
        <w:rPr>
          <w:rFonts w:ascii="Times New Roman" w:hAnsi="Times New Roman"/>
          <w:b w:val="0"/>
          <w:color w:val="auto"/>
          <w:sz w:val="28"/>
          <w:szCs w:val="28"/>
        </w:rPr>
        <w:t>»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июня </w:t>
      </w:r>
      <w:smartTag w:uri="urn:schemas-microsoft-com:office:smarttags" w:element="metricconverter">
        <w:smartTagPr>
          <w:attr w:name="ProductID" w:val="2011 г"/>
        </w:smartTagPr>
        <w:r w:rsidRPr="006B24D0">
          <w:rPr>
            <w:rFonts w:ascii="Times New Roman" w:hAnsi="Times New Roman"/>
            <w:b w:val="0"/>
            <w:color w:val="auto"/>
            <w:sz w:val="28"/>
            <w:szCs w:val="28"/>
          </w:rPr>
          <w:t>20</w:t>
        </w:r>
        <w:r>
          <w:rPr>
            <w:rFonts w:ascii="Times New Roman" w:hAnsi="Times New Roman"/>
            <w:b w:val="0"/>
            <w:color w:val="auto"/>
            <w:sz w:val="28"/>
            <w:szCs w:val="28"/>
          </w:rPr>
          <w:t>11</w:t>
        </w:r>
        <w:r w:rsidRPr="006B24D0">
          <w:rPr>
            <w:rFonts w:ascii="Times New Roman" w:hAnsi="Times New Roman"/>
            <w:b w:val="0"/>
            <w:color w:val="auto"/>
            <w:sz w:val="28"/>
            <w:szCs w:val="28"/>
          </w:rPr>
          <w:t xml:space="preserve"> г</w:t>
        </w:r>
      </w:smartTag>
      <w:r w:rsidRPr="006B24D0">
        <w:rPr>
          <w:rFonts w:ascii="Times New Roman" w:hAnsi="Times New Roman"/>
          <w:b w:val="0"/>
          <w:color w:val="auto"/>
          <w:sz w:val="28"/>
          <w:szCs w:val="28"/>
        </w:rPr>
        <w:t>.</w:t>
      </w:r>
    </w:p>
    <w:p w:rsidR="00925FC1" w:rsidRPr="00237538" w:rsidRDefault="00925FC1" w:rsidP="006B24D0">
      <w:pPr>
        <w:pStyle w:val="Heading2"/>
        <w:spacing w:before="0" w:line="240" w:lineRule="auto"/>
        <w:rPr>
          <w:rFonts w:ascii="Times New Roman" w:hAnsi="Times New Roman"/>
          <w:b w:val="0"/>
          <w:color w:val="auto"/>
          <w:sz w:val="32"/>
          <w:szCs w:val="32"/>
        </w:rPr>
      </w:pPr>
    </w:p>
    <w:p w:rsidR="00925FC1" w:rsidRPr="006B24D0" w:rsidRDefault="00925FC1" w:rsidP="00FB2A72">
      <w:pPr>
        <w:pStyle w:val="Heading2"/>
        <w:spacing w:before="0" w:line="240" w:lineRule="auto"/>
        <w:rPr>
          <w:rFonts w:ascii="Times New Roman" w:hAnsi="Times New Roman"/>
          <w:sz w:val="28"/>
          <w:szCs w:val="28"/>
        </w:rPr>
      </w:pPr>
      <w:r w:rsidRPr="006B24D0">
        <w:rPr>
          <w:rFonts w:ascii="Times New Roman" w:hAnsi="Times New Roman"/>
          <w:b w:val="0"/>
          <w:color w:val="auto"/>
          <w:sz w:val="28"/>
          <w:szCs w:val="28"/>
        </w:rPr>
        <w:t>№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20-з</w:t>
      </w:r>
    </w:p>
    <w:sectPr w:rsidR="00925FC1" w:rsidRPr="006B24D0" w:rsidSect="00237538">
      <w:headerReference w:type="even" r:id="rId7"/>
      <w:headerReference w:type="default" r:id="rId8"/>
      <w:pgSz w:w="11906" w:h="16838" w:code="9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FC1" w:rsidRDefault="00925FC1" w:rsidP="004565CD">
      <w:pPr>
        <w:spacing w:after="0" w:line="240" w:lineRule="auto"/>
      </w:pPr>
      <w:r>
        <w:separator/>
      </w:r>
    </w:p>
  </w:endnote>
  <w:endnote w:type="continuationSeparator" w:id="0">
    <w:p w:rsidR="00925FC1" w:rsidRDefault="00925FC1" w:rsidP="00456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FC1" w:rsidRDefault="00925FC1" w:rsidP="004565CD">
      <w:pPr>
        <w:spacing w:after="0" w:line="240" w:lineRule="auto"/>
      </w:pPr>
      <w:r>
        <w:separator/>
      </w:r>
    </w:p>
  </w:footnote>
  <w:footnote w:type="continuationSeparator" w:id="0">
    <w:p w:rsidR="00925FC1" w:rsidRDefault="00925FC1" w:rsidP="00456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FC1" w:rsidRDefault="00925FC1" w:rsidP="00350E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25FC1" w:rsidRDefault="00925FC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FC1" w:rsidRPr="00237538" w:rsidRDefault="00925FC1" w:rsidP="00350E33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sz w:val="24"/>
        <w:szCs w:val="24"/>
      </w:rPr>
    </w:pPr>
    <w:r w:rsidRPr="00237538">
      <w:rPr>
        <w:rStyle w:val="PageNumber"/>
        <w:rFonts w:ascii="Times New Roman" w:hAnsi="Times New Roman"/>
        <w:sz w:val="24"/>
        <w:szCs w:val="24"/>
      </w:rPr>
      <w:fldChar w:fldCharType="begin"/>
    </w:r>
    <w:r w:rsidRPr="00237538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237538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5</w:t>
    </w:r>
    <w:r w:rsidRPr="00237538">
      <w:rPr>
        <w:rStyle w:val="PageNumber"/>
        <w:rFonts w:ascii="Times New Roman" w:hAnsi="Times New Roman"/>
        <w:sz w:val="24"/>
        <w:szCs w:val="24"/>
      </w:rPr>
      <w:fldChar w:fldCharType="end"/>
    </w:r>
  </w:p>
  <w:p w:rsidR="00925FC1" w:rsidRDefault="00925FC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CAC83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B06A4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24A7E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78CA4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AB807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49E79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3F605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9A4A7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06F3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C0E75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4140FD0"/>
    <w:multiLevelType w:val="hybridMultilevel"/>
    <w:tmpl w:val="D7661B66"/>
    <w:lvl w:ilvl="0" w:tplc="5412C4C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4774"/>
    <w:rsid w:val="0000335D"/>
    <w:rsid w:val="00003B4A"/>
    <w:rsid w:val="00005446"/>
    <w:rsid w:val="00010AE2"/>
    <w:rsid w:val="00011585"/>
    <w:rsid w:val="0001275A"/>
    <w:rsid w:val="0001609E"/>
    <w:rsid w:val="00016AE5"/>
    <w:rsid w:val="000209F8"/>
    <w:rsid w:val="00025EF1"/>
    <w:rsid w:val="00026EBE"/>
    <w:rsid w:val="0003093F"/>
    <w:rsid w:val="00030B56"/>
    <w:rsid w:val="000318AB"/>
    <w:rsid w:val="00035941"/>
    <w:rsid w:val="00037B5C"/>
    <w:rsid w:val="00041178"/>
    <w:rsid w:val="00041F4E"/>
    <w:rsid w:val="0004250E"/>
    <w:rsid w:val="00042A0C"/>
    <w:rsid w:val="00043032"/>
    <w:rsid w:val="00045B13"/>
    <w:rsid w:val="0005093D"/>
    <w:rsid w:val="000577A9"/>
    <w:rsid w:val="00062982"/>
    <w:rsid w:val="00065C4D"/>
    <w:rsid w:val="0006670B"/>
    <w:rsid w:val="0006733F"/>
    <w:rsid w:val="00067EE9"/>
    <w:rsid w:val="0007015F"/>
    <w:rsid w:val="00070905"/>
    <w:rsid w:val="00070C9A"/>
    <w:rsid w:val="000739D4"/>
    <w:rsid w:val="000749A6"/>
    <w:rsid w:val="00074D47"/>
    <w:rsid w:val="000752B9"/>
    <w:rsid w:val="00075FD6"/>
    <w:rsid w:val="000760A6"/>
    <w:rsid w:val="00081226"/>
    <w:rsid w:val="00083AC9"/>
    <w:rsid w:val="00084F41"/>
    <w:rsid w:val="00085260"/>
    <w:rsid w:val="0009450B"/>
    <w:rsid w:val="00095807"/>
    <w:rsid w:val="00096045"/>
    <w:rsid w:val="000A37A4"/>
    <w:rsid w:val="000B3931"/>
    <w:rsid w:val="000B5B4F"/>
    <w:rsid w:val="000B77AD"/>
    <w:rsid w:val="000C02D4"/>
    <w:rsid w:val="000C2BF9"/>
    <w:rsid w:val="000C3367"/>
    <w:rsid w:val="000C4A8E"/>
    <w:rsid w:val="000C4BFE"/>
    <w:rsid w:val="000C5B23"/>
    <w:rsid w:val="000C662B"/>
    <w:rsid w:val="000C6AE4"/>
    <w:rsid w:val="000C7B8A"/>
    <w:rsid w:val="000D5EE1"/>
    <w:rsid w:val="000D6B5C"/>
    <w:rsid w:val="000D6CF0"/>
    <w:rsid w:val="000E0EA3"/>
    <w:rsid w:val="000E38CE"/>
    <w:rsid w:val="000F3A32"/>
    <w:rsid w:val="000F5B47"/>
    <w:rsid w:val="000F6594"/>
    <w:rsid w:val="000F78F9"/>
    <w:rsid w:val="00102EE3"/>
    <w:rsid w:val="00103328"/>
    <w:rsid w:val="0011039A"/>
    <w:rsid w:val="0011373E"/>
    <w:rsid w:val="0011516C"/>
    <w:rsid w:val="00115FB4"/>
    <w:rsid w:val="0012216C"/>
    <w:rsid w:val="00122D51"/>
    <w:rsid w:val="0012380A"/>
    <w:rsid w:val="00124614"/>
    <w:rsid w:val="001303F8"/>
    <w:rsid w:val="00131202"/>
    <w:rsid w:val="0013123C"/>
    <w:rsid w:val="00131E62"/>
    <w:rsid w:val="00135928"/>
    <w:rsid w:val="00135F25"/>
    <w:rsid w:val="00136B81"/>
    <w:rsid w:val="00137C6D"/>
    <w:rsid w:val="00142E39"/>
    <w:rsid w:val="00145A77"/>
    <w:rsid w:val="00146D70"/>
    <w:rsid w:val="00147912"/>
    <w:rsid w:val="00147FC3"/>
    <w:rsid w:val="001507EE"/>
    <w:rsid w:val="001513A8"/>
    <w:rsid w:val="0015459F"/>
    <w:rsid w:val="00154A95"/>
    <w:rsid w:val="001575B5"/>
    <w:rsid w:val="0016126F"/>
    <w:rsid w:val="001626F4"/>
    <w:rsid w:val="00164BB8"/>
    <w:rsid w:val="00165D8E"/>
    <w:rsid w:val="00166128"/>
    <w:rsid w:val="001728BC"/>
    <w:rsid w:val="00176690"/>
    <w:rsid w:val="00180960"/>
    <w:rsid w:val="0018146D"/>
    <w:rsid w:val="00183572"/>
    <w:rsid w:val="001914B6"/>
    <w:rsid w:val="00191FA7"/>
    <w:rsid w:val="00193F65"/>
    <w:rsid w:val="001A5223"/>
    <w:rsid w:val="001A6663"/>
    <w:rsid w:val="001B12C1"/>
    <w:rsid w:val="001B194C"/>
    <w:rsid w:val="001B6CD2"/>
    <w:rsid w:val="001C3EC7"/>
    <w:rsid w:val="001C7072"/>
    <w:rsid w:val="001C7B7F"/>
    <w:rsid w:val="001D0CAC"/>
    <w:rsid w:val="001D1A15"/>
    <w:rsid w:val="001D2545"/>
    <w:rsid w:val="001D25B7"/>
    <w:rsid w:val="001D40EF"/>
    <w:rsid w:val="001D5106"/>
    <w:rsid w:val="001D6521"/>
    <w:rsid w:val="001D6B83"/>
    <w:rsid w:val="001D6D96"/>
    <w:rsid w:val="001D7397"/>
    <w:rsid w:val="001D76AC"/>
    <w:rsid w:val="001E0721"/>
    <w:rsid w:val="001E0BCA"/>
    <w:rsid w:val="001E2447"/>
    <w:rsid w:val="001E3F76"/>
    <w:rsid w:val="001E4736"/>
    <w:rsid w:val="001F55E9"/>
    <w:rsid w:val="001F58B5"/>
    <w:rsid w:val="001F5B26"/>
    <w:rsid w:val="001F6685"/>
    <w:rsid w:val="00201E98"/>
    <w:rsid w:val="0020236E"/>
    <w:rsid w:val="00204CBB"/>
    <w:rsid w:val="00205CBD"/>
    <w:rsid w:val="00211146"/>
    <w:rsid w:val="00212A8E"/>
    <w:rsid w:val="002150A0"/>
    <w:rsid w:val="00215247"/>
    <w:rsid w:val="002212CB"/>
    <w:rsid w:val="00224026"/>
    <w:rsid w:val="002244BE"/>
    <w:rsid w:val="002256E5"/>
    <w:rsid w:val="00226118"/>
    <w:rsid w:val="00230E73"/>
    <w:rsid w:val="002357F3"/>
    <w:rsid w:val="00237538"/>
    <w:rsid w:val="00237C53"/>
    <w:rsid w:val="00237C54"/>
    <w:rsid w:val="002406B8"/>
    <w:rsid w:val="002432DC"/>
    <w:rsid w:val="00243F48"/>
    <w:rsid w:val="00246568"/>
    <w:rsid w:val="00250AE8"/>
    <w:rsid w:val="00253715"/>
    <w:rsid w:val="00254D2D"/>
    <w:rsid w:val="00257F37"/>
    <w:rsid w:val="0026050C"/>
    <w:rsid w:val="002620E9"/>
    <w:rsid w:val="00262F81"/>
    <w:rsid w:val="00263BD5"/>
    <w:rsid w:val="00263DBC"/>
    <w:rsid w:val="00264054"/>
    <w:rsid w:val="00265333"/>
    <w:rsid w:val="002663E5"/>
    <w:rsid w:val="00270F83"/>
    <w:rsid w:val="00271993"/>
    <w:rsid w:val="0027558E"/>
    <w:rsid w:val="0028116A"/>
    <w:rsid w:val="002826AC"/>
    <w:rsid w:val="00286FD1"/>
    <w:rsid w:val="00287CCA"/>
    <w:rsid w:val="0029241C"/>
    <w:rsid w:val="0029269D"/>
    <w:rsid w:val="002926E7"/>
    <w:rsid w:val="0029544A"/>
    <w:rsid w:val="00296620"/>
    <w:rsid w:val="00296C7C"/>
    <w:rsid w:val="00296F88"/>
    <w:rsid w:val="00297098"/>
    <w:rsid w:val="00297785"/>
    <w:rsid w:val="002A114D"/>
    <w:rsid w:val="002A1EB8"/>
    <w:rsid w:val="002A2FE5"/>
    <w:rsid w:val="002A59CF"/>
    <w:rsid w:val="002B143D"/>
    <w:rsid w:val="002B2EDB"/>
    <w:rsid w:val="002B5DEE"/>
    <w:rsid w:val="002B7C64"/>
    <w:rsid w:val="002C296A"/>
    <w:rsid w:val="002C2987"/>
    <w:rsid w:val="002D0BFB"/>
    <w:rsid w:val="002D2786"/>
    <w:rsid w:val="002D3A6C"/>
    <w:rsid w:val="002D6F90"/>
    <w:rsid w:val="002E1EA8"/>
    <w:rsid w:val="002E5437"/>
    <w:rsid w:val="002E601C"/>
    <w:rsid w:val="002E6C69"/>
    <w:rsid w:val="002E6DD5"/>
    <w:rsid w:val="002F02AF"/>
    <w:rsid w:val="002F0F46"/>
    <w:rsid w:val="002F22EC"/>
    <w:rsid w:val="00301948"/>
    <w:rsid w:val="00303312"/>
    <w:rsid w:val="00303D0E"/>
    <w:rsid w:val="0030400D"/>
    <w:rsid w:val="003068C3"/>
    <w:rsid w:val="0031027F"/>
    <w:rsid w:val="003103BD"/>
    <w:rsid w:val="00312A4D"/>
    <w:rsid w:val="0031420C"/>
    <w:rsid w:val="00316877"/>
    <w:rsid w:val="00316C57"/>
    <w:rsid w:val="00321AF8"/>
    <w:rsid w:val="00323226"/>
    <w:rsid w:val="00324A34"/>
    <w:rsid w:val="003279C6"/>
    <w:rsid w:val="00327C3E"/>
    <w:rsid w:val="00327C83"/>
    <w:rsid w:val="003304D2"/>
    <w:rsid w:val="003316AE"/>
    <w:rsid w:val="003325FF"/>
    <w:rsid w:val="00333122"/>
    <w:rsid w:val="00334BC2"/>
    <w:rsid w:val="00340701"/>
    <w:rsid w:val="003408AD"/>
    <w:rsid w:val="00344FC3"/>
    <w:rsid w:val="0034629D"/>
    <w:rsid w:val="0034666A"/>
    <w:rsid w:val="00350B92"/>
    <w:rsid w:val="00350E33"/>
    <w:rsid w:val="00362B5D"/>
    <w:rsid w:val="0036558A"/>
    <w:rsid w:val="00365D6F"/>
    <w:rsid w:val="003675D9"/>
    <w:rsid w:val="00374962"/>
    <w:rsid w:val="00374DFF"/>
    <w:rsid w:val="00376E41"/>
    <w:rsid w:val="003870B4"/>
    <w:rsid w:val="00387CC5"/>
    <w:rsid w:val="003907DC"/>
    <w:rsid w:val="00390D61"/>
    <w:rsid w:val="00390E1E"/>
    <w:rsid w:val="003917F7"/>
    <w:rsid w:val="0039210E"/>
    <w:rsid w:val="003936AA"/>
    <w:rsid w:val="003A0E34"/>
    <w:rsid w:val="003A22F8"/>
    <w:rsid w:val="003A35FC"/>
    <w:rsid w:val="003B0D58"/>
    <w:rsid w:val="003B0ECD"/>
    <w:rsid w:val="003B10A4"/>
    <w:rsid w:val="003B3F8D"/>
    <w:rsid w:val="003B5366"/>
    <w:rsid w:val="003C0EFC"/>
    <w:rsid w:val="003C1CE1"/>
    <w:rsid w:val="003C385F"/>
    <w:rsid w:val="003C5687"/>
    <w:rsid w:val="003C5EE2"/>
    <w:rsid w:val="003D4F9F"/>
    <w:rsid w:val="003D6114"/>
    <w:rsid w:val="003D6EA6"/>
    <w:rsid w:val="003D795A"/>
    <w:rsid w:val="003D7A96"/>
    <w:rsid w:val="003E1BA9"/>
    <w:rsid w:val="003E664E"/>
    <w:rsid w:val="003E6B59"/>
    <w:rsid w:val="003E6F5A"/>
    <w:rsid w:val="003F17F0"/>
    <w:rsid w:val="003F2A4D"/>
    <w:rsid w:val="003F4F43"/>
    <w:rsid w:val="003F5CB2"/>
    <w:rsid w:val="003F62E9"/>
    <w:rsid w:val="003F6A0D"/>
    <w:rsid w:val="0040294B"/>
    <w:rsid w:val="004036AA"/>
    <w:rsid w:val="00405198"/>
    <w:rsid w:val="004063D1"/>
    <w:rsid w:val="00406587"/>
    <w:rsid w:val="00407B7B"/>
    <w:rsid w:val="0041068B"/>
    <w:rsid w:val="00412585"/>
    <w:rsid w:val="00413DAC"/>
    <w:rsid w:val="00414180"/>
    <w:rsid w:val="00415A38"/>
    <w:rsid w:val="0041609C"/>
    <w:rsid w:val="004175FF"/>
    <w:rsid w:val="00417E53"/>
    <w:rsid w:val="00417E5A"/>
    <w:rsid w:val="00425C98"/>
    <w:rsid w:val="00426DFB"/>
    <w:rsid w:val="004328EF"/>
    <w:rsid w:val="00433A1C"/>
    <w:rsid w:val="00433C6B"/>
    <w:rsid w:val="00433EE8"/>
    <w:rsid w:val="0044056F"/>
    <w:rsid w:val="00440982"/>
    <w:rsid w:val="0044110C"/>
    <w:rsid w:val="0044629A"/>
    <w:rsid w:val="004465D0"/>
    <w:rsid w:val="00446612"/>
    <w:rsid w:val="00447925"/>
    <w:rsid w:val="00447F14"/>
    <w:rsid w:val="00454F7C"/>
    <w:rsid w:val="00455757"/>
    <w:rsid w:val="004565CD"/>
    <w:rsid w:val="00457877"/>
    <w:rsid w:val="0046143A"/>
    <w:rsid w:val="00463770"/>
    <w:rsid w:val="00470410"/>
    <w:rsid w:val="00471720"/>
    <w:rsid w:val="00473546"/>
    <w:rsid w:val="0047507D"/>
    <w:rsid w:val="00475844"/>
    <w:rsid w:val="00477B3A"/>
    <w:rsid w:val="00480B05"/>
    <w:rsid w:val="0048438C"/>
    <w:rsid w:val="00491715"/>
    <w:rsid w:val="004930B6"/>
    <w:rsid w:val="00493AED"/>
    <w:rsid w:val="004954DD"/>
    <w:rsid w:val="00495AC9"/>
    <w:rsid w:val="00497A89"/>
    <w:rsid w:val="004A1D02"/>
    <w:rsid w:val="004A1D5C"/>
    <w:rsid w:val="004A2D4A"/>
    <w:rsid w:val="004A3BF1"/>
    <w:rsid w:val="004B08D3"/>
    <w:rsid w:val="004B3076"/>
    <w:rsid w:val="004B5B43"/>
    <w:rsid w:val="004B6FF6"/>
    <w:rsid w:val="004B7B31"/>
    <w:rsid w:val="004B7F78"/>
    <w:rsid w:val="004C0962"/>
    <w:rsid w:val="004C1394"/>
    <w:rsid w:val="004C3B75"/>
    <w:rsid w:val="004C44F8"/>
    <w:rsid w:val="004D220E"/>
    <w:rsid w:val="004D44D1"/>
    <w:rsid w:val="004D6565"/>
    <w:rsid w:val="004D66C3"/>
    <w:rsid w:val="004D7D11"/>
    <w:rsid w:val="004E1DB2"/>
    <w:rsid w:val="004E76C4"/>
    <w:rsid w:val="004F09F2"/>
    <w:rsid w:val="004F4C2B"/>
    <w:rsid w:val="004F70F0"/>
    <w:rsid w:val="004F71D9"/>
    <w:rsid w:val="005021C0"/>
    <w:rsid w:val="0050255F"/>
    <w:rsid w:val="00503197"/>
    <w:rsid w:val="00505013"/>
    <w:rsid w:val="00510DE0"/>
    <w:rsid w:val="00512CC6"/>
    <w:rsid w:val="00513024"/>
    <w:rsid w:val="0051668C"/>
    <w:rsid w:val="00516935"/>
    <w:rsid w:val="005224CC"/>
    <w:rsid w:val="00522745"/>
    <w:rsid w:val="0052283A"/>
    <w:rsid w:val="00523865"/>
    <w:rsid w:val="0052473F"/>
    <w:rsid w:val="00525C2C"/>
    <w:rsid w:val="00525DD9"/>
    <w:rsid w:val="00526B04"/>
    <w:rsid w:val="00527543"/>
    <w:rsid w:val="00530B2C"/>
    <w:rsid w:val="00531AAB"/>
    <w:rsid w:val="00532EED"/>
    <w:rsid w:val="0054061C"/>
    <w:rsid w:val="00543E37"/>
    <w:rsid w:val="0054459D"/>
    <w:rsid w:val="00544865"/>
    <w:rsid w:val="005566EE"/>
    <w:rsid w:val="005568F8"/>
    <w:rsid w:val="00562649"/>
    <w:rsid w:val="0056272E"/>
    <w:rsid w:val="005636FE"/>
    <w:rsid w:val="00564572"/>
    <w:rsid w:val="00564D52"/>
    <w:rsid w:val="00567D0A"/>
    <w:rsid w:val="005705BB"/>
    <w:rsid w:val="00575D9C"/>
    <w:rsid w:val="00580E35"/>
    <w:rsid w:val="0058453F"/>
    <w:rsid w:val="00586E55"/>
    <w:rsid w:val="005877C6"/>
    <w:rsid w:val="00597BC7"/>
    <w:rsid w:val="005A11E8"/>
    <w:rsid w:val="005A2EB6"/>
    <w:rsid w:val="005A3031"/>
    <w:rsid w:val="005A31E1"/>
    <w:rsid w:val="005B0415"/>
    <w:rsid w:val="005B13FA"/>
    <w:rsid w:val="005B1C95"/>
    <w:rsid w:val="005B278B"/>
    <w:rsid w:val="005B340B"/>
    <w:rsid w:val="005B48B6"/>
    <w:rsid w:val="005C12DE"/>
    <w:rsid w:val="005C229A"/>
    <w:rsid w:val="005C2345"/>
    <w:rsid w:val="005C27AB"/>
    <w:rsid w:val="005C5069"/>
    <w:rsid w:val="005C5ACD"/>
    <w:rsid w:val="005C5FAD"/>
    <w:rsid w:val="005C6D4F"/>
    <w:rsid w:val="005D19C7"/>
    <w:rsid w:val="005D1CAE"/>
    <w:rsid w:val="005E18FD"/>
    <w:rsid w:val="005E3C09"/>
    <w:rsid w:val="005E7E8E"/>
    <w:rsid w:val="005F0DAA"/>
    <w:rsid w:val="005F4620"/>
    <w:rsid w:val="005F7982"/>
    <w:rsid w:val="00600F39"/>
    <w:rsid w:val="0060177B"/>
    <w:rsid w:val="00603FFE"/>
    <w:rsid w:val="0060619A"/>
    <w:rsid w:val="006063F8"/>
    <w:rsid w:val="00607BC3"/>
    <w:rsid w:val="00610BEB"/>
    <w:rsid w:val="00613480"/>
    <w:rsid w:val="00616F4C"/>
    <w:rsid w:val="00617328"/>
    <w:rsid w:val="00617B41"/>
    <w:rsid w:val="00620125"/>
    <w:rsid w:val="00622C75"/>
    <w:rsid w:val="00623AB7"/>
    <w:rsid w:val="00623CBE"/>
    <w:rsid w:val="00624994"/>
    <w:rsid w:val="006271D1"/>
    <w:rsid w:val="006344AA"/>
    <w:rsid w:val="00637EF9"/>
    <w:rsid w:val="006400C9"/>
    <w:rsid w:val="00640F8D"/>
    <w:rsid w:val="00644C10"/>
    <w:rsid w:val="00644FD1"/>
    <w:rsid w:val="00647106"/>
    <w:rsid w:val="006475B3"/>
    <w:rsid w:val="00650A64"/>
    <w:rsid w:val="00653602"/>
    <w:rsid w:val="006609CE"/>
    <w:rsid w:val="006622BD"/>
    <w:rsid w:val="00662866"/>
    <w:rsid w:val="00662DEE"/>
    <w:rsid w:val="00663E86"/>
    <w:rsid w:val="00665B49"/>
    <w:rsid w:val="0067275E"/>
    <w:rsid w:val="006770E9"/>
    <w:rsid w:val="00680AA8"/>
    <w:rsid w:val="00680C0C"/>
    <w:rsid w:val="00686697"/>
    <w:rsid w:val="00686A5A"/>
    <w:rsid w:val="006925C2"/>
    <w:rsid w:val="00693E6A"/>
    <w:rsid w:val="006A0396"/>
    <w:rsid w:val="006A09FB"/>
    <w:rsid w:val="006A0E3F"/>
    <w:rsid w:val="006A488B"/>
    <w:rsid w:val="006B005E"/>
    <w:rsid w:val="006B24D0"/>
    <w:rsid w:val="006B3C4C"/>
    <w:rsid w:val="006C3CA8"/>
    <w:rsid w:val="006C47AF"/>
    <w:rsid w:val="006C74F6"/>
    <w:rsid w:val="006D09DD"/>
    <w:rsid w:val="006D2D04"/>
    <w:rsid w:val="006D31EE"/>
    <w:rsid w:val="006D5354"/>
    <w:rsid w:val="006D779D"/>
    <w:rsid w:val="006D785B"/>
    <w:rsid w:val="006E553C"/>
    <w:rsid w:val="006F0CAE"/>
    <w:rsid w:val="006F0CF7"/>
    <w:rsid w:val="006F1E35"/>
    <w:rsid w:val="006F1F44"/>
    <w:rsid w:val="006F2ABE"/>
    <w:rsid w:val="006F40EF"/>
    <w:rsid w:val="006F7BDA"/>
    <w:rsid w:val="007023DB"/>
    <w:rsid w:val="00702BA4"/>
    <w:rsid w:val="00704427"/>
    <w:rsid w:val="007049C5"/>
    <w:rsid w:val="00705F6A"/>
    <w:rsid w:val="00706E46"/>
    <w:rsid w:val="0070763C"/>
    <w:rsid w:val="0071437C"/>
    <w:rsid w:val="00716D04"/>
    <w:rsid w:val="00720BA4"/>
    <w:rsid w:val="00722B35"/>
    <w:rsid w:val="00722D50"/>
    <w:rsid w:val="00722F08"/>
    <w:rsid w:val="007337D8"/>
    <w:rsid w:val="0073647A"/>
    <w:rsid w:val="00737537"/>
    <w:rsid w:val="00737A6F"/>
    <w:rsid w:val="00740753"/>
    <w:rsid w:val="00740F5A"/>
    <w:rsid w:val="00746B7C"/>
    <w:rsid w:val="00746FD3"/>
    <w:rsid w:val="00753832"/>
    <w:rsid w:val="00756D61"/>
    <w:rsid w:val="00756FAE"/>
    <w:rsid w:val="00762244"/>
    <w:rsid w:val="00762C32"/>
    <w:rsid w:val="00763A7A"/>
    <w:rsid w:val="00773094"/>
    <w:rsid w:val="0077318B"/>
    <w:rsid w:val="00776184"/>
    <w:rsid w:val="00776BA4"/>
    <w:rsid w:val="00781F1F"/>
    <w:rsid w:val="00784365"/>
    <w:rsid w:val="00784E11"/>
    <w:rsid w:val="007916C9"/>
    <w:rsid w:val="007937AC"/>
    <w:rsid w:val="00795299"/>
    <w:rsid w:val="00795E73"/>
    <w:rsid w:val="007A0B9C"/>
    <w:rsid w:val="007A2894"/>
    <w:rsid w:val="007A3056"/>
    <w:rsid w:val="007A50C2"/>
    <w:rsid w:val="007A5D64"/>
    <w:rsid w:val="007B3F88"/>
    <w:rsid w:val="007B4563"/>
    <w:rsid w:val="007B5CB8"/>
    <w:rsid w:val="007B6000"/>
    <w:rsid w:val="007C41FD"/>
    <w:rsid w:val="007C42D4"/>
    <w:rsid w:val="007C781E"/>
    <w:rsid w:val="007D21E0"/>
    <w:rsid w:val="007D3478"/>
    <w:rsid w:val="007D3DE8"/>
    <w:rsid w:val="007D4B9E"/>
    <w:rsid w:val="007D705C"/>
    <w:rsid w:val="007D70F7"/>
    <w:rsid w:val="007E1F33"/>
    <w:rsid w:val="007E27EA"/>
    <w:rsid w:val="007E2E46"/>
    <w:rsid w:val="007E456C"/>
    <w:rsid w:val="007E4EA7"/>
    <w:rsid w:val="007F2A47"/>
    <w:rsid w:val="007F3117"/>
    <w:rsid w:val="00800E08"/>
    <w:rsid w:val="00801E0B"/>
    <w:rsid w:val="00806BA7"/>
    <w:rsid w:val="00806C95"/>
    <w:rsid w:val="00807A49"/>
    <w:rsid w:val="00810E63"/>
    <w:rsid w:val="00811ED7"/>
    <w:rsid w:val="00814C76"/>
    <w:rsid w:val="008159E6"/>
    <w:rsid w:val="00815A12"/>
    <w:rsid w:val="00820895"/>
    <w:rsid w:val="0082154A"/>
    <w:rsid w:val="00826BC3"/>
    <w:rsid w:val="00830AA7"/>
    <w:rsid w:val="008350B2"/>
    <w:rsid w:val="00841991"/>
    <w:rsid w:val="00843130"/>
    <w:rsid w:val="008447B9"/>
    <w:rsid w:val="00846B8E"/>
    <w:rsid w:val="0085470F"/>
    <w:rsid w:val="00855468"/>
    <w:rsid w:val="0085633F"/>
    <w:rsid w:val="008570E9"/>
    <w:rsid w:val="00863E89"/>
    <w:rsid w:val="00864191"/>
    <w:rsid w:val="00864C1C"/>
    <w:rsid w:val="00870E31"/>
    <w:rsid w:val="00873304"/>
    <w:rsid w:val="008775FE"/>
    <w:rsid w:val="0088275F"/>
    <w:rsid w:val="00882D46"/>
    <w:rsid w:val="00885C07"/>
    <w:rsid w:val="0088662B"/>
    <w:rsid w:val="00894271"/>
    <w:rsid w:val="008A2E53"/>
    <w:rsid w:val="008A4701"/>
    <w:rsid w:val="008A5189"/>
    <w:rsid w:val="008B3310"/>
    <w:rsid w:val="008B4973"/>
    <w:rsid w:val="008B6B63"/>
    <w:rsid w:val="008C0A40"/>
    <w:rsid w:val="008C143F"/>
    <w:rsid w:val="008C2D86"/>
    <w:rsid w:val="008C3710"/>
    <w:rsid w:val="008C561A"/>
    <w:rsid w:val="008D5B73"/>
    <w:rsid w:val="008E180D"/>
    <w:rsid w:val="008E202D"/>
    <w:rsid w:val="008E2458"/>
    <w:rsid w:val="008E389F"/>
    <w:rsid w:val="008F00A0"/>
    <w:rsid w:val="008F4415"/>
    <w:rsid w:val="008F548A"/>
    <w:rsid w:val="008F5BBD"/>
    <w:rsid w:val="008F616B"/>
    <w:rsid w:val="009014A0"/>
    <w:rsid w:val="00901CF1"/>
    <w:rsid w:val="0090242E"/>
    <w:rsid w:val="00903BBE"/>
    <w:rsid w:val="00904883"/>
    <w:rsid w:val="00905855"/>
    <w:rsid w:val="00905994"/>
    <w:rsid w:val="009077F8"/>
    <w:rsid w:val="00907934"/>
    <w:rsid w:val="00907CF3"/>
    <w:rsid w:val="00910BBA"/>
    <w:rsid w:val="00910BFE"/>
    <w:rsid w:val="009113FD"/>
    <w:rsid w:val="0091184A"/>
    <w:rsid w:val="00913765"/>
    <w:rsid w:val="009147F8"/>
    <w:rsid w:val="009152CA"/>
    <w:rsid w:val="00920556"/>
    <w:rsid w:val="00922947"/>
    <w:rsid w:val="00923EF7"/>
    <w:rsid w:val="00925FC1"/>
    <w:rsid w:val="009309F8"/>
    <w:rsid w:val="00930BDD"/>
    <w:rsid w:val="00931FD6"/>
    <w:rsid w:val="00932B6C"/>
    <w:rsid w:val="00932FFD"/>
    <w:rsid w:val="00933349"/>
    <w:rsid w:val="0093346A"/>
    <w:rsid w:val="00933C81"/>
    <w:rsid w:val="00934DD6"/>
    <w:rsid w:val="00937845"/>
    <w:rsid w:val="00941140"/>
    <w:rsid w:val="009420FE"/>
    <w:rsid w:val="00946AC0"/>
    <w:rsid w:val="009510DF"/>
    <w:rsid w:val="00953900"/>
    <w:rsid w:val="00955FAA"/>
    <w:rsid w:val="00957805"/>
    <w:rsid w:val="00957B68"/>
    <w:rsid w:val="009605FE"/>
    <w:rsid w:val="009619BD"/>
    <w:rsid w:val="00965BCB"/>
    <w:rsid w:val="0096704A"/>
    <w:rsid w:val="00970E8C"/>
    <w:rsid w:val="00972AFE"/>
    <w:rsid w:val="00972FCC"/>
    <w:rsid w:val="00973B3A"/>
    <w:rsid w:val="00974572"/>
    <w:rsid w:val="00974BD0"/>
    <w:rsid w:val="00975244"/>
    <w:rsid w:val="00977B83"/>
    <w:rsid w:val="009802BB"/>
    <w:rsid w:val="00984023"/>
    <w:rsid w:val="0098700A"/>
    <w:rsid w:val="00987376"/>
    <w:rsid w:val="00987F2C"/>
    <w:rsid w:val="009900B1"/>
    <w:rsid w:val="00990E5F"/>
    <w:rsid w:val="0099214D"/>
    <w:rsid w:val="00993947"/>
    <w:rsid w:val="00997FFC"/>
    <w:rsid w:val="009A31A0"/>
    <w:rsid w:val="009A6246"/>
    <w:rsid w:val="009A796D"/>
    <w:rsid w:val="009B3B2F"/>
    <w:rsid w:val="009B4DD8"/>
    <w:rsid w:val="009C06CE"/>
    <w:rsid w:val="009C10DC"/>
    <w:rsid w:val="009C50FB"/>
    <w:rsid w:val="009C5965"/>
    <w:rsid w:val="009D06F3"/>
    <w:rsid w:val="009D2CCE"/>
    <w:rsid w:val="009D3004"/>
    <w:rsid w:val="009D614A"/>
    <w:rsid w:val="009D75CD"/>
    <w:rsid w:val="009E2789"/>
    <w:rsid w:val="009E6EDE"/>
    <w:rsid w:val="009E7D74"/>
    <w:rsid w:val="009F1297"/>
    <w:rsid w:val="009F1E23"/>
    <w:rsid w:val="009F7DA4"/>
    <w:rsid w:val="00A00EE2"/>
    <w:rsid w:val="00A01A07"/>
    <w:rsid w:val="00A02116"/>
    <w:rsid w:val="00A02626"/>
    <w:rsid w:val="00A02D5D"/>
    <w:rsid w:val="00A02F99"/>
    <w:rsid w:val="00A038CD"/>
    <w:rsid w:val="00A04F8D"/>
    <w:rsid w:val="00A07B69"/>
    <w:rsid w:val="00A10D70"/>
    <w:rsid w:val="00A11EBA"/>
    <w:rsid w:val="00A252B1"/>
    <w:rsid w:val="00A259AE"/>
    <w:rsid w:val="00A25C29"/>
    <w:rsid w:val="00A27109"/>
    <w:rsid w:val="00A27B1B"/>
    <w:rsid w:val="00A27D39"/>
    <w:rsid w:val="00A27EF1"/>
    <w:rsid w:val="00A30592"/>
    <w:rsid w:val="00A31150"/>
    <w:rsid w:val="00A33047"/>
    <w:rsid w:val="00A34549"/>
    <w:rsid w:val="00A34694"/>
    <w:rsid w:val="00A354A8"/>
    <w:rsid w:val="00A35AFC"/>
    <w:rsid w:val="00A36899"/>
    <w:rsid w:val="00A37354"/>
    <w:rsid w:val="00A42052"/>
    <w:rsid w:val="00A44421"/>
    <w:rsid w:val="00A44BB1"/>
    <w:rsid w:val="00A45562"/>
    <w:rsid w:val="00A471F2"/>
    <w:rsid w:val="00A475C5"/>
    <w:rsid w:val="00A479E6"/>
    <w:rsid w:val="00A47CF8"/>
    <w:rsid w:val="00A513E7"/>
    <w:rsid w:val="00A53ACD"/>
    <w:rsid w:val="00A54966"/>
    <w:rsid w:val="00A55F61"/>
    <w:rsid w:val="00A56014"/>
    <w:rsid w:val="00A564B9"/>
    <w:rsid w:val="00A6112B"/>
    <w:rsid w:val="00A6200F"/>
    <w:rsid w:val="00A6225B"/>
    <w:rsid w:val="00A62F86"/>
    <w:rsid w:val="00A64936"/>
    <w:rsid w:val="00A64EE6"/>
    <w:rsid w:val="00A65A48"/>
    <w:rsid w:val="00A72906"/>
    <w:rsid w:val="00A7382F"/>
    <w:rsid w:val="00A73D6F"/>
    <w:rsid w:val="00A7417C"/>
    <w:rsid w:val="00A7480E"/>
    <w:rsid w:val="00A762AF"/>
    <w:rsid w:val="00A86509"/>
    <w:rsid w:val="00A87249"/>
    <w:rsid w:val="00A87D69"/>
    <w:rsid w:val="00A91514"/>
    <w:rsid w:val="00A9293C"/>
    <w:rsid w:val="00A933C8"/>
    <w:rsid w:val="00A94D8E"/>
    <w:rsid w:val="00AA043B"/>
    <w:rsid w:val="00AA111E"/>
    <w:rsid w:val="00AA1648"/>
    <w:rsid w:val="00AA1B32"/>
    <w:rsid w:val="00AA2E42"/>
    <w:rsid w:val="00AA7EE2"/>
    <w:rsid w:val="00AB71A6"/>
    <w:rsid w:val="00AB72F0"/>
    <w:rsid w:val="00AC2C27"/>
    <w:rsid w:val="00AC6FF3"/>
    <w:rsid w:val="00AC793C"/>
    <w:rsid w:val="00AD0474"/>
    <w:rsid w:val="00AD3DF4"/>
    <w:rsid w:val="00AD5559"/>
    <w:rsid w:val="00AE03DE"/>
    <w:rsid w:val="00AE0452"/>
    <w:rsid w:val="00AE105E"/>
    <w:rsid w:val="00AE2C1D"/>
    <w:rsid w:val="00AE387C"/>
    <w:rsid w:val="00AE3934"/>
    <w:rsid w:val="00AE4A7B"/>
    <w:rsid w:val="00AF18C5"/>
    <w:rsid w:val="00AF21A3"/>
    <w:rsid w:val="00AF26AC"/>
    <w:rsid w:val="00AF3058"/>
    <w:rsid w:val="00AF4AEE"/>
    <w:rsid w:val="00AF59A2"/>
    <w:rsid w:val="00AF76A0"/>
    <w:rsid w:val="00B004E3"/>
    <w:rsid w:val="00B00C89"/>
    <w:rsid w:val="00B0475F"/>
    <w:rsid w:val="00B049EF"/>
    <w:rsid w:val="00B06321"/>
    <w:rsid w:val="00B06812"/>
    <w:rsid w:val="00B11B8E"/>
    <w:rsid w:val="00B22940"/>
    <w:rsid w:val="00B33683"/>
    <w:rsid w:val="00B355C8"/>
    <w:rsid w:val="00B361D1"/>
    <w:rsid w:val="00B36DF7"/>
    <w:rsid w:val="00B3747A"/>
    <w:rsid w:val="00B43089"/>
    <w:rsid w:val="00B44C7E"/>
    <w:rsid w:val="00B54AFF"/>
    <w:rsid w:val="00B574BE"/>
    <w:rsid w:val="00B57639"/>
    <w:rsid w:val="00B6371F"/>
    <w:rsid w:val="00B64657"/>
    <w:rsid w:val="00B64F4F"/>
    <w:rsid w:val="00B656C2"/>
    <w:rsid w:val="00B66E02"/>
    <w:rsid w:val="00B759F4"/>
    <w:rsid w:val="00B77281"/>
    <w:rsid w:val="00B82B1E"/>
    <w:rsid w:val="00B82C95"/>
    <w:rsid w:val="00B840DD"/>
    <w:rsid w:val="00B8457B"/>
    <w:rsid w:val="00B84A60"/>
    <w:rsid w:val="00B87F82"/>
    <w:rsid w:val="00B9201E"/>
    <w:rsid w:val="00B9352A"/>
    <w:rsid w:val="00B94374"/>
    <w:rsid w:val="00B979CD"/>
    <w:rsid w:val="00BA01DE"/>
    <w:rsid w:val="00BA54B1"/>
    <w:rsid w:val="00BA7726"/>
    <w:rsid w:val="00BB16C6"/>
    <w:rsid w:val="00BB1C51"/>
    <w:rsid w:val="00BB2073"/>
    <w:rsid w:val="00BB34DD"/>
    <w:rsid w:val="00BB3ACC"/>
    <w:rsid w:val="00BB45F1"/>
    <w:rsid w:val="00BC1244"/>
    <w:rsid w:val="00BC1B4A"/>
    <w:rsid w:val="00BC42E5"/>
    <w:rsid w:val="00BC544B"/>
    <w:rsid w:val="00BC6DFA"/>
    <w:rsid w:val="00BC70ED"/>
    <w:rsid w:val="00BC7400"/>
    <w:rsid w:val="00BD095A"/>
    <w:rsid w:val="00BD2358"/>
    <w:rsid w:val="00BD2C4C"/>
    <w:rsid w:val="00BD3ADD"/>
    <w:rsid w:val="00BD456E"/>
    <w:rsid w:val="00BD5422"/>
    <w:rsid w:val="00BD5F13"/>
    <w:rsid w:val="00BD7070"/>
    <w:rsid w:val="00BE2A11"/>
    <w:rsid w:val="00BE51F9"/>
    <w:rsid w:val="00BE669B"/>
    <w:rsid w:val="00BE66F2"/>
    <w:rsid w:val="00BE6EB4"/>
    <w:rsid w:val="00BF0887"/>
    <w:rsid w:val="00BF0CFF"/>
    <w:rsid w:val="00BF5ECE"/>
    <w:rsid w:val="00C00027"/>
    <w:rsid w:val="00C0292E"/>
    <w:rsid w:val="00C03F88"/>
    <w:rsid w:val="00C1132E"/>
    <w:rsid w:val="00C11730"/>
    <w:rsid w:val="00C11822"/>
    <w:rsid w:val="00C15F6C"/>
    <w:rsid w:val="00C16B9B"/>
    <w:rsid w:val="00C212D4"/>
    <w:rsid w:val="00C27006"/>
    <w:rsid w:val="00C302E3"/>
    <w:rsid w:val="00C33BD4"/>
    <w:rsid w:val="00C37AC3"/>
    <w:rsid w:val="00C403DF"/>
    <w:rsid w:val="00C40FA7"/>
    <w:rsid w:val="00C413AE"/>
    <w:rsid w:val="00C4209D"/>
    <w:rsid w:val="00C45C82"/>
    <w:rsid w:val="00C52045"/>
    <w:rsid w:val="00C533DC"/>
    <w:rsid w:val="00C53D0A"/>
    <w:rsid w:val="00C578DF"/>
    <w:rsid w:val="00C61A0C"/>
    <w:rsid w:val="00C621AC"/>
    <w:rsid w:val="00C63F6C"/>
    <w:rsid w:val="00C64774"/>
    <w:rsid w:val="00C7168D"/>
    <w:rsid w:val="00C72EEF"/>
    <w:rsid w:val="00C75B2A"/>
    <w:rsid w:val="00C8022F"/>
    <w:rsid w:val="00C81C3B"/>
    <w:rsid w:val="00C853EE"/>
    <w:rsid w:val="00C85B9B"/>
    <w:rsid w:val="00C8679C"/>
    <w:rsid w:val="00C95CE8"/>
    <w:rsid w:val="00CA23D4"/>
    <w:rsid w:val="00CA3A34"/>
    <w:rsid w:val="00CA62DD"/>
    <w:rsid w:val="00CB1E7F"/>
    <w:rsid w:val="00CB5D69"/>
    <w:rsid w:val="00CB667C"/>
    <w:rsid w:val="00CB6AB2"/>
    <w:rsid w:val="00CC1FBA"/>
    <w:rsid w:val="00CC72E4"/>
    <w:rsid w:val="00CC7546"/>
    <w:rsid w:val="00CD0209"/>
    <w:rsid w:val="00CD70DA"/>
    <w:rsid w:val="00CE0D53"/>
    <w:rsid w:val="00CE1EE9"/>
    <w:rsid w:val="00CE250B"/>
    <w:rsid w:val="00CE309F"/>
    <w:rsid w:val="00CE393D"/>
    <w:rsid w:val="00CE4402"/>
    <w:rsid w:val="00CE63E7"/>
    <w:rsid w:val="00CF3CE1"/>
    <w:rsid w:val="00CF445F"/>
    <w:rsid w:val="00CF47D8"/>
    <w:rsid w:val="00CF744E"/>
    <w:rsid w:val="00D0031A"/>
    <w:rsid w:val="00D04AE6"/>
    <w:rsid w:val="00D064AB"/>
    <w:rsid w:val="00D1253D"/>
    <w:rsid w:val="00D12913"/>
    <w:rsid w:val="00D1584C"/>
    <w:rsid w:val="00D1780D"/>
    <w:rsid w:val="00D221E0"/>
    <w:rsid w:val="00D2295B"/>
    <w:rsid w:val="00D22C2B"/>
    <w:rsid w:val="00D259C5"/>
    <w:rsid w:val="00D32240"/>
    <w:rsid w:val="00D37684"/>
    <w:rsid w:val="00D378A2"/>
    <w:rsid w:val="00D40665"/>
    <w:rsid w:val="00D513FF"/>
    <w:rsid w:val="00D51490"/>
    <w:rsid w:val="00D51964"/>
    <w:rsid w:val="00D53BF7"/>
    <w:rsid w:val="00D60DD8"/>
    <w:rsid w:val="00D62B09"/>
    <w:rsid w:val="00D648C8"/>
    <w:rsid w:val="00D64FF6"/>
    <w:rsid w:val="00D65234"/>
    <w:rsid w:val="00D652A6"/>
    <w:rsid w:val="00D65B91"/>
    <w:rsid w:val="00D70C0D"/>
    <w:rsid w:val="00D73C3A"/>
    <w:rsid w:val="00D73D27"/>
    <w:rsid w:val="00D754D3"/>
    <w:rsid w:val="00D76577"/>
    <w:rsid w:val="00D77FC7"/>
    <w:rsid w:val="00D80366"/>
    <w:rsid w:val="00D8297E"/>
    <w:rsid w:val="00D835E8"/>
    <w:rsid w:val="00D91CE8"/>
    <w:rsid w:val="00D97C6C"/>
    <w:rsid w:val="00DA4BB2"/>
    <w:rsid w:val="00DA731C"/>
    <w:rsid w:val="00DA77EE"/>
    <w:rsid w:val="00DB30D0"/>
    <w:rsid w:val="00DB36FA"/>
    <w:rsid w:val="00DB4A52"/>
    <w:rsid w:val="00DC35FD"/>
    <w:rsid w:val="00DC5367"/>
    <w:rsid w:val="00DD0F5F"/>
    <w:rsid w:val="00DD7D68"/>
    <w:rsid w:val="00DE1CEA"/>
    <w:rsid w:val="00DE2B73"/>
    <w:rsid w:val="00DE30C6"/>
    <w:rsid w:val="00DE637B"/>
    <w:rsid w:val="00DE7FED"/>
    <w:rsid w:val="00DF0D26"/>
    <w:rsid w:val="00DF1993"/>
    <w:rsid w:val="00DF2F76"/>
    <w:rsid w:val="00DF5363"/>
    <w:rsid w:val="00E00427"/>
    <w:rsid w:val="00E03C90"/>
    <w:rsid w:val="00E03CDE"/>
    <w:rsid w:val="00E04279"/>
    <w:rsid w:val="00E112E7"/>
    <w:rsid w:val="00E119ED"/>
    <w:rsid w:val="00E1315C"/>
    <w:rsid w:val="00E13D29"/>
    <w:rsid w:val="00E15200"/>
    <w:rsid w:val="00E15D81"/>
    <w:rsid w:val="00E17A25"/>
    <w:rsid w:val="00E23317"/>
    <w:rsid w:val="00E25C36"/>
    <w:rsid w:val="00E2712F"/>
    <w:rsid w:val="00E31062"/>
    <w:rsid w:val="00E330A2"/>
    <w:rsid w:val="00E330E2"/>
    <w:rsid w:val="00E33319"/>
    <w:rsid w:val="00E3604E"/>
    <w:rsid w:val="00E36E47"/>
    <w:rsid w:val="00E37EE6"/>
    <w:rsid w:val="00E405B2"/>
    <w:rsid w:val="00E42234"/>
    <w:rsid w:val="00E46735"/>
    <w:rsid w:val="00E474F5"/>
    <w:rsid w:val="00E47832"/>
    <w:rsid w:val="00E552B9"/>
    <w:rsid w:val="00E56FAF"/>
    <w:rsid w:val="00E576F1"/>
    <w:rsid w:val="00E5771E"/>
    <w:rsid w:val="00E57BB7"/>
    <w:rsid w:val="00E65319"/>
    <w:rsid w:val="00E668C7"/>
    <w:rsid w:val="00E67F0C"/>
    <w:rsid w:val="00E72C03"/>
    <w:rsid w:val="00E73EDC"/>
    <w:rsid w:val="00E74908"/>
    <w:rsid w:val="00E75756"/>
    <w:rsid w:val="00E76443"/>
    <w:rsid w:val="00E767C5"/>
    <w:rsid w:val="00E773A7"/>
    <w:rsid w:val="00E82967"/>
    <w:rsid w:val="00E82A56"/>
    <w:rsid w:val="00E83675"/>
    <w:rsid w:val="00E837EA"/>
    <w:rsid w:val="00E85356"/>
    <w:rsid w:val="00E86010"/>
    <w:rsid w:val="00E867B5"/>
    <w:rsid w:val="00E87F54"/>
    <w:rsid w:val="00E92448"/>
    <w:rsid w:val="00EA5746"/>
    <w:rsid w:val="00EB2FDD"/>
    <w:rsid w:val="00EB3BEC"/>
    <w:rsid w:val="00EB6DF3"/>
    <w:rsid w:val="00EB6F33"/>
    <w:rsid w:val="00EC0B72"/>
    <w:rsid w:val="00EC41FC"/>
    <w:rsid w:val="00EC6E71"/>
    <w:rsid w:val="00EC7538"/>
    <w:rsid w:val="00EC77FA"/>
    <w:rsid w:val="00ED0D9C"/>
    <w:rsid w:val="00ED21F7"/>
    <w:rsid w:val="00ED4538"/>
    <w:rsid w:val="00ED78CD"/>
    <w:rsid w:val="00EE0653"/>
    <w:rsid w:val="00EE30D8"/>
    <w:rsid w:val="00EE3CCE"/>
    <w:rsid w:val="00EE4B5F"/>
    <w:rsid w:val="00EE57E4"/>
    <w:rsid w:val="00EE6B3F"/>
    <w:rsid w:val="00EE6FAE"/>
    <w:rsid w:val="00EF2CFE"/>
    <w:rsid w:val="00EF4545"/>
    <w:rsid w:val="00EF6C84"/>
    <w:rsid w:val="00F00731"/>
    <w:rsid w:val="00F008E1"/>
    <w:rsid w:val="00F00B83"/>
    <w:rsid w:val="00F063C7"/>
    <w:rsid w:val="00F06F47"/>
    <w:rsid w:val="00F10DDB"/>
    <w:rsid w:val="00F11B23"/>
    <w:rsid w:val="00F12957"/>
    <w:rsid w:val="00F13F5D"/>
    <w:rsid w:val="00F1466F"/>
    <w:rsid w:val="00F20EB7"/>
    <w:rsid w:val="00F23206"/>
    <w:rsid w:val="00F254C5"/>
    <w:rsid w:val="00F2575D"/>
    <w:rsid w:val="00F25CF4"/>
    <w:rsid w:val="00F328D0"/>
    <w:rsid w:val="00F32DE8"/>
    <w:rsid w:val="00F33156"/>
    <w:rsid w:val="00F365F7"/>
    <w:rsid w:val="00F377F1"/>
    <w:rsid w:val="00F42BD2"/>
    <w:rsid w:val="00F435BA"/>
    <w:rsid w:val="00F44E27"/>
    <w:rsid w:val="00F45AE9"/>
    <w:rsid w:val="00F46B0F"/>
    <w:rsid w:val="00F46F63"/>
    <w:rsid w:val="00F517CE"/>
    <w:rsid w:val="00F51A22"/>
    <w:rsid w:val="00F5272F"/>
    <w:rsid w:val="00F55F3B"/>
    <w:rsid w:val="00F700A4"/>
    <w:rsid w:val="00F722F6"/>
    <w:rsid w:val="00F72B12"/>
    <w:rsid w:val="00F734F6"/>
    <w:rsid w:val="00F752EE"/>
    <w:rsid w:val="00F76537"/>
    <w:rsid w:val="00F77CFF"/>
    <w:rsid w:val="00F82D0D"/>
    <w:rsid w:val="00F85DE8"/>
    <w:rsid w:val="00F9259D"/>
    <w:rsid w:val="00F92FA6"/>
    <w:rsid w:val="00F94075"/>
    <w:rsid w:val="00F95ADC"/>
    <w:rsid w:val="00FA0845"/>
    <w:rsid w:val="00FA673D"/>
    <w:rsid w:val="00FA7273"/>
    <w:rsid w:val="00FA74CD"/>
    <w:rsid w:val="00FB09A8"/>
    <w:rsid w:val="00FB182E"/>
    <w:rsid w:val="00FB2A72"/>
    <w:rsid w:val="00FB345B"/>
    <w:rsid w:val="00FB41ED"/>
    <w:rsid w:val="00FB7035"/>
    <w:rsid w:val="00FB7258"/>
    <w:rsid w:val="00FB7D62"/>
    <w:rsid w:val="00FC1512"/>
    <w:rsid w:val="00FC2F95"/>
    <w:rsid w:val="00FC3780"/>
    <w:rsid w:val="00FC3FAF"/>
    <w:rsid w:val="00FC4611"/>
    <w:rsid w:val="00FC4D7C"/>
    <w:rsid w:val="00FD27FB"/>
    <w:rsid w:val="00FD52DD"/>
    <w:rsid w:val="00FD6A46"/>
    <w:rsid w:val="00FD6C47"/>
    <w:rsid w:val="00FE0E3F"/>
    <w:rsid w:val="00FE2476"/>
    <w:rsid w:val="00FE3AC0"/>
    <w:rsid w:val="00FE518C"/>
    <w:rsid w:val="00FE6292"/>
    <w:rsid w:val="00FE77DB"/>
    <w:rsid w:val="00FF258A"/>
    <w:rsid w:val="00FF4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936"/>
    <w:pPr>
      <w:spacing w:after="200" w:line="276" w:lineRule="auto"/>
    </w:pPr>
    <w:rPr>
      <w:lang w:eastAsia="en-US"/>
    </w:rPr>
  </w:style>
  <w:style w:type="paragraph" w:styleId="Heading1">
    <w:name w:val="heading 1"/>
    <w:aliases w:val="Название закона"/>
    <w:basedOn w:val="Normal"/>
    <w:next w:val="Normal"/>
    <w:link w:val="Heading1Char"/>
    <w:uiPriority w:val="99"/>
    <w:qFormat/>
    <w:rsid w:val="006C3CA8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b/>
      <w:bCs/>
      <w:iCs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B24D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Heading3">
    <w:name w:val="heading 3"/>
    <w:aliases w:val="Проект вносит"/>
    <w:basedOn w:val="Normal"/>
    <w:next w:val="Normal"/>
    <w:link w:val="Heading3Char"/>
    <w:uiPriority w:val="99"/>
    <w:qFormat/>
    <w:rsid w:val="006C3CA8"/>
    <w:pPr>
      <w:keepNext/>
      <w:spacing w:after="0" w:line="240" w:lineRule="auto"/>
      <w:ind w:firstLine="567"/>
      <w:jc w:val="right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Название закона Char"/>
    <w:basedOn w:val="DefaultParagraphFont"/>
    <w:link w:val="Heading1"/>
    <w:uiPriority w:val="99"/>
    <w:locked/>
    <w:rsid w:val="006C3CA8"/>
    <w:rPr>
      <w:rFonts w:ascii="Times New Roman" w:hAnsi="Times New Roman" w:cs="Times New Roman"/>
      <w:b/>
      <w:sz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B24D0"/>
    <w:rPr>
      <w:rFonts w:ascii="Cambria" w:hAnsi="Cambria" w:cs="Times New Roman"/>
      <w:b/>
      <w:color w:val="4F81BD"/>
      <w:sz w:val="26"/>
    </w:rPr>
  </w:style>
  <w:style w:type="character" w:customStyle="1" w:styleId="Heading3Char">
    <w:name w:val="Heading 3 Char"/>
    <w:aliases w:val="Проект вносит Char"/>
    <w:basedOn w:val="DefaultParagraphFont"/>
    <w:link w:val="Heading3"/>
    <w:uiPriority w:val="99"/>
    <w:locked/>
    <w:rsid w:val="006C3CA8"/>
    <w:rPr>
      <w:rFonts w:ascii="Times New Roman" w:hAnsi="Times New Roman" w:cs="Times New Roman"/>
      <w:b/>
      <w:sz w:val="24"/>
      <w:lang w:eastAsia="ru-RU"/>
    </w:rPr>
  </w:style>
  <w:style w:type="paragraph" w:customStyle="1" w:styleId="ConsPlusNonformat">
    <w:name w:val="ConsPlusNonformat"/>
    <w:uiPriority w:val="99"/>
    <w:rsid w:val="00C6477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64774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662DEE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2DEE"/>
    <w:rPr>
      <w:rFonts w:ascii="Tahoma" w:hAnsi="Tahoma" w:cs="Times New Roman"/>
      <w:sz w:val="16"/>
    </w:rPr>
  </w:style>
  <w:style w:type="paragraph" w:customStyle="1" w:styleId="1">
    <w:name w:val="Абзац списка1"/>
    <w:basedOn w:val="Normal"/>
    <w:uiPriority w:val="99"/>
    <w:rsid w:val="00CB5D69"/>
    <w:pPr>
      <w:ind w:left="720"/>
      <w:contextualSpacing/>
    </w:pPr>
  </w:style>
  <w:style w:type="paragraph" w:customStyle="1" w:styleId="a">
    <w:name w:val="Стиль полужирный По центру"/>
    <w:basedOn w:val="Normal"/>
    <w:uiPriority w:val="99"/>
    <w:rsid w:val="006C3CA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customStyle="1" w:styleId="a0">
    <w:name w:val="Название главы"/>
    <w:basedOn w:val="Normal"/>
    <w:uiPriority w:val="99"/>
    <w:rsid w:val="006C3CA8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8">
    <w:name w:val="Стиль 18 пт полужирный По центру"/>
    <w:basedOn w:val="Normal"/>
    <w:uiPriority w:val="99"/>
    <w:rsid w:val="006C3CA8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20"/>
      <w:lang w:eastAsia="ru-RU"/>
    </w:rPr>
  </w:style>
  <w:style w:type="paragraph" w:customStyle="1" w:styleId="a1">
    <w:name w:val="Принят ГД"/>
    <w:basedOn w:val="Normal"/>
    <w:uiPriority w:val="99"/>
    <w:rsid w:val="006C3CA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4565C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565C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565C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565CD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A73D6F"/>
    <w:pPr>
      <w:spacing w:after="0" w:line="240" w:lineRule="auto"/>
      <w:ind w:firstLine="567"/>
      <w:jc w:val="both"/>
    </w:pPr>
    <w:rPr>
      <w:rFonts w:ascii="Times New Roman" w:hAnsi="Times New Roman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C81C3B"/>
    <w:rPr>
      <w:rFonts w:cs="Times New Roman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A73D6F"/>
    <w:pPr>
      <w:spacing w:after="0" w:line="240" w:lineRule="auto"/>
      <w:ind w:firstLine="993"/>
    </w:pPr>
    <w:rPr>
      <w:rFonts w:ascii="Times New Roman" w:hAnsi="Times New Roman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C81C3B"/>
    <w:rPr>
      <w:rFonts w:cs="Times New Roman"/>
      <w:sz w:val="16"/>
      <w:szCs w:val="16"/>
      <w:lang w:eastAsia="en-US"/>
    </w:rPr>
  </w:style>
  <w:style w:type="character" w:styleId="PageNumber">
    <w:name w:val="page number"/>
    <w:basedOn w:val="DefaultParagraphFont"/>
    <w:uiPriority w:val="99"/>
    <w:rsid w:val="0023753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26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8</Pages>
  <Words>2573</Words>
  <Characters>14671</Characters>
  <Application>Microsoft Office Outlook</Application>
  <DocSecurity>0</DocSecurity>
  <Lines>0</Lines>
  <Paragraphs>0</Paragraphs>
  <ScaleCrop>false</ScaleCrop>
  <Company>АС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subject/>
  <dc:creator>Килипченко</dc:creator>
  <cp:keywords/>
  <dc:description/>
  <cp:lastModifiedBy> </cp:lastModifiedBy>
  <cp:revision>11</cp:revision>
  <cp:lastPrinted>2011-07-01T11:07:00Z</cp:lastPrinted>
  <dcterms:created xsi:type="dcterms:W3CDTF">2011-06-29T09:11:00Z</dcterms:created>
  <dcterms:modified xsi:type="dcterms:W3CDTF">2011-07-01T11:07:00Z</dcterms:modified>
</cp:coreProperties>
</file>