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D1B2D" w:rsidTr="003F7983">
        <w:tc>
          <w:tcPr>
            <w:tcW w:w="709" w:type="dxa"/>
          </w:tcPr>
          <w:p w:rsidR="009D1B2D" w:rsidRDefault="009D1B2D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D1B2D" w:rsidRDefault="009D1B2D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22.11.2011</w:t>
            </w:r>
          </w:p>
        </w:tc>
        <w:tc>
          <w:tcPr>
            <w:tcW w:w="3260" w:type="dxa"/>
          </w:tcPr>
          <w:p w:rsidR="009D1B2D" w:rsidRDefault="009D1B2D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9D1B2D" w:rsidRDefault="009D1B2D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D1B2D" w:rsidRDefault="009D1B2D">
            <w:pPr>
              <w:widowControl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190</w:t>
            </w:r>
          </w:p>
        </w:tc>
      </w:tr>
    </w:tbl>
    <w:p w:rsidR="009D1B2D" w:rsidRDefault="009D1B2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9D1B2D" w:rsidRDefault="009D1B2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9D1B2D" w:rsidRDefault="009D1B2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9D1B2D" w:rsidRPr="00C74147" w:rsidRDefault="009D1B2D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C74147">
        <w:rPr>
          <w:b w:val="0"/>
          <w:sz w:val="28"/>
          <w:szCs w:val="28"/>
        </w:rPr>
        <w:t>О проекте закона Ярославской области</w:t>
      </w:r>
    </w:p>
    <w:p w:rsidR="009D1B2D" w:rsidRDefault="009D1B2D" w:rsidP="007714CB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A97845">
        <w:t xml:space="preserve">«О внесении изменений в </w:t>
      </w:r>
      <w:r>
        <w:t>законы</w:t>
      </w:r>
      <w:r w:rsidRPr="00A97845">
        <w:t xml:space="preserve"> </w:t>
      </w:r>
    </w:p>
    <w:p w:rsidR="009D1B2D" w:rsidRDefault="009D1B2D" w:rsidP="007714CB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A97845">
        <w:t>Ярославской области</w:t>
      </w:r>
      <w:r>
        <w:t xml:space="preserve"> «Об административных </w:t>
      </w:r>
    </w:p>
    <w:p w:rsidR="009D1B2D" w:rsidRDefault="009D1B2D" w:rsidP="007714CB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комиссиях в Ярославской области» и </w:t>
      </w:r>
    </w:p>
    <w:p w:rsidR="009D1B2D" w:rsidRDefault="009D1B2D" w:rsidP="007714CB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 наделении органов местного самоуправления </w:t>
      </w:r>
    </w:p>
    <w:p w:rsidR="009D1B2D" w:rsidRDefault="009D1B2D" w:rsidP="007714CB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>государственными полномочиями Ярославской области</w:t>
      </w:r>
      <w:r w:rsidRPr="00A97845">
        <w:t>»</w:t>
      </w:r>
    </w:p>
    <w:p w:rsidR="009D1B2D" w:rsidRDefault="009D1B2D" w:rsidP="007714CB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9D1B2D" w:rsidRDefault="009D1B2D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9D1B2D" w:rsidRDefault="009D1B2D" w:rsidP="00F9695C">
      <w:pPr>
        <w:pStyle w:val="BodyTextInden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D1B2D" w:rsidRPr="000903DF" w:rsidRDefault="009D1B2D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9D1B2D" w:rsidRPr="000903DF" w:rsidRDefault="009D1B2D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 xml:space="preserve">П О С </w:t>
      </w:r>
      <w:bookmarkStart w:id="0" w:name="_GoBack"/>
      <w:bookmarkEnd w:id="0"/>
      <w:r w:rsidRPr="000903DF">
        <w:rPr>
          <w:b/>
          <w:sz w:val="28"/>
          <w:szCs w:val="28"/>
        </w:rPr>
        <w:t>Т А Н О В И Л А:</w:t>
      </w:r>
    </w:p>
    <w:p w:rsidR="009D1B2D" w:rsidRPr="0091315B" w:rsidRDefault="009D1B2D" w:rsidP="00F9695C">
      <w:pPr>
        <w:ind w:firstLine="709"/>
        <w:jc w:val="center"/>
        <w:rPr>
          <w:b/>
          <w:sz w:val="28"/>
          <w:szCs w:val="28"/>
        </w:rPr>
      </w:pPr>
    </w:p>
    <w:p w:rsidR="009D1B2D" w:rsidRPr="0091315B" w:rsidRDefault="009D1B2D" w:rsidP="009C18F5">
      <w:pPr>
        <w:ind w:firstLine="709"/>
        <w:jc w:val="both"/>
        <w:rPr>
          <w:sz w:val="28"/>
          <w:szCs w:val="28"/>
        </w:rPr>
      </w:pPr>
      <w:r w:rsidRPr="0091315B">
        <w:rPr>
          <w:sz w:val="28"/>
          <w:szCs w:val="28"/>
        </w:rPr>
        <w:t>1. Принять в первом чтении проект закона Ярославской области «О внесении изменений в законы Ярославской области «Об административных комиссиях в Ярославской области» и «О наделении органов местного сам</w:t>
      </w:r>
      <w:r w:rsidRPr="0091315B">
        <w:rPr>
          <w:sz w:val="28"/>
          <w:szCs w:val="28"/>
        </w:rPr>
        <w:t>о</w:t>
      </w:r>
      <w:r w:rsidRPr="0091315B">
        <w:rPr>
          <w:sz w:val="28"/>
          <w:szCs w:val="28"/>
        </w:rPr>
        <w:t>управления государственными полномочиями Ярославской области», вн</w:t>
      </w:r>
      <w:r w:rsidRPr="0091315B">
        <w:rPr>
          <w:sz w:val="28"/>
          <w:szCs w:val="28"/>
        </w:rPr>
        <w:t>е</w:t>
      </w:r>
      <w:r w:rsidRPr="0091315B">
        <w:rPr>
          <w:sz w:val="28"/>
          <w:szCs w:val="28"/>
        </w:rPr>
        <w:t>сенный Губернатором Ярославской области.</w:t>
      </w:r>
    </w:p>
    <w:p w:rsidR="009D1B2D" w:rsidRPr="000903DF" w:rsidRDefault="009D1B2D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91315B">
        <w:rPr>
          <w:szCs w:val="28"/>
        </w:rPr>
        <w:t>2. Направить указанный законопроект в комитет Ярославской облас</w:t>
      </w:r>
      <w:r w:rsidRPr="0091315B">
        <w:rPr>
          <w:szCs w:val="28"/>
        </w:rPr>
        <w:t>т</w:t>
      </w:r>
      <w:r w:rsidRPr="0091315B">
        <w:rPr>
          <w:szCs w:val="28"/>
        </w:rPr>
        <w:t>ной Думы по законодательству, вопросам государственной власти и местного самоуправления, ответственный</w:t>
      </w:r>
      <w:r w:rsidRPr="00CD3BB4">
        <w:rPr>
          <w:szCs w:val="28"/>
        </w:rPr>
        <w:t xml:space="preserve">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9D1B2D" w:rsidRPr="000903DF" w:rsidRDefault="009D1B2D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Pr="007714CB">
        <w:rPr>
          <w:szCs w:val="28"/>
        </w:rPr>
        <w:t>29</w:t>
      </w:r>
      <w:r w:rsidRPr="00CD3BB4">
        <w:rPr>
          <w:szCs w:val="28"/>
        </w:rPr>
        <w:t xml:space="preserve"> </w:t>
      </w:r>
      <w:r>
        <w:rPr>
          <w:szCs w:val="28"/>
        </w:rPr>
        <w:t>ноября</w:t>
      </w:r>
      <w:r w:rsidRPr="000903DF">
        <w:rPr>
          <w:szCs w:val="28"/>
        </w:rPr>
        <w:t xml:space="preserve"> 201</w:t>
      </w:r>
      <w:r>
        <w:rPr>
          <w:szCs w:val="28"/>
        </w:rPr>
        <w:t>1</w:t>
      </w:r>
      <w:r w:rsidRPr="000903DF">
        <w:rPr>
          <w:szCs w:val="28"/>
        </w:rPr>
        <w:t xml:space="preserve"> года.</w:t>
      </w:r>
    </w:p>
    <w:p w:rsidR="009D1B2D" w:rsidRPr="000903DF" w:rsidRDefault="009D1B2D" w:rsidP="00F9695C">
      <w:pPr>
        <w:jc w:val="both"/>
        <w:rPr>
          <w:sz w:val="28"/>
          <w:szCs w:val="28"/>
        </w:rPr>
      </w:pPr>
    </w:p>
    <w:p w:rsidR="009D1B2D" w:rsidRDefault="009D1B2D" w:rsidP="00F9695C">
      <w:pPr>
        <w:jc w:val="both"/>
        <w:rPr>
          <w:sz w:val="28"/>
        </w:rPr>
      </w:pPr>
    </w:p>
    <w:p w:rsidR="009D1B2D" w:rsidRDefault="009D1B2D" w:rsidP="00F9695C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9D1B2D" w:rsidRDefault="009D1B2D" w:rsidP="00F9695C">
      <w:pPr>
        <w:pStyle w:val="Heading3"/>
      </w:pPr>
      <w:r>
        <w:t>Председатель</w:t>
      </w:r>
    </w:p>
    <w:p w:rsidR="009D1B2D" w:rsidRPr="002C1105" w:rsidRDefault="009D1B2D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9D1B2D" w:rsidRDefault="009D1B2D" w:rsidP="00F9695C">
      <w:pPr>
        <w:pStyle w:val="Heading3"/>
      </w:pPr>
    </w:p>
    <w:sectPr w:rsidR="009D1B2D" w:rsidSect="00CD3391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B2D" w:rsidRDefault="009D1B2D">
      <w:r>
        <w:separator/>
      </w:r>
    </w:p>
  </w:endnote>
  <w:endnote w:type="continuationSeparator" w:id="0">
    <w:p w:rsidR="009D1B2D" w:rsidRDefault="009D1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B2D" w:rsidRDefault="009D1B2D">
      <w:r>
        <w:separator/>
      </w:r>
    </w:p>
  </w:footnote>
  <w:footnote w:type="continuationSeparator" w:id="0">
    <w:p w:rsidR="009D1B2D" w:rsidRDefault="009D1B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50042"/>
    <w:rsid w:val="000903DF"/>
    <w:rsid w:val="00093AC8"/>
    <w:rsid w:val="0009582E"/>
    <w:rsid w:val="000A32D4"/>
    <w:rsid w:val="000B4629"/>
    <w:rsid w:val="00104CEF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6783"/>
    <w:rsid w:val="001E50E6"/>
    <w:rsid w:val="00202A29"/>
    <w:rsid w:val="00203892"/>
    <w:rsid w:val="00214A41"/>
    <w:rsid w:val="00230264"/>
    <w:rsid w:val="00246829"/>
    <w:rsid w:val="00266F5E"/>
    <w:rsid w:val="002809CD"/>
    <w:rsid w:val="00284F62"/>
    <w:rsid w:val="00292EA5"/>
    <w:rsid w:val="002C03C2"/>
    <w:rsid w:val="002C1105"/>
    <w:rsid w:val="002C1CA3"/>
    <w:rsid w:val="002C7E64"/>
    <w:rsid w:val="002F1544"/>
    <w:rsid w:val="002F1954"/>
    <w:rsid w:val="002F200A"/>
    <w:rsid w:val="002F3D61"/>
    <w:rsid w:val="00301FDD"/>
    <w:rsid w:val="003440D7"/>
    <w:rsid w:val="0034786D"/>
    <w:rsid w:val="00347FD1"/>
    <w:rsid w:val="003729DD"/>
    <w:rsid w:val="003B68B2"/>
    <w:rsid w:val="003B7A35"/>
    <w:rsid w:val="003C786E"/>
    <w:rsid w:val="003E552E"/>
    <w:rsid w:val="003F2453"/>
    <w:rsid w:val="003F7983"/>
    <w:rsid w:val="00411048"/>
    <w:rsid w:val="00422B49"/>
    <w:rsid w:val="0044612F"/>
    <w:rsid w:val="00477126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5501C"/>
    <w:rsid w:val="00566394"/>
    <w:rsid w:val="00584345"/>
    <w:rsid w:val="00597EBA"/>
    <w:rsid w:val="005C0900"/>
    <w:rsid w:val="005D033B"/>
    <w:rsid w:val="005D0709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432F9"/>
    <w:rsid w:val="0076488C"/>
    <w:rsid w:val="007714CB"/>
    <w:rsid w:val="00787FC5"/>
    <w:rsid w:val="0079320E"/>
    <w:rsid w:val="007A567D"/>
    <w:rsid w:val="007B78A7"/>
    <w:rsid w:val="00804752"/>
    <w:rsid w:val="00812780"/>
    <w:rsid w:val="00813A72"/>
    <w:rsid w:val="0082312E"/>
    <w:rsid w:val="0084771E"/>
    <w:rsid w:val="008617EB"/>
    <w:rsid w:val="00881F9D"/>
    <w:rsid w:val="00884C99"/>
    <w:rsid w:val="008907DD"/>
    <w:rsid w:val="00897256"/>
    <w:rsid w:val="008D1296"/>
    <w:rsid w:val="008F54E2"/>
    <w:rsid w:val="0091315B"/>
    <w:rsid w:val="00936997"/>
    <w:rsid w:val="00942B4C"/>
    <w:rsid w:val="00980547"/>
    <w:rsid w:val="00985985"/>
    <w:rsid w:val="00993DD8"/>
    <w:rsid w:val="0099732B"/>
    <w:rsid w:val="009A70BA"/>
    <w:rsid w:val="009C18F5"/>
    <w:rsid w:val="009C389A"/>
    <w:rsid w:val="009D1B2D"/>
    <w:rsid w:val="009D4FB9"/>
    <w:rsid w:val="009E76D9"/>
    <w:rsid w:val="00A165D9"/>
    <w:rsid w:val="00A23D93"/>
    <w:rsid w:val="00A245AA"/>
    <w:rsid w:val="00A250E8"/>
    <w:rsid w:val="00A269B9"/>
    <w:rsid w:val="00A4428C"/>
    <w:rsid w:val="00A56FC1"/>
    <w:rsid w:val="00A754C3"/>
    <w:rsid w:val="00A7637E"/>
    <w:rsid w:val="00A97845"/>
    <w:rsid w:val="00AB0954"/>
    <w:rsid w:val="00AE75D6"/>
    <w:rsid w:val="00AF1E34"/>
    <w:rsid w:val="00B0356F"/>
    <w:rsid w:val="00B22737"/>
    <w:rsid w:val="00B42317"/>
    <w:rsid w:val="00B51DE7"/>
    <w:rsid w:val="00B77D5B"/>
    <w:rsid w:val="00B97378"/>
    <w:rsid w:val="00BD7F1B"/>
    <w:rsid w:val="00BE3C4B"/>
    <w:rsid w:val="00BF5B74"/>
    <w:rsid w:val="00C14300"/>
    <w:rsid w:val="00C14F0B"/>
    <w:rsid w:val="00C278F0"/>
    <w:rsid w:val="00C40E45"/>
    <w:rsid w:val="00C54C50"/>
    <w:rsid w:val="00C57B7E"/>
    <w:rsid w:val="00C74147"/>
    <w:rsid w:val="00C80E46"/>
    <w:rsid w:val="00C97255"/>
    <w:rsid w:val="00CA6684"/>
    <w:rsid w:val="00CB2CE6"/>
    <w:rsid w:val="00CC6928"/>
    <w:rsid w:val="00CD3391"/>
    <w:rsid w:val="00CD37B0"/>
    <w:rsid w:val="00CD3BB4"/>
    <w:rsid w:val="00CE7C91"/>
    <w:rsid w:val="00CF09CD"/>
    <w:rsid w:val="00D265E9"/>
    <w:rsid w:val="00D8358A"/>
    <w:rsid w:val="00D959EB"/>
    <w:rsid w:val="00DC18DF"/>
    <w:rsid w:val="00DF3EBA"/>
    <w:rsid w:val="00E102FF"/>
    <w:rsid w:val="00E20539"/>
    <w:rsid w:val="00E25E63"/>
    <w:rsid w:val="00E26DC8"/>
    <w:rsid w:val="00E27492"/>
    <w:rsid w:val="00E663FD"/>
    <w:rsid w:val="00E868BF"/>
    <w:rsid w:val="00F17842"/>
    <w:rsid w:val="00F2406D"/>
    <w:rsid w:val="00F32960"/>
    <w:rsid w:val="00F52A6F"/>
    <w:rsid w:val="00F53615"/>
    <w:rsid w:val="00F5641B"/>
    <w:rsid w:val="00F57E03"/>
    <w:rsid w:val="00F7403D"/>
    <w:rsid w:val="00F81F8D"/>
    <w:rsid w:val="00F9695C"/>
    <w:rsid w:val="00FD72A0"/>
    <w:rsid w:val="00FE38D3"/>
    <w:rsid w:val="00FE5AE6"/>
    <w:rsid w:val="00FE6B99"/>
    <w:rsid w:val="00FF6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709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0709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5D0709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0709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D0709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5D0709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154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F154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F1544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F1544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F1544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5D0709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F1544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D0709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D0709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1544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5D0709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F1544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5D0709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5D07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1544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5D07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F1544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154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7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160</Words>
  <Characters>915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28</cp:revision>
  <cp:lastPrinted>2011-06-17T07:19:00Z</cp:lastPrinted>
  <dcterms:created xsi:type="dcterms:W3CDTF">2011-05-25T04:39:00Z</dcterms:created>
  <dcterms:modified xsi:type="dcterms:W3CDTF">2011-11-25T10:15:00Z</dcterms:modified>
</cp:coreProperties>
</file>