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r>
        <w:rPr>
          <w:b/>
          <w:sz w:val="20"/>
        </w:rPr>
        <w:t>М</w:t>
      </w:r>
      <w:r w:rsidR="00A644B4" w:rsidRPr="00A644B4">
        <w:rPr>
          <w:b/>
          <w:sz w:val="20"/>
        </w:rPr>
        <w:t>.</w:t>
      </w:r>
      <w:r>
        <w:rPr>
          <w:b/>
          <w:sz w:val="20"/>
        </w:rPr>
        <w:t>Я</w:t>
      </w:r>
      <w:r w:rsidR="00A644B4" w:rsidRPr="00A644B4">
        <w:rPr>
          <w:b/>
          <w:sz w:val="20"/>
        </w:rPr>
        <w:t xml:space="preserve">. </w:t>
      </w:r>
      <w:proofErr w:type="spellStart"/>
      <w:r>
        <w:rPr>
          <w:b/>
          <w:sz w:val="20"/>
        </w:rPr>
        <w:t>Евраев</w:t>
      </w:r>
      <w:proofErr w:type="spellEnd"/>
    </w:p>
    <w:p w:rsidR="00EB17A2" w:rsidRDefault="00EB17A2" w:rsidP="00EB17A2">
      <w:pPr>
        <w:jc w:val="right"/>
        <w:rPr>
          <w:b/>
          <w:bCs/>
          <w:sz w:val="20"/>
        </w:rPr>
      </w:pPr>
    </w:p>
    <w:p w:rsidR="0011600C" w:rsidRPr="00700A46" w:rsidRDefault="0011600C" w:rsidP="00EB17A2">
      <w:pPr>
        <w:jc w:val="right"/>
        <w:rPr>
          <w:b/>
          <w:bCs/>
          <w:sz w:val="20"/>
        </w:rPr>
      </w:pPr>
    </w:p>
    <w:p w:rsidR="00EB17A2" w:rsidRPr="00700A46" w:rsidRDefault="00980CC5" w:rsidP="00512E70">
      <w:pPr>
        <w:jc w:val="center"/>
      </w:pPr>
      <w:r w:rsidRPr="00700A46">
        <w:rPr>
          <w:noProof/>
        </w:rPr>
        <w:drawing>
          <wp:inline distT="0" distB="0" distL="0" distR="0" wp14:anchorId="477946C7" wp14:editId="129D2107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D47BE8" w:rsidRDefault="008577E7" w:rsidP="00BB21E5">
      <w:pPr>
        <w:ind w:firstLine="0"/>
        <w:rPr>
          <w:bCs/>
          <w:sz w:val="16"/>
          <w:szCs w:val="16"/>
        </w:rPr>
      </w:pPr>
    </w:p>
    <w:p w:rsidR="00EB3A2F" w:rsidRDefault="00C25D63" w:rsidP="00483D8E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EB3A2F">
        <w:rPr>
          <w:b/>
          <w:bCs/>
          <w:sz w:val="28"/>
          <w:szCs w:val="28"/>
        </w:rPr>
        <w:t>внесении изменени</w:t>
      </w:r>
      <w:r w:rsidR="0011600C">
        <w:rPr>
          <w:b/>
          <w:bCs/>
          <w:sz w:val="28"/>
          <w:szCs w:val="28"/>
        </w:rPr>
        <w:t>й</w:t>
      </w:r>
      <w:r w:rsidR="00EB3A2F">
        <w:rPr>
          <w:b/>
          <w:bCs/>
          <w:sz w:val="28"/>
          <w:szCs w:val="28"/>
        </w:rPr>
        <w:t xml:space="preserve"> в </w:t>
      </w:r>
      <w:r w:rsidR="00585EE0">
        <w:rPr>
          <w:b/>
          <w:bCs/>
          <w:sz w:val="28"/>
          <w:szCs w:val="28"/>
        </w:rPr>
        <w:t xml:space="preserve">статьи 14 и 15 </w:t>
      </w:r>
      <w:r w:rsidR="00EB3A2F">
        <w:rPr>
          <w:b/>
          <w:bCs/>
          <w:sz w:val="28"/>
          <w:szCs w:val="28"/>
        </w:rPr>
        <w:t>Закон</w:t>
      </w:r>
      <w:r w:rsidR="00585EE0">
        <w:rPr>
          <w:b/>
          <w:bCs/>
          <w:sz w:val="28"/>
          <w:szCs w:val="28"/>
        </w:rPr>
        <w:t>а</w:t>
      </w:r>
      <w:r w:rsidR="00EB3A2F">
        <w:rPr>
          <w:b/>
          <w:bCs/>
          <w:sz w:val="28"/>
          <w:szCs w:val="28"/>
        </w:rPr>
        <w:t xml:space="preserve"> Ярославской области </w:t>
      </w:r>
    </w:p>
    <w:p w:rsidR="00EB3A2F" w:rsidRDefault="00EB3A2F" w:rsidP="00483D8E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A56755" w:rsidRPr="00A56755">
        <w:rPr>
          <w:b/>
          <w:bCs/>
          <w:sz w:val="28"/>
          <w:szCs w:val="28"/>
        </w:rPr>
        <w:t xml:space="preserve">О государственном регулировании </w:t>
      </w:r>
      <w:r w:rsidR="00CB1812">
        <w:rPr>
          <w:b/>
          <w:bCs/>
          <w:sz w:val="28"/>
          <w:szCs w:val="28"/>
        </w:rPr>
        <w:t xml:space="preserve">инвестиционной деятельности </w:t>
      </w:r>
      <w:r w:rsidR="00CB1812">
        <w:rPr>
          <w:b/>
          <w:bCs/>
          <w:sz w:val="28"/>
          <w:szCs w:val="28"/>
        </w:rPr>
        <w:br/>
        <w:t xml:space="preserve">на </w:t>
      </w:r>
      <w:r w:rsidR="00A56755" w:rsidRPr="00A56755">
        <w:rPr>
          <w:b/>
          <w:bCs/>
          <w:sz w:val="28"/>
          <w:szCs w:val="28"/>
        </w:rPr>
        <w:t>территории Ярославской области</w:t>
      </w:r>
      <w:r>
        <w:rPr>
          <w:b/>
          <w:bCs/>
          <w:sz w:val="28"/>
          <w:szCs w:val="28"/>
        </w:rPr>
        <w:t>»</w:t>
      </w:r>
    </w:p>
    <w:p w:rsidR="00DC0E09" w:rsidRPr="00AA61FC" w:rsidRDefault="00DC0E09" w:rsidP="00483D8E">
      <w:pPr>
        <w:pStyle w:val="af"/>
        <w:tabs>
          <w:tab w:val="left" w:pos="709"/>
        </w:tabs>
        <w:jc w:val="left"/>
        <w:rPr>
          <w:sz w:val="28"/>
          <w:szCs w:val="28"/>
        </w:rPr>
      </w:pPr>
    </w:p>
    <w:p w:rsidR="00562E9E" w:rsidRPr="00AA61FC" w:rsidRDefault="00562E9E" w:rsidP="00483D8E">
      <w:pPr>
        <w:pStyle w:val="af"/>
        <w:tabs>
          <w:tab w:val="left" w:pos="709"/>
        </w:tabs>
        <w:jc w:val="left"/>
        <w:rPr>
          <w:sz w:val="28"/>
          <w:szCs w:val="28"/>
        </w:rPr>
      </w:pPr>
    </w:p>
    <w:p w:rsidR="00EB17A2" w:rsidRPr="00700A46" w:rsidRDefault="00EB17A2" w:rsidP="00483D8E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483D8E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2530FA">
        <w:rPr>
          <w:sz w:val="24"/>
        </w:rPr>
        <w:t>2</w:t>
      </w:r>
      <w:r w:rsidRPr="00700A46">
        <w:rPr>
          <w:sz w:val="24"/>
        </w:rPr>
        <w:t xml:space="preserve"> года</w:t>
      </w:r>
    </w:p>
    <w:p w:rsidR="000E40E4" w:rsidRPr="00AA61FC" w:rsidRDefault="000E40E4" w:rsidP="00483D8E">
      <w:pPr>
        <w:ind w:firstLine="0"/>
        <w:rPr>
          <w:bCs/>
          <w:szCs w:val="28"/>
        </w:rPr>
      </w:pPr>
    </w:p>
    <w:p w:rsidR="004141E6" w:rsidRPr="00AA61FC" w:rsidRDefault="004141E6" w:rsidP="00483D8E">
      <w:pPr>
        <w:ind w:firstLine="0"/>
        <w:rPr>
          <w:bCs/>
          <w:szCs w:val="28"/>
        </w:rPr>
      </w:pPr>
    </w:p>
    <w:p w:rsidR="00AA61FC" w:rsidRPr="00AA61FC" w:rsidRDefault="00AA61FC" w:rsidP="00483D8E">
      <w:pPr>
        <w:ind w:firstLine="709"/>
        <w:rPr>
          <w:b/>
          <w:bCs/>
          <w:szCs w:val="28"/>
        </w:rPr>
      </w:pPr>
      <w:r w:rsidRPr="00AA61FC">
        <w:rPr>
          <w:b/>
          <w:bCs/>
          <w:szCs w:val="28"/>
        </w:rPr>
        <w:t>Статья 1</w:t>
      </w:r>
    </w:p>
    <w:p w:rsidR="0011600C" w:rsidRDefault="00EB3A2F" w:rsidP="00483D8E">
      <w:pPr>
        <w:ind w:firstLine="709"/>
        <w:rPr>
          <w:bCs/>
          <w:szCs w:val="28"/>
        </w:rPr>
      </w:pPr>
      <w:r w:rsidRPr="00EB3A2F">
        <w:rPr>
          <w:bCs/>
          <w:szCs w:val="28"/>
        </w:rPr>
        <w:t xml:space="preserve">Внести </w:t>
      </w:r>
      <w:bookmarkStart w:id="0" w:name="_GoBack"/>
      <w:bookmarkEnd w:id="0"/>
      <w:r w:rsidR="00F7400B">
        <w:rPr>
          <w:bCs/>
          <w:szCs w:val="28"/>
        </w:rPr>
        <w:t xml:space="preserve">в </w:t>
      </w:r>
      <w:r w:rsidRPr="00EB3A2F">
        <w:rPr>
          <w:bCs/>
          <w:szCs w:val="28"/>
        </w:rPr>
        <w:t xml:space="preserve">Закон Ярославской области </w:t>
      </w:r>
      <w:r w:rsidR="00A75B72" w:rsidRPr="00A75B72">
        <w:rPr>
          <w:bCs/>
          <w:szCs w:val="28"/>
        </w:rPr>
        <w:t>от 19.12.200</w:t>
      </w:r>
      <w:r w:rsidR="003E44F4">
        <w:rPr>
          <w:bCs/>
          <w:szCs w:val="28"/>
        </w:rPr>
        <w:t>5</w:t>
      </w:r>
      <w:r w:rsidR="00A75B72" w:rsidRPr="00A75B72">
        <w:rPr>
          <w:bCs/>
          <w:szCs w:val="28"/>
        </w:rPr>
        <w:t xml:space="preserve"> № 83-з </w:t>
      </w:r>
      <w:r w:rsidR="00AA61FC">
        <w:rPr>
          <w:bCs/>
          <w:szCs w:val="28"/>
        </w:rPr>
        <w:br/>
      </w:r>
      <w:r w:rsidR="00A75B72" w:rsidRPr="00A75B72">
        <w:rPr>
          <w:bCs/>
          <w:szCs w:val="28"/>
        </w:rPr>
        <w:t>«О государственном регулировании инвестиционной деятельности на терр</w:t>
      </w:r>
      <w:r w:rsidR="00A75B72" w:rsidRPr="00A75B72">
        <w:rPr>
          <w:bCs/>
          <w:szCs w:val="28"/>
        </w:rPr>
        <w:t>и</w:t>
      </w:r>
      <w:r w:rsidR="00A75B72" w:rsidRPr="00A75B72">
        <w:rPr>
          <w:bCs/>
          <w:szCs w:val="28"/>
        </w:rPr>
        <w:t>тории Ярославской области»</w:t>
      </w:r>
      <w:r w:rsidR="0011600C" w:rsidRPr="0011600C">
        <w:rPr>
          <w:bCs/>
          <w:szCs w:val="28"/>
        </w:rPr>
        <w:t xml:space="preserve"> (</w:t>
      </w:r>
      <w:r w:rsidR="00E3677E">
        <w:rPr>
          <w:bCs/>
          <w:szCs w:val="28"/>
        </w:rPr>
        <w:t xml:space="preserve">Губернские вести, 2005, 19 декабря, № 69; </w:t>
      </w:r>
      <w:r w:rsidR="00AA61FC">
        <w:rPr>
          <w:bCs/>
          <w:szCs w:val="28"/>
        </w:rPr>
        <w:br/>
      </w:r>
      <w:r w:rsidR="0011600C" w:rsidRPr="0011600C">
        <w:rPr>
          <w:bCs/>
          <w:szCs w:val="28"/>
        </w:rPr>
        <w:t>Документ – Регион,</w:t>
      </w:r>
      <w:r w:rsidR="00E3677E">
        <w:rPr>
          <w:bCs/>
          <w:szCs w:val="28"/>
        </w:rPr>
        <w:t xml:space="preserve"> 2016, 6 декабря, № 106; 2018, 25 декабря, № 111</w:t>
      </w:r>
      <w:r w:rsidR="0011600C" w:rsidRPr="0011600C">
        <w:rPr>
          <w:bCs/>
          <w:szCs w:val="28"/>
        </w:rPr>
        <w:t xml:space="preserve">) </w:t>
      </w:r>
      <w:r w:rsidR="0011600C">
        <w:rPr>
          <w:bCs/>
          <w:szCs w:val="28"/>
        </w:rPr>
        <w:t>след</w:t>
      </w:r>
      <w:r w:rsidR="0011600C">
        <w:rPr>
          <w:bCs/>
          <w:szCs w:val="28"/>
        </w:rPr>
        <w:t>у</w:t>
      </w:r>
      <w:r w:rsidR="0011600C">
        <w:rPr>
          <w:bCs/>
          <w:szCs w:val="28"/>
        </w:rPr>
        <w:t xml:space="preserve">ющие </w:t>
      </w:r>
      <w:r w:rsidR="0011600C" w:rsidRPr="0011600C">
        <w:rPr>
          <w:bCs/>
          <w:szCs w:val="28"/>
        </w:rPr>
        <w:t>изменения</w:t>
      </w:r>
      <w:r w:rsidR="0011600C">
        <w:rPr>
          <w:bCs/>
          <w:szCs w:val="28"/>
        </w:rPr>
        <w:t>:</w:t>
      </w:r>
    </w:p>
    <w:p w:rsidR="00A75B72" w:rsidRDefault="005058CB" w:rsidP="00483D8E">
      <w:pPr>
        <w:ind w:firstLine="709"/>
        <w:rPr>
          <w:bCs/>
          <w:szCs w:val="28"/>
        </w:rPr>
      </w:pPr>
      <w:r>
        <w:rPr>
          <w:bCs/>
          <w:szCs w:val="28"/>
        </w:rPr>
        <w:t xml:space="preserve">1) </w:t>
      </w:r>
      <w:r w:rsidR="00E3677E" w:rsidRPr="00A75B72">
        <w:rPr>
          <w:bCs/>
          <w:szCs w:val="28"/>
        </w:rPr>
        <w:t>в абзаце втором части 2</w:t>
      </w:r>
      <w:r w:rsidR="00E3677E">
        <w:rPr>
          <w:bCs/>
          <w:szCs w:val="28"/>
        </w:rPr>
        <w:t xml:space="preserve"> статьи 14 </w:t>
      </w:r>
      <w:r w:rsidR="00E3677E" w:rsidRPr="00A75B72">
        <w:rPr>
          <w:bCs/>
          <w:szCs w:val="28"/>
        </w:rPr>
        <w:t xml:space="preserve">слова «1 января 2023 года» </w:t>
      </w:r>
      <w:r w:rsidR="00E3677E">
        <w:rPr>
          <w:bCs/>
          <w:szCs w:val="28"/>
        </w:rPr>
        <w:t>зам</w:t>
      </w:r>
      <w:r w:rsidR="00E3677E">
        <w:rPr>
          <w:bCs/>
          <w:szCs w:val="28"/>
        </w:rPr>
        <w:t>е</w:t>
      </w:r>
      <w:r w:rsidR="00E3677E">
        <w:rPr>
          <w:bCs/>
          <w:szCs w:val="28"/>
        </w:rPr>
        <w:t xml:space="preserve">нить </w:t>
      </w:r>
      <w:r w:rsidR="00E3677E" w:rsidRPr="00A75B72">
        <w:rPr>
          <w:bCs/>
          <w:szCs w:val="28"/>
        </w:rPr>
        <w:t>слова</w:t>
      </w:r>
      <w:r w:rsidR="00E3677E">
        <w:rPr>
          <w:bCs/>
          <w:szCs w:val="28"/>
        </w:rPr>
        <w:t>ми «1 января 2024 года»;</w:t>
      </w:r>
    </w:p>
    <w:p w:rsidR="00A1358D" w:rsidRDefault="00ED6208" w:rsidP="00483D8E">
      <w:pPr>
        <w:ind w:firstLine="709"/>
        <w:rPr>
          <w:bCs/>
          <w:szCs w:val="28"/>
        </w:rPr>
      </w:pPr>
      <w:r>
        <w:rPr>
          <w:bCs/>
          <w:szCs w:val="28"/>
        </w:rPr>
        <w:t>2</w:t>
      </w:r>
      <w:r w:rsidR="005058CB">
        <w:rPr>
          <w:bCs/>
          <w:szCs w:val="28"/>
        </w:rPr>
        <w:t xml:space="preserve">) </w:t>
      </w:r>
      <w:r w:rsidR="00A1358D">
        <w:rPr>
          <w:bCs/>
          <w:szCs w:val="28"/>
        </w:rPr>
        <w:t>в статье 15:</w:t>
      </w:r>
    </w:p>
    <w:p w:rsidR="00A1358D" w:rsidRDefault="00A1358D" w:rsidP="00483D8E">
      <w:pPr>
        <w:ind w:firstLine="709"/>
        <w:rPr>
          <w:bCs/>
          <w:szCs w:val="28"/>
        </w:rPr>
      </w:pPr>
      <w:r>
        <w:rPr>
          <w:bCs/>
          <w:szCs w:val="28"/>
        </w:rPr>
        <w:t>а) часть 1 после слов «</w:t>
      </w:r>
      <w:r w:rsidRPr="00A1358D">
        <w:rPr>
          <w:bCs/>
          <w:szCs w:val="28"/>
        </w:rPr>
        <w:t>официального обращения инвестора</w:t>
      </w:r>
      <w:r>
        <w:rPr>
          <w:bCs/>
          <w:szCs w:val="28"/>
        </w:rPr>
        <w:t>» дополнить словами «(</w:t>
      </w:r>
      <w:r w:rsidRPr="00A1358D">
        <w:rPr>
          <w:bCs/>
          <w:szCs w:val="28"/>
        </w:rPr>
        <w:t>управляющей компани</w:t>
      </w:r>
      <w:r>
        <w:rPr>
          <w:bCs/>
          <w:szCs w:val="28"/>
        </w:rPr>
        <w:t>и)»;</w:t>
      </w:r>
    </w:p>
    <w:p w:rsidR="00A1358D" w:rsidRDefault="00A1358D" w:rsidP="00483D8E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б) </w:t>
      </w:r>
      <w:r w:rsidR="005058CB">
        <w:rPr>
          <w:bCs/>
          <w:szCs w:val="28"/>
        </w:rPr>
        <w:t>част</w:t>
      </w:r>
      <w:r>
        <w:rPr>
          <w:bCs/>
          <w:szCs w:val="28"/>
        </w:rPr>
        <w:t>ь</w:t>
      </w:r>
      <w:r w:rsidR="005058CB">
        <w:rPr>
          <w:bCs/>
          <w:szCs w:val="28"/>
        </w:rPr>
        <w:t xml:space="preserve"> 3 </w:t>
      </w:r>
      <w:r>
        <w:rPr>
          <w:bCs/>
          <w:szCs w:val="28"/>
        </w:rPr>
        <w:t>изложить в следующей редакции:</w:t>
      </w:r>
    </w:p>
    <w:p w:rsidR="003E44F4" w:rsidRDefault="00A1358D" w:rsidP="00483D8E">
      <w:pPr>
        <w:ind w:firstLine="709"/>
        <w:rPr>
          <w:bCs/>
          <w:szCs w:val="28"/>
        </w:rPr>
      </w:pPr>
      <w:r>
        <w:rPr>
          <w:bCs/>
          <w:szCs w:val="28"/>
        </w:rPr>
        <w:t xml:space="preserve">«3. </w:t>
      </w:r>
      <w:proofErr w:type="gramStart"/>
      <w:r w:rsidRPr="00A1358D">
        <w:rPr>
          <w:bCs/>
          <w:szCs w:val="28"/>
        </w:rPr>
        <w:t>Для инвесторов, реализующих приоритетные инвестиционные пр</w:t>
      </w:r>
      <w:r w:rsidRPr="00A1358D">
        <w:rPr>
          <w:bCs/>
          <w:szCs w:val="28"/>
        </w:rPr>
        <w:t>о</w:t>
      </w:r>
      <w:r w:rsidRPr="00A1358D">
        <w:rPr>
          <w:bCs/>
          <w:szCs w:val="28"/>
        </w:rPr>
        <w:t>екты Ярославской области</w:t>
      </w:r>
      <w:r>
        <w:rPr>
          <w:bCs/>
          <w:szCs w:val="28"/>
        </w:rPr>
        <w:t>,</w:t>
      </w:r>
      <w:r w:rsidRPr="00A1358D">
        <w:rPr>
          <w:bCs/>
          <w:szCs w:val="28"/>
        </w:rPr>
        <w:t xml:space="preserve"> и </w:t>
      </w:r>
      <w:r>
        <w:rPr>
          <w:bCs/>
          <w:szCs w:val="28"/>
        </w:rPr>
        <w:t xml:space="preserve">управляющих компаний, реализующих </w:t>
      </w:r>
      <w:r w:rsidRPr="00A1358D">
        <w:rPr>
          <w:bCs/>
          <w:szCs w:val="28"/>
        </w:rPr>
        <w:t>инв</w:t>
      </w:r>
      <w:r w:rsidRPr="00A1358D">
        <w:rPr>
          <w:bCs/>
          <w:szCs w:val="28"/>
        </w:rPr>
        <w:t>е</w:t>
      </w:r>
      <w:r w:rsidRPr="00A1358D">
        <w:rPr>
          <w:bCs/>
          <w:szCs w:val="28"/>
        </w:rPr>
        <w:t>стиционные проекты по созданию и (или) развитию индустриальных (пр</w:t>
      </w:r>
      <w:r w:rsidRPr="00A1358D">
        <w:rPr>
          <w:bCs/>
          <w:szCs w:val="28"/>
        </w:rPr>
        <w:t>о</w:t>
      </w:r>
      <w:r w:rsidRPr="00A1358D">
        <w:rPr>
          <w:bCs/>
          <w:szCs w:val="28"/>
        </w:rPr>
        <w:t>мышленных) парков</w:t>
      </w:r>
      <w:r>
        <w:rPr>
          <w:bCs/>
          <w:szCs w:val="28"/>
        </w:rPr>
        <w:t>,</w:t>
      </w:r>
      <w:r w:rsidRPr="00A1358D">
        <w:rPr>
          <w:bCs/>
          <w:szCs w:val="28"/>
        </w:rPr>
        <w:t xml:space="preserve"> в соответствии с законодательством Ярославской обл</w:t>
      </w:r>
      <w:r w:rsidRPr="00A1358D">
        <w:rPr>
          <w:bCs/>
          <w:szCs w:val="28"/>
        </w:rPr>
        <w:t>а</w:t>
      </w:r>
      <w:r w:rsidRPr="00A1358D">
        <w:rPr>
          <w:bCs/>
          <w:szCs w:val="28"/>
        </w:rPr>
        <w:t xml:space="preserve">сти об инвестиционной деятельности на период действия финансовых форм государственной поддержки данных проектов </w:t>
      </w:r>
      <w:r w:rsidRPr="005058CB">
        <w:rPr>
          <w:bCs/>
          <w:szCs w:val="28"/>
        </w:rPr>
        <w:t>Закон</w:t>
      </w:r>
      <w:r w:rsidR="00127664">
        <w:rPr>
          <w:bCs/>
          <w:szCs w:val="28"/>
        </w:rPr>
        <w:t>ом</w:t>
      </w:r>
      <w:r w:rsidRPr="005058CB">
        <w:rPr>
          <w:bCs/>
          <w:szCs w:val="28"/>
        </w:rPr>
        <w:t xml:space="preserve"> Ярославской области от 15.10.2003 № 46-з «О налоге на имущество организаций в Ярославской области» предусмотрены</w:t>
      </w:r>
      <w:r>
        <w:rPr>
          <w:bCs/>
          <w:szCs w:val="28"/>
        </w:rPr>
        <w:t xml:space="preserve"> налоговые льготы </w:t>
      </w:r>
      <w:r w:rsidRPr="00A1358D">
        <w:rPr>
          <w:bCs/>
          <w:szCs w:val="28"/>
        </w:rPr>
        <w:t>в отношении имущества</w:t>
      </w:r>
      <w:proofErr w:type="gramEnd"/>
      <w:r w:rsidRPr="00A1358D">
        <w:rPr>
          <w:bCs/>
          <w:szCs w:val="28"/>
        </w:rPr>
        <w:t xml:space="preserve">, </w:t>
      </w:r>
      <w:proofErr w:type="gramStart"/>
      <w:r w:rsidRPr="00A1358D">
        <w:rPr>
          <w:bCs/>
          <w:szCs w:val="28"/>
        </w:rPr>
        <w:t>указа</w:t>
      </w:r>
      <w:r w:rsidRPr="00A1358D">
        <w:rPr>
          <w:bCs/>
          <w:szCs w:val="28"/>
        </w:rPr>
        <w:t>н</w:t>
      </w:r>
      <w:r w:rsidRPr="00A1358D">
        <w:rPr>
          <w:bCs/>
          <w:szCs w:val="28"/>
        </w:rPr>
        <w:t>ного</w:t>
      </w:r>
      <w:proofErr w:type="gramEnd"/>
      <w:r w:rsidRPr="00A1358D">
        <w:rPr>
          <w:bCs/>
          <w:szCs w:val="28"/>
        </w:rPr>
        <w:t xml:space="preserve"> в</w:t>
      </w:r>
      <w:r w:rsidR="00127664">
        <w:rPr>
          <w:bCs/>
          <w:szCs w:val="28"/>
        </w:rPr>
        <w:t> </w:t>
      </w:r>
      <w:hyperlink r:id="rId13" w:history="1">
        <w:r w:rsidRPr="00A1358D">
          <w:rPr>
            <w:rStyle w:val="afa"/>
            <w:bCs/>
            <w:color w:val="auto"/>
            <w:szCs w:val="28"/>
            <w:u w:val="none"/>
          </w:rPr>
          <w:t>частях 1</w:t>
        </w:r>
      </w:hyperlink>
      <w:r w:rsidRPr="00A1358D">
        <w:rPr>
          <w:bCs/>
          <w:szCs w:val="28"/>
        </w:rPr>
        <w:t xml:space="preserve"> и </w:t>
      </w:r>
      <w:hyperlink r:id="rId14" w:history="1">
        <w:r w:rsidRPr="00A1358D">
          <w:rPr>
            <w:rStyle w:val="afa"/>
            <w:bCs/>
            <w:color w:val="auto"/>
            <w:szCs w:val="28"/>
            <w:u w:val="none"/>
          </w:rPr>
          <w:t>2</w:t>
        </w:r>
      </w:hyperlink>
      <w:r w:rsidRPr="00A1358D">
        <w:rPr>
          <w:bCs/>
          <w:szCs w:val="28"/>
        </w:rPr>
        <w:t xml:space="preserve"> настоящей статьи.</w:t>
      </w:r>
      <w:r>
        <w:rPr>
          <w:bCs/>
          <w:szCs w:val="28"/>
        </w:rPr>
        <w:t>»</w:t>
      </w:r>
      <w:r w:rsidR="00585EE0">
        <w:rPr>
          <w:bCs/>
          <w:szCs w:val="28"/>
        </w:rPr>
        <w:t>.</w:t>
      </w:r>
    </w:p>
    <w:p w:rsidR="00AA61FC" w:rsidRDefault="00AA61FC" w:rsidP="00483D8E">
      <w:pPr>
        <w:ind w:firstLine="709"/>
        <w:rPr>
          <w:bCs/>
          <w:szCs w:val="28"/>
        </w:rPr>
      </w:pPr>
      <w:r>
        <w:rPr>
          <w:bCs/>
          <w:szCs w:val="28"/>
        </w:rPr>
        <w:br w:type="page"/>
      </w:r>
    </w:p>
    <w:p w:rsidR="00AA61FC" w:rsidRPr="00AA61FC" w:rsidRDefault="00AA61FC" w:rsidP="00483D8E">
      <w:pPr>
        <w:ind w:firstLine="709"/>
        <w:rPr>
          <w:b/>
          <w:bCs/>
          <w:szCs w:val="28"/>
        </w:rPr>
      </w:pPr>
      <w:r w:rsidRPr="00AA61FC">
        <w:rPr>
          <w:b/>
          <w:bCs/>
          <w:szCs w:val="28"/>
        </w:rPr>
        <w:lastRenderedPageBreak/>
        <w:t>Статья 2</w:t>
      </w:r>
    </w:p>
    <w:p w:rsidR="00AA61FC" w:rsidRDefault="00AA61FC" w:rsidP="00483D8E">
      <w:pPr>
        <w:ind w:firstLine="709"/>
        <w:rPr>
          <w:bCs/>
          <w:szCs w:val="28"/>
        </w:rPr>
      </w:pPr>
      <w:r w:rsidRPr="00AA61FC">
        <w:rPr>
          <w:bCs/>
          <w:szCs w:val="28"/>
        </w:rPr>
        <w:t>Настоящий Закон вступает в силу с 1 января 2023 года.</w:t>
      </w:r>
    </w:p>
    <w:p w:rsidR="00585EE0" w:rsidRPr="00AA61FC" w:rsidRDefault="00585EE0" w:rsidP="00483D8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AA61FC" w:rsidRPr="00AA61FC" w:rsidRDefault="00AA61FC" w:rsidP="00483D8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AA61FC" w:rsidRDefault="00AA61FC" w:rsidP="00483D8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556647" w:rsidRDefault="007F7C8D" w:rsidP="00483D8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</w:p>
    <w:p w:rsidR="002728FD" w:rsidRDefault="00556647" w:rsidP="00483D8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Pr="00556647">
        <w:rPr>
          <w:bCs/>
          <w:szCs w:val="28"/>
        </w:rPr>
        <w:t xml:space="preserve">М.Я. </w:t>
      </w:r>
      <w:proofErr w:type="spellStart"/>
      <w:r w:rsidRPr="00556647">
        <w:rPr>
          <w:bCs/>
          <w:szCs w:val="28"/>
        </w:rPr>
        <w:t>Евраев</w:t>
      </w:r>
      <w:proofErr w:type="spellEnd"/>
    </w:p>
    <w:p w:rsidR="0011600C" w:rsidRDefault="0011600C" w:rsidP="00483D8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AA61FC" w:rsidRPr="00022F26" w:rsidRDefault="00AA61FC" w:rsidP="00483D8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F212E1" w:rsidRDefault="00F34DFD" w:rsidP="00483D8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2530FA">
        <w:rPr>
          <w:bCs/>
          <w:szCs w:val="28"/>
        </w:rPr>
        <w:t>2</w:t>
      </w:r>
      <w:r w:rsidRPr="0057198E">
        <w:rPr>
          <w:bCs/>
          <w:szCs w:val="28"/>
        </w:rPr>
        <w:t xml:space="preserve"> г.</w:t>
      </w:r>
    </w:p>
    <w:p w:rsidR="00585EE0" w:rsidRDefault="00585EE0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AA61FC">
      <w:headerReference w:type="even" r:id="rId15"/>
      <w:headerReference w:type="default" r:id="rId16"/>
      <w:pgSz w:w="11906" w:h="16838" w:code="9"/>
      <w:pgMar w:top="851" w:right="849" w:bottom="426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D6F" w:rsidRDefault="00742D6F">
      <w:r>
        <w:separator/>
      </w:r>
    </w:p>
    <w:p w:rsidR="00742D6F" w:rsidRDefault="00742D6F"/>
    <w:p w:rsidR="00742D6F" w:rsidRDefault="00742D6F"/>
  </w:endnote>
  <w:endnote w:type="continuationSeparator" w:id="0">
    <w:p w:rsidR="00742D6F" w:rsidRDefault="00742D6F">
      <w:r>
        <w:continuationSeparator/>
      </w:r>
    </w:p>
    <w:p w:rsidR="00742D6F" w:rsidRDefault="00742D6F"/>
    <w:p w:rsidR="00742D6F" w:rsidRDefault="00742D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D6F" w:rsidRDefault="00742D6F">
      <w:r>
        <w:separator/>
      </w:r>
    </w:p>
    <w:p w:rsidR="00742D6F" w:rsidRDefault="00742D6F"/>
    <w:p w:rsidR="00742D6F" w:rsidRDefault="00742D6F"/>
  </w:footnote>
  <w:footnote w:type="continuationSeparator" w:id="0">
    <w:p w:rsidR="00742D6F" w:rsidRDefault="00742D6F">
      <w:r>
        <w:continuationSeparator/>
      </w:r>
    </w:p>
    <w:p w:rsidR="00742D6F" w:rsidRDefault="00742D6F"/>
    <w:p w:rsidR="00742D6F" w:rsidRDefault="00742D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3983125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00B">
          <w:rPr>
            <w:noProof/>
          </w:rPr>
          <w:t>2</w:t>
        </w:r>
        <w:r>
          <w:fldChar w:fldCharType="end"/>
        </w:r>
      </w:p>
    </w:sdtContent>
  </w:sdt>
  <w:p w:rsidR="002728FD" w:rsidRDefault="002728FD" w:rsidP="008577E7">
    <w:pPr>
      <w:pStyle w:val="a6"/>
      <w:ind w:firstLine="0"/>
      <w:rPr>
        <w:sz w:val="20"/>
        <w:szCs w:val="20"/>
      </w:rPr>
    </w:pPr>
  </w:p>
  <w:p w:rsidR="00B9531A" w:rsidRPr="002728FD" w:rsidRDefault="00B9531A" w:rsidP="008577E7">
    <w:pPr>
      <w:pStyle w:val="a6"/>
      <w:ind w:firstLin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AC137D4"/>
    <w:multiLevelType w:val="hybridMultilevel"/>
    <w:tmpl w:val="B1582A4E"/>
    <w:lvl w:ilvl="0" w:tplc="C2860F7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4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8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3"/>
  </w:num>
  <w:num w:numId="2">
    <w:abstractNumId w:val="30"/>
  </w:num>
  <w:num w:numId="3">
    <w:abstractNumId w:val="10"/>
  </w:num>
  <w:num w:numId="4">
    <w:abstractNumId w:val="1"/>
  </w:num>
  <w:num w:numId="5">
    <w:abstractNumId w:val="17"/>
  </w:num>
  <w:num w:numId="6">
    <w:abstractNumId w:val="15"/>
  </w:num>
  <w:num w:numId="7">
    <w:abstractNumId w:val="14"/>
  </w:num>
  <w:num w:numId="8">
    <w:abstractNumId w:val="24"/>
  </w:num>
  <w:num w:numId="9">
    <w:abstractNumId w:val="8"/>
  </w:num>
  <w:num w:numId="10">
    <w:abstractNumId w:val="13"/>
  </w:num>
  <w:num w:numId="11">
    <w:abstractNumId w:val="25"/>
  </w:num>
  <w:num w:numId="12">
    <w:abstractNumId w:val="26"/>
  </w:num>
  <w:num w:numId="13">
    <w:abstractNumId w:val="6"/>
  </w:num>
  <w:num w:numId="14">
    <w:abstractNumId w:val="27"/>
  </w:num>
  <w:num w:numId="15">
    <w:abstractNumId w:val="9"/>
  </w:num>
  <w:num w:numId="16">
    <w:abstractNumId w:val="22"/>
  </w:num>
  <w:num w:numId="17">
    <w:abstractNumId w:val="18"/>
  </w:num>
  <w:num w:numId="18">
    <w:abstractNumId w:val="29"/>
  </w:num>
  <w:num w:numId="19">
    <w:abstractNumId w:val="28"/>
  </w:num>
  <w:num w:numId="20">
    <w:abstractNumId w:val="12"/>
  </w:num>
  <w:num w:numId="21">
    <w:abstractNumId w:val="21"/>
  </w:num>
  <w:num w:numId="22">
    <w:abstractNumId w:val="16"/>
  </w:num>
  <w:num w:numId="23">
    <w:abstractNumId w:val="7"/>
  </w:num>
  <w:num w:numId="24">
    <w:abstractNumId w:val="19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20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394E"/>
    <w:rsid w:val="00015563"/>
    <w:rsid w:val="00015A9D"/>
    <w:rsid w:val="00015C0B"/>
    <w:rsid w:val="0001603B"/>
    <w:rsid w:val="00016CC0"/>
    <w:rsid w:val="00020ADC"/>
    <w:rsid w:val="000222C9"/>
    <w:rsid w:val="00022F26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33D"/>
    <w:rsid w:val="00035403"/>
    <w:rsid w:val="00036155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2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4FB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8D1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079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2F09"/>
    <w:rsid w:val="000C30F9"/>
    <w:rsid w:val="000C36D9"/>
    <w:rsid w:val="000C40DB"/>
    <w:rsid w:val="000C41A6"/>
    <w:rsid w:val="000C4631"/>
    <w:rsid w:val="000C4E39"/>
    <w:rsid w:val="000C6558"/>
    <w:rsid w:val="000C65C9"/>
    <w:rsid w:val="000C74E1"/>
    <w:rsid w:val="000C77D2"/>
    <w:rsid w:val="000C78A1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3F9"/>
    <w:rsid w:val="000D7A3C"/>
    <w:rsid w:val="000E057D"/>
    <w:rsid w:val="000E0EC0"/>
    <w:rsid w:val="000E0ED3"/>
    <w:rsid w:val="000E14AE"/>
    <w:rsid w:val="000E2EED"/>
    <w:rsid w:val="000E33C8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51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4D26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122"/>
    <w:rsid w:val="00112654"/>
    <w:rsid w:val="00113356"/>
    <w:rsid w:val="00113D20"/>
    <w:rsid w:val="00114062"/>
    <w:rsid w:val="001142FD"/>
    <w:rsid w:val="001145BF"/>
    <w:rsid w:val="00115AF2"/>
    <w:rsid w:val="00115D22"/>
    <w:rsid w:val="0011600C"/>
    <w:rsid w:val="00117D32"/>
    <w:rsid w:val="00117F45"/>
    <w:rsid w:val="001203C6"/>
    <w:rsid w:val="00120B3D"/>
    <w:rsid w:val="00120DB0"/>
    <w:rsid w:val="00120FED"/>
    <w:rsid w:val="00121406"/>
    <w:rsid w:val="0012153F"/>
    <w:rsid w:val="001216E6"/>
    <w:rsid w:val="001221BD"/>
    <w:rsid w:val="00123D26"/>
    <w:rsid w:val="001255A0"/>
    <w:rsid w:val="00125A32"/>
    <w:rsid w:val="00125ECE"/>
    <w:rsid w:val="0012638A"/>
    <w:rsid w:val="001263D2"/>
    <w:rsid w:val="00127664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131F"/>
    <w:rsid w:val="00152452"/>
    <w:rsid w:val="00152BA4"/>
    <w:rsid w:val="00152C80"/>
    <w:rsid w:val="00153D30"/>
    <w:rsid w:val="00154446"/>
    <w:rsid w:val="001545CA"/>
    <w:rsid w:val="0015540A"/>
    <w:rsid w:val="001564F0"/>
    <w:rsid w:val="00156724"/>
    <w:rsid w:val="0015679A"/>
    <w:rsid w:val="001576C7"/>
    <w:rsid w:val="00160292"/>
    <w:rsid w:val="0016042C"/>
    <w:rsid w:val="00160C78"/>
    <w:rsid w:val="001619E7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0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D55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B7C3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958"/>
    <w:rsid w:val="001D0AB6"/>
    <w:rsid w:val="001D0E62"/>
    <w:rsid w:val="001D18F6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BC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896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0361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28FD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97E1C"/>
    <w:rsid w:val="002A061B"/>
    <w:rsid w:val="002A0BF2"/>
    <w:rsid w:val="002A1105"/>
    <w:rsid w:val="002A26FB"/>
    <w:rsid w:val="002A286D"/>
    <w:rsid w:val="002A4E78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3283"/>
    <w:rsid w:val="002C48BC"/>
    <w:rsid w:val="002C6269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48FF"/>
    <w:rsid w:val="002D56D4"/>
    <w:rsid w:val="002D56E3"/>
    <w:rsid w:val="002D6016"/>
    <w:rsid w:val="002D6E45"/>
    <w:rsid w:val="002D7373"/>
    <w:rsid w:val="002D78CB"/>
    <w:rsid w:val="002E0DB1"/>
    <w:rsid w:val="002E23EC"/>
    <w:rsid w:val="002E35A2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C37"/>
    <w:rsid w:val="00302E47"/>
    <w:rsid w:val="00303D5C"/>
    <w:rsid w:val="00304424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5E0B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B5B"/>
    <w:rsid w:val="003462B7"/>
    <w:rsid w:val="00346BD6"/>
    <w:rsid w:val="0034708E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5630D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1F7D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0A9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F4C"/>
    <w:rsid w:val="003C544D"/>
    <w:rsid w:val="003C5C00"/>
    <w:rsid w:val="003C5CA1"/>
    <w:rsid w:val="003C606A"/>
    <w:rsid w:val="003C68F3"/>
    <w:rsid w:val="003C75CE"/>
    <w:rsid w:val="003C7F25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4F4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401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41E6"/>
    <w:rsid w:val="00415C96"/>
    <w:rsid w:val="00416115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5AB"/>
    <w:rsid w:val="00456D20"/>
    <w:rsid w:val="0046058D"/>
    <w:rsid w:val="00461B64"/>
    <w:rsid w:val="00461BFE"/>
    <w:rsid w:val="00462B3D"/>
    <w:rsid w:val="00463000"/>
    <w:rsid w:val="004631AB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3D8E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190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2F8"/>
    <w:rsid w:val="004B3D6E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33C"/>
    <w:rsid w:val="00504EA6"/>
    <w:rsid w:val="00505770"/>
    <w:rsid w:val="005058CB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3572"/>
    <w:rsid w:val="00533E26"/>
    <w:rsid w:val="005341FE"/>
    <w:rsid w:val="00534473"/>
    <w:rsid w:val="00536504"/>
    <w:rsid w:val="005373F5"/>
    <w:rsid w:val="00540F9A"/>
    <w:rsid w:val="0054190F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5C5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8CA"/>
    <w:rsid w:val="00561B00"/>
    <w:rsid w:val="00562905"/>
    <w:rsid w:val="00562A11"/>
    <w:rsid w:val="00562E9E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536B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B79"/>
    <w:rsid w:val="0058218A"/>
    <w:rsid w:val="00583E64"/>
    <w:rsid w:val="00585CFB"/>
    <w:rsid w:val="00585DA6"/>
    <w:rsid w:val="00585EE0"/>
    <w:rsid w:val="005872AD"/>
    <w:rsid w:val="005872F9"/>
    <w:rsid w:val="005878B7"/>
    <w:rsid w:val="0059064A"/>
    <w:rsid w:val="00591B27"/>
    <w:rsid w:val="00592023"/>
    <w:rsid w:val="00594D99"/>
    <w:rsid w:val="00595C27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A7062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207"/>
    <w:rsid w:val="005E66A5"/>
    <w:rsid w:val="005E747B"/>
    <w:rsid w:val="005F0168"/>
    <w:rsid w:val="005F1D5D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5A50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3EFD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9F0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A7E78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4918"/>
    <w:rsid w:val="006B56BC"/>
    <w:rsid w:val="006B570D"/>
    <w:rsid w:val="006C0882"/>
    <w:rsid w:val="006C0DF0"/>
    <w:rsid w:val="006C14D3"/>
    <w:rsid w:val="006C15ED"/>
    <w:rsid w:val="006C223D"/>
    <w:rsid w:val="006C39E3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0BE"/>
    <w:rsid w:val="006F56D4"/>
    <w:rsid w:val="006F5C3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963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2D6F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A7A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07B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018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AD9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7F7C8D"/>
    <w:rsid w:val="00800555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49DC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4ED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2EE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5AF"/>
    <w:rsid w:val="00872940"/>
    <w:rsid w:val="0087387F"/>
    <w:rsid w:val="008746EC"/>
    <w:rsid w:val="00874E47"/>
    <w:rsid w:val="00875AD0"/>
    <w:rsid w:val="00876258"/>
    <w:rsid w:val="00876C98"/>
    <w:rsid w:val="00877161"/>
    <w:rsid w:val="0088167C"/>
    <w:rsid w:val="008817FA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02C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04B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1F37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06960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1FA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3E3A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4F52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3D65"/>
    <w:rsid w:val="009C5753"/>
    <w:rsid w:val="009C6A17"/>
    <w:rsid w:val="009C73A9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8D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27F71"/>
    <w:rsid w:val="00A3035F"/>
    <w:rsid w:val="00A303E3"/>
    <w:rsid w:val="00A30EC4"/>
    <w:rsid w:val="00A30FEA"/>
    <w:rsid w:val="00A32150"/>
    <w:rsid w:val="00A3249F"/>
    <w:rsid w:val="00A329C6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75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5B72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1EB1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A61FC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73F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E0E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92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0F03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87E4F"/>
    <w:rsid w:val="00B90F75"/>
    <w:rsid w:val="00B90FA1"/>
    <w:rsid w:val="00B9102A"/>
    <w:rsid w:val="00B916AF"/>
    <w:rsid w:val="00B91964"/>
    <w:rsid w:val="00B91E94"/>
    <w:rsid w:val="00B9241B"/>
    <w:rsid w:val="00B94EBF"/>
    <w:rsid w:val="00B9531A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017A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11D6"/>
    <w:rsid w:val="00BC20A8"/>
    <w:rsid w:val="00BC2179"/>
    <w:rsid w:val="00BC27B8"/>
    <w:rsid w:val="00BC4090"/>
    <w:rsid w:val="00BC4E80"/>
    <w:rsid w:val="00BC5930"/>
    <w:rsid w:val="00BC5C8B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CB6"/>
    <w:rsid w:val="00BF1F5D"/>
    <w:rsid w:val="00BF25C8"/>
    <w:rsid w:val="00BF3152"/>
    <w:rsid w:val="00BF36DF"/>
    <w:rsid w:val="00BF49A5"/>
    <w:rsid w:val="00BF5498"/>
    <w:rsid w:val="00BF6AA9"/>
    <w:rsid w:val="00BF7156"/>
    <w:rsid w:val="00C00621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5D6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7BA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66CE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B44"/>
    <w:rsid w:val="00C92D8B"/>
    <w:rsid w:val="00C92E93"/>
    <w:rsid w:val="00C94575"/>
    <w:rsid w:val="00C94AE5"/>
    <w:rsid w:val="00C955AD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12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0D9"/>
    <w:rsid w:val="00CC62FA"/>
    <w:rsid w:val="00CC718A"/>
    <w:rsid w:val="00CC7424"/>
    <w:rsid w:val="00CC7E63"/>
    <w:rsid w:val="00CD00B5"/>
    <w:rsid w:val="00CD0292"/>
    <w:rsid w:val="00CD02B7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CF668A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3550"/>
    <w:rsid w:val="00D147B7"/>
    <w:rsid w:val="00D1480A"/>
    <w:rsid w:val="00D16A82"/>
    <w:rsid w:val="00D20220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05C1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53B"/>
    <w:rsid w:val="00D47409"/>
    <w:rsid w:val="00D474C2"/>
    <w:rsid w:val="00D47973"/>
    <w:rsid w:val="00D47BE8"/>
    <w:rsid w:val="00D47DA0"/>
    <w:rsid w:val="00D50132"/>
    <w:rsid w:val="00D503D9"/>
    <w:rsid w:val="00D50430"/>
    <w:rsid w:val="00D50D58"/>
    <w:rsid w:val="00D50E18"/>
    <w:rsid w:val="00D51026"/>
    <w:rsid w:val="00D510DC"/>
    <w:rsid w:val="00D538FA"/>
    <w:rsid w:val="00D53B7C"/>
    <w:rsid w:val="00D53F3A"/>
    <w:rsid w:val="00D5524E"/>
    <w:rsid w:val="00D569B9"/>
    <w:rsid w:val="00D56EF4"/>
    <w:rsid w:val="00D579E2"/>
    <w:rsid w:val="00D6029E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3E79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533C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1324"/>
    <w:rsid w:val="00DD274E"/>
    <w:rsid w:val="00DD4F13"/>
    <w:rsid w:val="00DD5736"/>
    <w:rsid w:val="00DD5A23"/>
    <w:rsid w:val="00DD6687"/>
    <w:rsid w:val="00DD684E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674D"/>
    <w:rsid w:val="00E07205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26F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3677E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5BD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287"/>
    <w:rsid w:val="00E539BB"/>
    <w:rsid w:val="00E53F81"/>
    <w:rsid w:val="00E54AC2"/>
    <w:rsid w:val="00E55318"/>
    <w:rsid w:val="00E56113"/>
    <w:rsid w:val="00E5619B"/>
    <w:rsid w:val="00E561E1"/>
    <w:rsid w:val="00E56C9A"/>
    <w:rsid w:val="00E60CF4"/>
    <w:rsid w:val="00E619F5"/>
    <w:rsid w:val="00E61A30"/>
    <w:rsid w:val="00E61FE8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97FC7"/>
    <w:rsid w:val="00EA0621"/>
    <w:rsid w:val="00EA0FCA"/>
    <w:rsid w:val="00EA1924"/>
    <w:rsid w:val="00EA1D2F"/>
    <w:rsid w:val="00EA298E"/>
    <w:rsid w:val="00EA32B7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3A2F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2EF0"/>
    <w:rsid w:val="00ED33B6"/>
    <w:rsid w:val="00ED436F"/>
    <w:rsid w:val="00ED5ECB"/>
    <w:rsid w:val="00ED6208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DA7"/>
    <w:rsid w:val="00EF1EF9"/>
    <w:rsid w:val="00EF20D5"/>
    <w:rsid w:val="00EF2A80"/>
    <w:rsid w:val="00EF366F"/>
    <w:rsid w:val="00EF3902"/>
    <w:rsid w:val="00EF43DD"/>
    <w:rsid w:val="00EF4D41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2E1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8D1"/>
    <w:rsid w:val="00F67FCD"/>
    <w:rsid w:val="00F706A1"/>
    <w:rsid w:val="00F72B70"/>
    <w:rsid w:val="00F73A92"/>
    <w:rsid w:val="00F73D45"/>
    <w:rsid w:val="00F7400B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1F8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2917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564"/>
    <w:rsid w:val="00FA4C98"/>
    <w:rsid w:val="00FA4EE0"/>
    <w:rsid w:val="00FA59FF"/>
    <w:rsid w:val="00FA62F9"/>
    <w:rsid w:val="00FA6436"/>
    <w:rsid w:val="00FA7ACA"/>
    <w:rsid w:val="00FB0047"/>
    <w:rsid w:val="00FB00A0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7C7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3EA1"/>
    <w:rsid w:val="00FE4132"/>
    <w:rsid w:val="00FE471F"/>
    <w:rsid w:val="00FE64FD"/>
    <w:rsid w:val="00FE6F05"/>
    <w:rsid w:val="00FF05CA"/>
    <w:rsid w:val="00FF0B82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4032B92ACB41F9E4E36297D4FBAE5246D04066150F8263A76D4F4CEA37AA1E115C6A765112AF2CABB1FCC360DDCA2FC48C4CF3383089A9B1FAB0DD1DCAl7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4032B92ACB41F9E4E36297D4FBAE5246D04066150F8263A76D4F4CEA37AA1E115C6A765112AF2CABB1FCC360DCCA2FC48C4CF3383089A9B1FAB0DD1DCAl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5256eb8c-d5dd-498a-ad6f-7fa801666f9a"/>
    <ds:schemaRef ds:uri="http://purl.org/dc/elements/1.1/"/>
    <ds:schemaRef ds:uri="http://schemas.microsoft.com/office/2006/documentManagement/types"/>
    <ds:schemaRef ds:uri="http://www.w3.org/XML/1998/namespace"/>
    <ds:schemaRef ds:uri="af44e648-6311-40f1-ad37-1234555fd9ba"/>
    <ds:schemaRef ds:uri="1e82c985-6cf2-4d43-b8b5-a430af7accc6"/>
    <ds:schemaRef ds:uri="http://purl.org/dc/dcmitype/"/>
    <ds:schemaRef ds:uri="e2080b48-eafa-461e-b501-38555d38caa1"/>
    <ds:schemaRef ds:uri="http://schemas.microsoft.com/office/2006/metadata/properties"/>
    <ds:schemaRef ds:uri="http://purl.org/dc/terms/"/>
    <ds:schemaRef ds:uri="081b8c99-5a1b-4ba1-9a3e-0d0cea83319e"/>
    <ds:schemaRef ds:uri="bc1d99f4-2047-4b43-99f0-e8f2a593a624"/>
    <ds:schemaRef ds:uri="05bb7913-6745-425b-9415-f9dbd3e56b95"/>
    <ds:schemaRef ds:uri="http://schemas.microsoft.com/office/infopath/2007/PartnerControls"/>
    <ds:schemaRef ds:uri="http://schemas.openxmlformats.org/package/2006/metadata/core-properties"/>
    <ds:schemaRef ds:uri="a853e5a8-fa1e-4dd3-a1b5-1604bfb35b05"/>
    <ds:schemaRef ds:uri="67a9cb4f-e58d-445a-8e0b-2b8d792f9e38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500010-0AD1-44A4-ADBF-993F1F202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1249</TotalTime>
  <Pages>2</Pages>
  <Words>216</Words>
  <Characters>1747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1960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48</cp:revision>
  <cp:lastPrinted>2022-10-17T06:13:00Z</cp:lastPrinted>
  <dcterms:created xsi:type="dcterms:W3CDTF">2022-07-08T13:45:00Z</dcterms:created>
  <dcterms:modified xsi:type="dcterms:W3CDTF">2022-10-17T06:14:00Z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