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DB4" w:rsidRDefault="00AB4DB4"/>
    <w:tbl>
      <w:tblPr>
        <w:tblStyle w:val="ac"/>
        <w:tblW w:w="94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680"/>
        <w:gridCol w:w="4620"/>
      </w:tblGrid>
      <w:tr w:rsidR="00AB4DB4" w:rsidRPr="00F23348" w:rsidTr="001E72D8">
        <w:trPr>
          <w:cantSplit/>
          <w:trHeight w:val="3269"/>
        </w:trPr>
        <w:tc>
          <w:tcPr>
            <w:tcW w:w="411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Телефон (4852) 72-82-53, 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78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60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03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Факс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(4852) 73-05-65</w:t>
            </w:r>
          </w:p>
          <w:p w:rsidR="00AB4DB4" w:rsidRPr="0043430D" w:rsidRDefault="000266A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e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mail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gubern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@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yarregion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ru</w:t>
            </w:r>
          </w:p>
          <w:p w:rsidR="00AB4DB4" w:rsidRPr="001E1A79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1E1A79" w:rsidRPr="001E1A79" w:rsidRDefault="001E1A79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6F04AE" w:rsidRPr="00AB4DB4" w:rsidRDefault="006F04AE" w:rsidP="006F04AE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E374AF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 ___________от _______________</w:t>
            </w:r>
          </w:p>
          <w:p w:rsidR="00AB4DB4" w:rsidRDefault="00AB4DB4"/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1E72D8" w:rsidRPr="00E27858" w:rsidRDefault="001E72D8" w:rsidP="001E72D8">
            <w:pPr>
              <w:pStyle w:val="ConsNormal"/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1E72D8" w:rsidRPr="00E27858" w:rsidRDefault="001E72D8" w:rsidP="001E72D8">
            <w:pPr>
              <w:pStyle w:val="ConsNormal"/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1E72D8" w:rsidRPr="00E27858" w:rsidRDefault="001E72D8" w:rsidP="001E72D8">
            <w:pPr>
              <w:ind w:firstLine="312"/>
              <w:rPr>
                <w:szCs w:val="28"/>
              </w:rPr>
            </w:pPr>
          </w:p>
          <w:p w:rsidR="00AB4DB4" w:rsidRPr="00E26561" w:rsidRDefault="001E72D8" w:rsidP="001E72D8">
            <w:pPr>
              <w:ind w:firstLine="312"/>
            </w:pPr>
            <w:r w:rsidRPr="00E27858">
              <w:rPr>
                <w:szCs w:val="28"/>
              </w:rPr>
              <w:t>Боровицкому</w:t>
            </w:r>
            <w:r w:rsidRPr="00E26561">
              <w:t xml:space="preserve"> </w:t>
            </w:r>
            <w:r w:rsidR="001A6E0C" w:rsidRPr="00E27858">
              <w:rPr>
                <w:szCs w:val="28"/>
              </w:rPr>
              <w:t>М.В.</w:t>
            </w:r>
          </w:p>
          <w:p w:rsidR="00AB4DB4" w:rsidRPr="00E26561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1E72D8" w:rsidRPr="009B7F41" w:rsidTr="008061A4">
        <w:tc>
          <w:tcPr>
            <w:tcW w:w="4111" w:type="dxa"/>
          </w:tcPr>
          <w:p w:rsidR="001E72D8" w:rsidRPr="009B7F41" w:rsidRDefault="001E72D8" w:rsidP="008061A4">
            <w:pPr>
              <w:rPr>
                <w:szCs w:val="24"/>
              </w:rPr>
            </w:pPr>
            <w:r w:rsidRPr="00DA2874">
              <w:t xml:space="preserve">О </w:t>
            </w:r>
            <w:r>
              <w:t>законодательной инициативе</w:t>
            </w:r>
          </w:p>
        </w:tc>
      </w:tr>
    </w:tbl>
    <w:p w:rsidR="001E72D8" w:rsidRPr="009B7F41" w:rsidRDefault="001E72D8" w:rsidP="001E72D8">
      <w:pPr>
        <w:jc w:val="center"/>
      </w:pPr>
    </w:p>
    <w:p w:rsidR="001E72D8" w:rsidRPr="009B7F41" w:rsidRDefault="001E72D8" w:rsidP="001E72D8">
      <w:pPr>
        <w:tabs>
          <w:tab w:val="left" w:pos="2136"/>
        </w:tabs>
        <w:jc w:val="center"/>
        <w:rPr>
          <w:szCs w:val="28"/>
        </w:rPr>
      </w:pPr>
    </w:p>
    <w:p w:rsidR="001E72D8" w:rsidRPr="008C3062" w:rsidRDefault="001E72D8" w:rsidP="001E72D8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1E72D8" w:rsidRDefault="001E72D8" w:rsidP="001E72D8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1E72D8" w:rsidRPr="00833384" w:rsidRDefault="001E72D8" w:rsidP="009F53C3">
      <w:pPr>
        <w:pStyle w:val="Con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D509C">
        <w:rPr>
          <w:rFonts w:ascii="Times New Roman" w:hAnsi="Times New Roman" w:cs="Times New Roman"/>
          <w:sz w:val="28"/>
          <w:szCs w:val="28"/>
        </w:rPr>
        <w:t xml:space="preserve">В соответствии со статьей 27 Устава Ярославской области </w:t>
      </w:r>
      <w:r>
        <w:rPr>
          <w:rFonts w:ascii="Times New Roman" w:hAnsi="Times New Roman" w:cs="Times New Roman"/>
          <w:sz w:val="28"/>
          <w:szCs w:val="28"/>
        </w:rPr>
        <w:t>вношу в </w:t>
      </w:r>
      <w:r w:rsidRPr="00B426D9">
        <w:rPr>
          <w:rFonts w:ascii="Times New Roman" w:hAnsi="Times New Roman" w:cs="Times New Roman"/>
          <w:sz w:val="28"/>
          <w:szCs w:val="28"/>
        </w:rPr>
        <w:t xml:space="preserve">Ярославскую областную </w:t>
      </w:r>
      <w:r w:rsidRPr="00833384">
        <w:rPr>
          <w:rFonts w:ascii="Times New Roman" w:hAnsi="Times New Roman" w:cs="Times New Roman"/>
          <w:sz w:val="28"/>
          <w:szCs w:val="28"/>
        </w:rPr>
        <w:t xml:space="preserve">Думу проект закона Ярославской области </w:t>
      </w:r>
      <w:r w:rsidRPr="00833384">
        <w:rPr>
          <w:rFonts w:ascii="Times New Roman" w:hAnsi="Times New Roman" w:cs="Times New Roman"/>
          <w:sz w:val="28"/>
          <w:szCs w:val="28"/>
        </w:rPr>
        <w:br/>
      </w:r>
      <w:r w:rsidR="00847B57" w:rsidRPr="00847B57">
        <w:rPr>
          <w:rFonts w:ascii="Times New Roman" w:hAnsi="Times New Roman" w:cs="Times New Roman"/>
          <w:bCs/>
          <w:sz w:val="28"/>
          <w:szCs w:val="28"/>
        </w:rPr>
        <w:t>«Об утверждении заключения соглашен</w:t>
      </w:r>
      <w:r w:rsidR="00B210DB">
        <w:rPr>
          <w:rFonts w:ascii="Times New Roman" w:hAnsi="Times New Roman" w:cs="Times New Roman"/>
          <w:bCs/>
          <w:sz w:val="28"/>
          <w:szCs w:val="28"/>
        </w:rPr>
        <w:t>ий между Ярославской областью и </w:t>
      </w:r>
      <w:bookmarkStart w:id="1" w:name="_GoBack"/>
      <w:bookmarkEnd w:id="1"/>
      <w:r w:rsidR="00847B57" w:rsidRPr="00847B57">
        <w:rPr>
          <w:rFonts w:ascii="Times New Roman" w:hAnsi="Times New Roman" w:cs="Times New Roman"/>
          <w:bCs/>
          <w:sz w:val="28"/>
          <w:szCs w:val="28"/>
        </w:rPr>
        <w:t>муниципальными образованиями Ярославской области о передаче полномочий на определение поставщиков (подрядчиков, исполнителей) при осуществлении закупок товаров, работ, услуг»</w:t>
      </w:r>
      <w:r w:rsidRPr="00833384">
        <w:rPr>
          <w:rFonts w:ascii="Times New Roman" w:hAnsi="Times New Roman" w:cs="Times New Roman"/>
          <w:sz w:val="28"/>
          <w:szCs w:val="28"/>
        </w:rPr>
        <w:t>.</w:t>
      </w:r>
    </w:p>
    <w:p w:rsidR="001E72D8" w:rsidRDefault="00465C09" w:rsidP="00054780">
      <w:pPr>
        <w:tabs>
          <w:tab w:val="left" w:pos="720"/>
        </w:tabs>
        <w:overflowPunct/>
        <w:autoSpaceDE/>
        <w:autoSpaceDN/>
        <w:adjustRightInd/>
        <w:ind w:firstLine="720"/>
        <w:jc w:val="both"/>
        <w:textAlignment w:val="auto"/>
        <w:rPr>
          <w:szCs w:val="28"/>
        </w:rPr>
      </w:pPr>
      <w:r w:rsidRPr="00465C09">
        <w:rPr>
          <w:szCs w:val="28"/>
        </w:rPr>
        <w:t>Официальным представителем Губернатора</w:t>
      </w:r>
      <w:r w:rsidR="001A6E0C">
        <w:rPr>
          <w:szCs w:val="28"/>
        </w:rPr>
        <w:t xml:space="preserve"> Ярославской области по </w:t>
      </w:r>
      <w:r w:rsidRPr="00465C09">
        <w:rPr>
          <w:szCs w:val="28"/>
        </w:rPr>
        <w:t xml:space="preserve">указанному законопроекту </w:t>
      </w:r>
      <w:r w:rsidR="00852E8B" w:rsidRPr="00465C09">
        <w:rPr>
          <w:szCs w:val="28"/>
        </w:rPr>
        <w:t xml:space="preserve">назначен </w:t>
      </w:r>
      <w:r w:rsidR="00054780" w:rsidRPr="00054780">
        <w:rPr>
          <w:szCs w:val="28"/>
        </w:rPr>
        <w:t xml:space="preserve">министр </w:t>
      </w:r>
      <w:r w:rsidR="00847B57" w:rsidRPr="00847B57">
        <w:rPr>
          <w:szCs w:val="28"/>
        </w:rPr>
        <w:t>конкурентной политики</w:t>
      </w:r>
      <w:r w:rsidR="004A565B">
        <w:rPr>
          <w:szCs w:val="28"/>
        </w:rPr>
        <w:t xml:space="preserve"> Ярославской области </w:t>
      </w:r>
      <w:r w:rsidR="00847B57">
        <w:rPr>
          <w:szCs w:val="28"/>
        </w:rPr>
        <w:t>Набатова Е.Д</w:t>
      </w:r>
      <w:r w:rsidR="00054780">
        <w:rPr>
          <w:szCs w:val="28"/>
        </w:rPr>
        <w:t>.</w:t>
      </w:r>
    </w:p>
    <w:p w:rsidR="00961E90" w:rsidRPr="00E4364B" w:rsidRDefault="00961E90" w:rsidP="00961E90">
      <w:pPr>
        <w:tabs>
          <w:tab w:val="left" w:pos="720"/>
        </w:tabs>
        <w:overflowPunct/>
        <w:autoSpaceDE/>
        <w:autoSpaceDN/>
        <w:adjustRightInd/>
        <w:ind w:firstLine="720"/>
        <w:jc w:val="both"/>
        <w:textAlignment w:val="auto"/>
        <w:rPr>
          <w:szCs w:val="28"/>
        </w:rPr>
      </w:pPr>
    </w:p>
    <w:p w:rsidR="001E72D8" w:rsidRPr="00631F91" w:rsidRDefault="001E72D8" w:rsidP="001E72D8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 w:rsidR="004A565B">
        <w:rPr>
          <w:rFonts w:ascii="Times New Roman" w:hAnsi="Times New Roman"/>
          <w:sz w:val="28"/>
        </w:rPr>
        <w:t>______</w:t>
      </w:r>
      <w:r w:rsidR="00961E90">
        <w:rPr>
          <w:rFonts w:ascii="Times New Roman" w:hAnsi="Times New Roman"/>
          <w:sz w:val="28"/>
        </w:rPr>
        <w:t xml:space="preserve"> </w:t>
      </w:r>
      <w:r w:rsidRPr="00631F91">
        <w:rPr>
          <w:rFonts w:ascii="Times New Roman" w:hAnsi="Times New Roman"/>
          <w:sz w:val="28"/>
        </w:rPr>
        <w:t>л. в 1 экз.</w:t>
      </w:r>
    </w:p>
    <w:p w:rsidR="001E72D8" w:rsidRDefault="001E72D8" w:rsidP="001E72D8">
      <w:pPr>
        <w:jc w:val="both"/>
        <w:rPr>
          <w:szCs w:val="28"/>
        </w:rPr>
      </w:pPr>
    </w:p>
    <w:p w:rsidR="001E72D8" w:rsidRPr="003D600E" w:rsidRDefault="001E72D8" w:rsidP="001E72D8">
      <w:pPr>
        <w:jc w:val="both"/>
        <w:rPr>
          <w:szCs w:val="28"/>
        </w:rPr>
      </w:pPr>
    </w:p>
    <w:p w:rsidR="001E72D8" w:rsidRPr="003D600E" w:rsidRDefault="001E72D8" w:rsidP="001E72D8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1E72D8" w:rsidTr="008061A4">
        <w:trPr>
          <w:cantSplit/>
        </w:trPr>
        <w:tc>
          <w:tcPr>
            <w:tcW w:w="4648" w:type="dxa"/>
          </w:tcPr>
          <w:p w:rsidR="001E72D8" w:rsidRPr="003D600E" w:rsidRDefault="001E72D8" w:rsidP="008061A4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1E72D8" w:rsidRDefault="001E72D8" w:rsidP="008061A4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 xml:space="preserve">М.Я.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</w:tbl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Pr="00E4364B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Pr="00E4364B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Pr="00E4364B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A30239" w:rsidRDefault="00A30239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A30239" w:rsidRDefault="00A30239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A30239" w:rsidRDefault="00A30239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A30239" w:rsidRDefault="00A30239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A30239" w:rsidRDefault="00A30239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B55760" w:rsidRDefault="00B55760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B55760" w:rsidRDefault="00B55760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CB05EA" w:rsidRDefault="00CB05EA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5D5CD2" w:rsidRDefault="005D5CD2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5D5CD2" w:rsidRDefault="005D5CD2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852E8B" w:rsidRPr="004637CA" w:rsidRDefault="00852E8B" w:rsidP="00852E8B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4637CA">
        <w:rPr>
          <w:rFonts w:ascii="Times New Roman" w:hAnsi="Times New Roman" w:cs="Times New Roman"/>
          <w:sz w:val="24"/>
          <w:szCs w:val="24"/>
        </w:rPr>
        <w:t>Вошатко Антон Владимирович,</w:t>
      </w:r>
    </w:p>
    <w:p w:rsidR="005936EB" w:rsidRPr="004637CA" w:rsidRDefault="00852E8B" w:rsidP="00852E8B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4637CA">
        <w:rPr>
          <w:rFonts w:ascii="Times New Roman" w:hAnsi="Times New Roman" w:cs="Times New Roman"/>
          <w:sz w:val="24"/>
          <w:szCs w:val="24"/>
        </w:rPr>
        <w:t xml:space="preserve">(4852) 40 </w:t>
      </w:r>
      <w:r w:rsidR="00E81B0F">
        <w:rPr>
          <w:rFonts w:ascii="Times New Roman" w:hAnsi="Times New Roman" w:cs="Times New Roman"/>
          <w:sz w:val="24"/>
          <w:szCs w:val="24"/>
        </w:rPr>
        <w:t>10</w:t>
      </w:r>
      <w:r w:rsidRPr="004637CA">
        <w:rPr>
          <w:rFonts w:ascii="Times New Roman" w:hAnsi="Times New Roman" w:cs="Times New Roman"/>
          <w:sz w:val="24"/>
          <w:szCs w:val="24"/>
        </w:rPr>
        <w:t xml:space="preserve"> 50</w:t>
      </w:r>
    </w:p>
    <w:sectPr w:rsidR="005936EB" w:rsidRPr="004637CA" w:rsidSect="00AB4DB4">
      <w:headerReference w:type="even" r:id="rId8"/>
      <w:headerReference w:type="default" r:id="rId9"/>
      <w:headerReference w:type="first" r:id="rId10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2A8E" w:rsidRDefault="00E32A8E">
      <w:r>
        <w:separator/>
      </w:r>
    </w:p>
  </w:endnote>
  <w:endnote w:type="continuationSeparator" w:id="0">
    <w:p w:rsidR="00E32A8E" w:rsidRDefault="00E32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2A8E" w:rsidRDefault="00E32A8E">
      <w:r>
        <w:separator/>
      </w:r>
    </w:p>
  </w:footnote>
  <w:footnote w:type="continuationSeparator" w:id="0">
    <w:p w:rsidR="00E32A8E" w:rsidRDefault="00E32A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160D" w:rsidRDefault="00774A4E" w:rsidP="008823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7F1" w:rsidRDefault="001C77F1" w:rsidP="001C77F1">
    <w:pPr>
      <w:pStyle w:val="a6"/>
      <w:framePr w:wrap="around" w:vAnchor="text" w:hAnchor="margin" w:xAlign="center" w:y="1"/>
      <w:jc w:val="center"/>
      <w:rPr>
        <w:rStyle w:val="a7"/>
        <w:sz w:val="24"/>
        <w:lang w:val="en-US"/>
      </w:rPr>
    </w:pPr>
  </w:p>
  <w:p w:rsidR="00D7160D" w:rsidRDefault="00D7160D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2147" w:rsidRPr="00352147" w:rsidRDefault="00AB4DB4" w:rsidP="00AB4DB4">
    <w:pPr>
      <w:pStyle w:val="a6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3EF7"/>
    <w:rsid w:val="0001445B"/>
    <w:rsid w:val="00014F79"/>
    <w:rsid w:val="00020697"/>
    <w:rsid w:val="000266A2"/>
    <w:rsid w:val="0002750A"/>
    <w:rsid w:val="00033AF8"/>
    <w:rsid w:val="0005079F"/>
    <w:rsid w:val="00051078"/>
    <w:rsid w:val="00054780"/>
    <w:rsid w:val="00057B1B"/>
    <w:rsid w:val="000663B2"/>
    <w:rsid w:val="00095DA7"/>
    <w:rsid w:val="000C4C30"/>
    <w:rsid w:val="000E3D8C"/>
    <w:rsid w:val="00102136"/>
    <w:rsid w:val="00107829"/>
    <w:rsid w:val="00125054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A6E0C"/>
    <w:rsid w:val="001C77F1"/>
    <w:rsid w:val="001D7C14"/>
    <w:rsid w:val="001E0E71"/>
    <w:rsid w:val="001E1A79"/>
    <w:rsid w:val="001E3DA1"/>
    <w:rsid w:val="001E72D8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1EAE"/>
    <w:rsid w:val="00247871"/>
    <w:rsid w:val="00247B75"/>
    <w:rsid w:val="0025394A"/>
    <w:rsid w:val="00267EF0"/>
    <w:rsid w:val="0028500D"/>
    <w:rsid w:val="00294E51"/>
    <w:rsid w:val="0029507F"/>
    <w:rsid w:val="00297EE9"/>
    <w:rsid w:val="002E71DD"/>
    <w:rsid w:val="00310A37"/>
    <w:rsid w:val="0032234F"/>
    <w:rsid w:val="00344279"/>
    <w:rsid w:val="00352147"/>
    <w:rsid w:val="00352F3F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E34C5"/>
    <w:rsid w:val="003F158E"/>
    <w:rsid w:val="00413EAE"/>
    <w:rsid w:val="004147FC"/>
    <w:rsid w:val="0043430D"/>
    <w:rsid w:val="00440606"/>
    <w:rsid w:val="00440D77"/>
    <w:rsid w:val="0045343A"/>
    <w:rsid w:val="0045667C"/>
    <w:rsid w:val="00456E9A"/>
    <w:rsid w:val="004637CA"/>
    <w:rsid w:val="00465C09"/>
    <w:rsid w:val="00470ECD"/>
    <w:rsid w:val="00484214"/>
    <w:rsid w:val="004849D2"/>
    <w:rsid w:val="004977FA"/>
    <w:rsid w:val="004A0D47"/>
    <w:rsid w:val="004A565B"/>
    <w:rsid w:val="004B513D"/>
    <w:rsid w:val="004C1667"/>
    <w:rsid w:val="004F0BA6"/>
    <w:rsid w:val="00502313"/>
    <w:rsid w:val="00507886"/>
    <w:rsid w:val="005153A9"/>
    <w:rsid w:val="00515841"/>
    <w:rsid w:val="00516303"/>
    <w:rsid w:val="00517029"/>
    <w:rsid w:val="00523688"/>
    <w:rsid w:val="005448B5"/>
    <w:rsid w:val="00544B58"/>
    <w:rsid w:val="005507A1"/>
    <w:rsid w:val="00561C3F"/>
    <w:rsid w:val="0056219A"/>
    <w:rsid w:val="0056426B"/>
    <w:rsid w:val="00565617"/>
    <w:rsid w:val="005674E6"/>
    <w:rsid w:val="0057172F"/>
    <w:rsid w:val="0058529C"/>
    <w:rsid w:val="005912B6"/>
    <w:rsid w:val="005936EB"/>
    <w:rsid w:val="005A376F"/>
    <w:rsid w:val="005C3BA8"/>
    <w:rsid w:val="005C463A"/>
    <w:rsid w:val="005C4D12"/>
    <w:rsid w:val="005D1AA0"/>
    <w:rsid w:val="005D3E47"/>
    <w:rsid w:val="005D5CD2"/>
    <w:rsid w:val="005D6E1A"/>
    <w:rsid w:val="005E719A"/>
    <w:rsid w:val="005F7339"/>
    <w:rsid w:val="00602030"/>
    <w:rsid w:val="0061137B"/>
    <w:rsid w:val="00611BBA"/>
    <w:rsid w:val="00613792"/>
    <w:rsid w:val="00616E1B"/>
    <w:rsid w:val="006342D8"/>
    <w:rsid w:val="00635EE6"/>
    <w:rsid w:val="00643CED"/>
    <w:rsid w:val="00673E81"/>
    <w:rsid w:val="00690094"/>
    <w:rsid w:val="0069635A"/>
    <w:rsid w:val="006975C5"/>
    <w:rsid w:val="006A0365"/>
    <w:rsid w:val="006A0D06"/>
    <w:rsid w:val="006A74E1"/>
    <w:rsid w:val="006C3294"/>
    <w:rsid w:val="006E2583"/>
    <w:rsid w:val="006F04AE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B3F54"/>
    <w:rsid w:val="007C186A"/>
    <w:rsid w:val="007D39B3"/>
    <w:rsid w:val="007F5A97"/>
    <w:rsid w:val="0082115C"/>
    <w:rsid w:val="008225B3"/>
    <w:rsid w:val="00824D97"/>
    <w:rsid w:val="00830C0C"/>
    <w:rsid w:val="00845799"/>
    <w:rsid w:val="0084708D"/>
    <w:rsid w:val="00847B57"/>
    <w:rsid w:val="00850FEF"/>
    <w:rsid w:val="00852E8B"/>
    <w:rsid w:val="00865E19"/>
    <w:rsid w:val="008823A1"/>
    <w:rsid w:val="0089152B"/>
    <w:rsid w:val="008A5169"/>
    <w:rsid w:val="008A573F"/>
    <w:rsid w:val="008B50A1"/>
    <w:rsid w:val="008C4FF6"/>
    <w:rsid w:val="008C78F8"/>
    <w:rsid w:val="008E2E14"/>
    <w:rsid w:val="008F257E"/>
    <w:rsid w:val="008F6CA4"/>
    <w:rsid w:val="00901F12"/>
    <w:rsid w:val="00906205"/>
    <w:rsid w:val="00910985"/>
    <w:rsid w:val="0091505A"/>
    <w:rsid w:val="009231CF"/>
    <w:rsid w:val="009262B6"/>
    <w:rsid w:val="00945529"/>
    <w:rsid w:val="00955E58"/>
    <w:rsid w:val="00961E90"/>
    <w:rsid w:val="00963C4B"/>
    <w:rsid w:val="00967835"/>
    <w:rsid w:val="00972B52"/>
    <w:rsid w:val="00974374"/>
    <w:rsid w:val="009746AD"/>
    <w:rsid w:val="00975FDA"/>
    <w:rsid w:val="0097763B"/>
    <w:rsid w:val="009949AE"/>
    <w:rsid w:val="009B1BBA"/>
    <w:rsid w:val="009B469B"/>
    <w:rsid w:val="009B7F41"/>
    <w:rsid w:val="009C0A33"/>
    <w:rsid w:val="009C4767"/>
    <w:rsid w:val="009F53C3"/>
    <w:rsid w:val="00A02A1D"/>
    <w:rsid w:val="00A160B1"/>
    <w:rsid w:val="00A1650D"/>
    <w:rsid w:val="00A22692"/>
    <w:rsid w:val="00A2387A"/>
    <w:rsid w:val="00A30239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97BD9"/>
    <w:rsid w:val="00AA04EA"/>
    <w:rsid w:val="00AA41A4"/>
    <w:rsid w:val="00AA6761"/>
    <w:rsid w:val="00AB3C32"/>
    <w:rsid w:val="00AB4DB4"/>
    <w:rsid w:val="00AC3A45"/>
    <w:rsid w:val="00AC7169"/>
    <w:rsid w:val="00AC7CC1"/>
    <w:rsid w:val="00AC7D9D"/>
    <w:rsid w:val="00AD42F9"/>
    <w:rsid w:val="00AD734F"/>
    <w:rsid w:val="00AE1CCA"/>
    <w:rsid w:val="00AF025D"/>
    <w:rsid w:val="00AF7478"/>
    <w:rsid w:val="00AF7661"/>
    <w:rsid w:val="00B0140F"/>
    <w:rsid w:val="00B04633"/>
    <w:rsid w:val="00B179A6"/>
    <w:rsid w:val="00B210DB"/>
    <w:rsid w:val="00B26343"/>
    <w:rsid w:val="00B268B9"/>
    <w:rsid w:val="00B34CEE"/>
    <w:rsid w:val="00B3710A"/>
    <w:rsid w:val="00B5176A"/>
    <w:rsid w:val="00B51F7E"/>
    <w:rsid w:val="00B526D3"/>
    <w:rsid w:val="00B55760"/>
    <w:rsid w:val="00B70745"/>
    <w:rsid w:val="00B71884"/>
    <w:rsid w:val="00B82092"/>
    <w:rsid w:val="00B8581F"/>
    <w:rsid w:val="00B91FFF"/>
    <w:rsid w:val="00BA52D1"/>
    <w:rsid w:val="00BA5972"/>
    <w:rsid w:val="00BA6922"/>
    <w:rsid w:val="00BA73B4"/>
    <w:rsid w:val="00BB4F38"/>
    <w:rsid w:val="00BB69E8"/>
    <w:rsid w:val="00BC5B33"/>
    <w:rsid w:val="00BD0BFE"/>
    <w:rsid w:val="00BF4148"/>
    <w:rsid w:val="00C231CF"/>
    <w:rsid w:val="00C3328E"/>
    <w:rsid w:val="00C5025A"/>
    <w:rsid w:val="00C5140E"/>
    <w:rsid w:val="00C516AF"/>
    <w:rsid w:val="00C619EB"/>
    <w:rsid w:val="00C673D5"/>
    <w:rsid w:val="00C9434A"/>
    <w:rsid w:val="00CA2B1F"/>
    <w:rsid w:val="00CB05EA"/>
    <w:rsid w:val="00CD430D"/>
    <w:rsid w:val="00CE1CDA"/>
    <w:rsid w:val="00CF659C"/>
    <w:rsid w:val="00CF7925"/>
    <w:rsid w:val="00D00240"/>
    <w:rsid w:val="00D21EA1"/>
    <w:rsid w:val="00D259A6"/>
    <w:rsid w:val="00D32204"/>
    <w:rsid w:val="00D42F9E"/>
    <w:rsid w:val="00D7160D"/>
    <w:rsid w:val="00D7367D"/>
    <w:rsid w:val="00D76842"/>
    <w:rsid w:val="00D85E62"/>
    <w:rsid w:val="00D871C5"/>
    <w:rsid w:val="00D87611"/>
    <w:rsid w:val="00D93F47"/>
    <w:rsid w:val="00D941E8"/>
    <w:rsid w:val="00DA2874"/>
    <w:rsid w:val="00DB57BB"/>
    <w:rsid w:val="00DE1C2A"/>
    <w:rsid w:val="00E23E8E"/>
    <w:rsid w:val="00E24CE3"/>
    <w:rsid w:val="00E26561"/>
    <w:rsid w:val="00E32A8E"/>
    <w:rsid w:val="00E55F5E"/>
    <w:rsid w:val="00E5751C"/>
    <w:rsid w:val="00E57533"/>
    <w:rsid w:val="00E67B15"/>
    <w:rsid w:val="00E70EE2"/>
    <w:rsid w:val="00E73EDC"/>
    <w:rsid w:val="00E81B0F"/>
    <w:rsid w:val="00E9164F"/>
    <w:rsid w:val="00EA11FE"/>
    <w:rsid w:val="00EA27FF"/>
    <w:rsid w:val="00EB0237"/>
    <w:rsid w:val="00EB07E2"/>
    <w:rsid w:val="00EB3469"/>
    <w:rsid w:val="00EB5250"/>
    <w:rsid w:val="00EC5DA5"/>
    <w:rsid w:val="00ED7F0D"/>
    <w:rsid w:val="00EF6631"/>
    <w:rsid w:val="00EF7B42"/>
    <w:rsid w:val="00F23348"/>
    <w:rsid w:val="00F33A92"/>
    <w:rsid w:val="00F431FB"/>
    <w:rsid w:val="00F629F1"/>
    <w:rsid w:val="00F63771"/>
    <w:rsid w:val="00F714BC"/>
    <w:rsid w:val="00F81637"/>
    <w:rsid w:val="00F857B0"/>
    <w:rsid w:val="00F93CAA"/>
    <w:rsid w:val="00F96592"/>
    <w:rsid w:val="00FA5911"/>
    <w:rsid w:val="00FB55E9"/>
    <w:rsid w:val="00FB6CA2"/>
    <w:rsid w:val="00FC6F70"/>
    <w:rsid w:val="00FE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ecimalSymbol w:val=","/>
  <w:listSeparator w:val=";"/>
  <w14:docId w14:val="0719556F"/>
  <w15:docId w15:val="{E9C76868-9CC6-4978-94CF-B883B2A4B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1E72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Текст выноски Знак"/>
    <w:basedOn w:val="a0"/>
    <w:link w:val="a3"/>
    <w:semiHidden/>
    <w:rsid w:val="006F04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B4B01D-803A-48AE-B347-154723EA4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3</TotalTime>
  <Pages>2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Гаврилова Елена Николаевна</cp:lastModifiedBy>
  <cp:revision>4</cp:revision>
  <cp:lastPrinted>2023-06-07T06:15:00Z</cp:lastPrinted>
  <dcterms:created xsi:type="dcterms:W3CDTF">2024-10-29T13:20:00Z</dcterms:created>
  <dcterms:modified xsi:type="dcterms:W3CDTF">2024-11-02T08:11:00Z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