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1636" w14:textId="77777777" w:rsidR="00803C32" w:rsidRPr="00AE65C1" w:rsidRDefault="00803C32" w:rsidP="008F6007">
      <w:pPr>
        <w:suppressAutoHyphens/>
        <w:ind w:left="4536"/>
        <w:jc w:val="right"/>
        <w:rPr>
          <w:b/>
          <w:sz w:val="24"/>
          <w:szCs w:val="24"/>
        </w:rPr>
      </w:pPr>
      <w:r w:rsidRPr="00AE65C1">
        <w:rPr>
          <w:b/>
          <w:sz w:val="24"/>
          <w:szCs w:val="24"/>
        </w:rPr>
        <w:t>Проект вносит</w:t>
      </w:r>
    </w:p>
    <w:p w14:paraId="07DFE7BE" w14:textId="77777777" w:rsidR="00D259CB" w:rsidRPr="00AE65C1" w:rsidRDefault="00D259CB" w:rsidP="008F6007">
      <w:pPr>
        <w:suppressAutoHyphens/>
        <w:overflowPunct/>
        <w:autoSpaceDE/>
        <w:autoSpaceDN/>
        <w:adjustRightInd/>
        <w:ind w:left="567"/>
        <w:jc w:val="right"/>
        <w:textAlignment w:val="auto"/>
        <w:rPr>
          <w:b/>
          <w:sz w:val="24"/>
          <w:szCs w:val="24"/>
        </w:rPr>
      </w:pPr>
      <w:r w:rsidRPr="00AE65C1">
        <w:rPr>
          <w:b/>
          <w:sz w:val="24"/>
          <w:szCs w:val="24"/>
        </w:rPr>
        <w:t xml:space="preserve">Избирательная комиссия </w:t>
      </w:r>
    </w:p>
    <w:p w14:paraId="33CA1A7F" w14:textId="77777777" w:rsidR="00803C32" w:rsidRPr="00AE65C1" w:rsidRDefault="00803C32" w:rsidP="008F6007">
      <w:pPr>
        <w:suppressAutoHyphens/>
        <w:ind w:left="4536"/>
        <w:jc w:val="right"/>
        <w:rPr>
          <w:sz w:val="24"/>
          <w:szCs w:val="24"/>
        </w:rPr>
      </w:pPr>
      <w:r w:rsidRPr="00AE65C1">
        <w:rPr>
          <w:b/>
          <w:sz w:val="24"/>
          <w:szCs w:val="24"/>
        </w:rPr>
        <w:t>Ярославской области</w:t>
      </w:r>
    </w:p>
    <w:p w14:paraId="6B6755FF" w14:textId="77777777" w:rsidR="00803C32" w:rsidRPr="00AE65C1" w:rsidRDefault="00803C32" w:rsidP="008F6007">
      <w:pPr>
        <w:suppressAutoHyphens/>
        <w:ind w:firstLine="567"/>
        <w:jc w:val="both"/>
        <w:rPr>
          <w:szCs w:val="24"/>
        </w:rPr>
      </w:pPr>
    </w:p>
    <w:p w14:paraId="765B0BFF" w14:textId="77777777" w:rsidR="00803C32" w:rsidRPr="00AE65C1" w:rsidRDefault="00E561A3" w:rsidP="008F6007">
      <w:pPr>
        <w:suppressAutoHyphens/>
        <w:jc w:val="center"/>
      </w:pPr>
      <w:r w:rsidRPr="00AE65C1">
        <w:rPr>
          <w:noProof/>
          <w:szCs w:val="28"/>
        </w:rPr>
        <w:drawing>
          <wp:inline distT="0" distB="0" distL="0" distR="0" wp14:anchorId="6361D53D" wp14:editId="3B3E5F86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8394A" w14:textId="77777777" w:rsidR="00803C32" w:rsidRPr="00AE65C1" w:rsidRDefault="00803C32" w:rsidP="008F6007">
      <w:pPr>
        <w:suppressAutoHyphens/>
        <w:jc w:val="center"/>
        <w:rPr>
          <w:b/>
          <w:bCs/>
          <w:sz w:val="36"/>
        </w:rPr>
      </w:pPr>
      <w:r w:rsidRPr="00AE65C1">
        <w:rPr>
          <w:b/>
          <w:bCs/>
          <w:sz w:val="36"/>
        </w:rPr>
        <w:t>З А К О Н</w:t>
      </w:r>
    </w:p>
    <w:p w14:paraId="70EA84E7" w14:textId="77777777" w:rsidR="00803C32" w:rsidRPr="00AE65C1" w:rsidRDefault="00803C32" w:rsidP="008F6007">
      <w:pPr>
        <w:suppressAutoHyphens/>
        <w:jc w:val="center"/>
        <w:rPr>
          <w:b/>
          <w:bCs/>
          <w:sz w:val="32"/>
          <w:szCs w:val="32"/>
        </w:rPr>
      </w:pPr>
      <w:r w:rsidRPr="00AE65C1">
        <w:rPr>
          <w:b/>
          <w:bCs/>
          <w:sz w:val="32"/>
          <w:szCs w:val="32"/>
        </w:rPr>
        <w:t>ЯРОСЛАВСКОЙ ОБЛАСТИ</w:t>
      </w:r>
    </w:p>
    <w:p w14:paraId="6FF97485" w14:textId="77777777" w:rsidR="00803C32" w:rsidRPr="00AE65C1" w:rsidRDefault="00803C32" w:rsidP="008F6007">
      <w:pPr>
        <w:suppressAutoHyphens/>
        <w:ind w:firstLine="567"/>
        <w:jc w:val="both"/>
        <w:rPr>
          <w:szCs w:val="24"/>
        </w:rPr>
      </w:pPr>
    </w:p>
    <w:p w14:paraId="4FF81404" w14:textId="77777777" w:rsidR="00803C32" w:rsidRPr="00AE65C1" w:rsidRDefault="00803C32" w:rsidP="008F6007">
      <w:pPr>
        <w:suppressAutoHyphens/>
        <w:ind w:firstLine="567"/>
        <w:jc w:val="both"/>
        <w:rPr>
          <w:szCs w:val="24"/>
        </w:rPr>
      </w:pPr>
    </w:p>
    <w:p w14:paraId="7B24C779" w14:textId="77777777" w:rsidR="00803C32" w:rsidRPr="00AE65C1" w:rsidRDefault="00803C32" w:rsidP="008F6007">
      <w:pPr>
        <w:suppressAutoHyphens/>
        <w:jc w:val="center"/>
        <w:rPr>
          <w:b/>
          <w:bCs/>
          <w:szCs w:val="28"/>
        </w:rPr>
      </w:pPr>
      <w:r w:rsidRPr="00AE65C1">
        <w:rPr>
          <w:b/>
          <w:szCs w:val="28"/>
        </w:rPr>
        <w:t xml:space="preserve">О внесении изменений в </w:t>
      </w:r>
      <w:r w:rsidR="00D259CB" w:rsidRPr="00AE65C1">
        <w:rPr>
          <w:b/>
          <w:bCs/>
          <w:szCs w:val="28"/>
        </w:rPr>
        <w:t>Закон</w:t>
      </w:r>
      <w:r w:rsidRPr="00AE65C1">
        <w:rPr>
          <w:b/>
          <w:bCs/>
          <w:szCs w:val="28"/>
        </w:rPr>
        <w:t xml:space="preserve"> Ярославской области</w:t>
      </w:r>
    </w:p>
    <w:p w14:paraId="64592E4B" w14:textId="65278DA3" w:rsidR="00803C32" w:rsidRPr="00AE65C1" w:rsidRDefault="00803C32" w:rsidP="00EB71EE">
      <w:pPr>
        <w:keepNext/>
        <w:suppressAutoHyphens/>
        <w:jc w:val="center"/>
        <w:outlineLvl w:val="0"/>
        <w:rPr>
          <w:b/>
          <w:bCs/>
          <w:szCs w:val="28"/>
        </w:rPr>
      </w:pPr>
      <w:r w:rsidRPr="00AE65C1">
        <w:rPr>
          <w:b/>
          <w:bCs/>
          <w:kern w:val="32"/>
          <w:szCs w:val="28"/>
          <w:lang w:eastAsia="x-none"/>
        </w:rPr>
        <w:t>«</w:t>
      </w:r>
      <w:r w:rsidR="00EB71EE" w:rsidRPr="00AE65C1">
        <w:rPr>
          <w:rFonts w:eastAsia="Calibri"/>
          <w:b/>
          <w:kern w:val="32"/>
          <w:szCs w:val="28"/>
          <w:lang w:eastAsia="x-none"/>
        </w:rPr>
        <w:t>О</w:t>
      </w:r>
      <w:r w:rsidR="00B251CF" w:rsidRPr="00AE65C1">
        <w:rPr>
          <w:rFonts w:eastAsia="Calibri"/>
          <w:b/>
          <w:kern w:val="32"/>
          <w:szCs w:val="28"/>
          <w:lang w:eastAsia="x-none"/>
        </w:rPr>
        <w:t xml:space="preserve"> системе избирательных </w:t>
      </w:r>
      <w:r w:rsidR="002464A1" w:rsidRPr="00AE65C1">
        <w:rPr>
          <w:rFonts w:eastAsia="Calibri"/>
          <w:b/>
          <w:kern w:val="32"/>
          <w:szCs w:val="28"/>
          <w:lang w:eastAsia="x-none"/>
        </w:rPr>
        <w:t>комисси</w:t>
      </w:r>
      <w:r w:rsidR="00B251CF" w:rsidRPr="00AE65C1">
        <w:rPr>
          <w:rFonts w:eastAsia="Calibri"/>
          <w:b/>
          <w:kern w:val="32"/>
          <w:szCs w:val="28"/>
          <w:lang w:eastAsia="x-none"/>
        </w:rPr>
        <w:t>й</w:t>
      </w:r>
      <w:r w:rsidR="002464A1" w:rsidRPr="00AE65C1">
        <w:rPr>
          <w:rFonts w:eastAsia="Calibri"/>
          <w:b/>
          <w:kern w:val="32"/>
          <w:szCs w:val="28"/>
          <w:lang w:eastAsia="x-none"/>
        </w:rPr>
        <w:t xml:space="preserve"> Ярославской области</w:t>
      </w:r>
      <w:r w:rsidRPr="00AE65C1">
        <w:rPr>
          <w:b/>
          <w:szCs w:val="28"/>
        </w:rPr>
        <w:t>»</w:t>
      </w:r>
    </w:p>
    <w:p w14:paraId="4C51D39A" w14:textId="77777777" w:rsidR="00803C32" w:rsidRPr="00AE65C1" w:rsidRDefault="00803C32" w:rsidP="008F6007">
      <w:pPr>
        <w:suppressAutoHyphens/>
        <w:ind w:firstLine="709"/>
        <w:jc w:val="both"/>
        <w:rPr>
          <w:szCs w:val="24"/>
        </w:rPr>
      </w:pPr>
    </w:p>
    <w:p w14:paraId="7A2FAB69" w14:textId="77777777" w:rsidR="00803C32" w:rsidRPr="00AE65C1" w:rsidRDefault="00803C32" w:rsidP="008F6007">
      <w:pPr>
        <w:suppressAutoHyphens/>
        <w:ind w:firstLine="709"/>
        <w:jc w:val="both"/>
        <w:rPr>
          <w:szCs w:val="24"/>
        </w:rPr>
      </w:pPr>
    </w:p>
    <w:p w14:paraId="11CFCDA3" w14:textId="47D2DC60" w:rsidR="00803C32" w:rsidRPr="00AE65C1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E65C1">
        <w:rPr>
          <w:sz w:val="24"/>
        </w:rPr>
        <w:t>Принят Ярославской областной Думой</w:t>
      </w:r>
    </w:p>
    <w:p w14:paraId="6C10AEAB" w14:textId="153A9FE7" w:rsidR="00803C32" w:rsidRPr="00AE65C1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E65C1">
        <w:rPr>
          <w:sz w:val="24"/>
        </w:rPr>
        <w:t>«___</w:t>
      </w:r>
      <w:proofErr w:type="gramStart"/>
      <w:r w:rsidRPr="00AE65C1">
        <w:rPr>
          <w:sz w:val="24"/>
        </w:rPr>
        <w:t>_»_</w:t>
      </w:r>
      <w:proofErr w:type="gramEnd"/>
      <w:r w:rsidRPr="00AE65C1">
        <w:rPr>
          <w:sz w:val="24"/>
        </w:rPr>
        <w:t>____________ 202</w:t>
      </w:r>
      <w:r w:rsidR="00E72B24" w:rsidRPr="00AE65C1">
        <w:rPr>
          <w:sz w:val="24"/>
        </w:rPr>
        <w:t>5</w:t>
      </w:r>
      <w:r w:rsidRPr="00AE65C1">
        <w:rPr>
          <w:sz w:val="24"/>
        </w:rPr>
        <w:t xml:space="preserve"> года</w:t>
      </w:r>
    </w:p>
    <w:p w14:paraId="5709C8C3" w14:textId="77777777" w:rsidR="00803C32" w:rsidRPr="00AE65C1" w:rsidRDefault="00803C32" w:rsidP="008F6007">
      <w:pPr>
        <w:suppressAutoHyphens/>
        <w:ind w:firstLine="709"/>
        <w:jc w:val="both"/>
        <w:rPr>
          <w:szCs w:val="28"/>
        </w:rPr>
      </w:pPr>
    </w:p>
    <w:p w14:paraId="2D67B762" w14:textId="77777777" w:rsidR="00803C32" w:rsidRPr="00AE65C1" w:rsidRDefault="00803C32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14:paraId="7EF2FC92" w14:textId="77777777" w:rsidR="00087FDF" w:rsidRPr="00AE65C1" w:rsidRDefault="00087FDF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AE65C1">
        <w:rPr>
          <w:rFonts w:eastAsia="Calibri"/>
          <w:b/>
          <w:bCs/>
          <w:szCs w:val="28"/>
          <w:lang w:eastAsia="en-US"/>
        </w:rPr>
        <w:t>Статья 1</w:t>
      </w:r>
    </w:p>
    <w:p w14:paraId="4AD0624D" w14:textId="27216824" w:rsidR="005037E5" w:rsidRPr="00AE65C1" w:rsidRDefault="00087FDF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AE65C1">
        <w:rPr>
          <w:rFonts w:eastAsia="Calibri"/>
          <w:szCs w:val="28"/>
          <w:lang w:eastAsia="en-US"/>
        </w:rPr>
        <w:t xml:space="preserve">Внести в Закон Ярославской области от </w:t>
      </w:r>
      <w:r w:rsidR="00B251CF" w:rsidRPr="00AE65C1">
        <w:rPr>
          <w:rFonts w:eastAsia="Calibri"/>
          <w:szCs w:val="28"/>
          <w:lang w:eastAsia="en-US"/>
        </w:rPr>
        <w:t>08</w:t>
      </w:r>
      <w:r w:rsidR="00EB71EE" w:rsidRPr="00AE65C1">
        <w:rPr>
          <w:rFonts w:eastAsia="Calibri"/>
          <w:szCs w:val="28"/>
          <w:lang w:eastAsia="en-US"/>
        </w:rPr>
        <w:t>.</w:t>
      </w:r>
      <w:r w:rsidR="00B251CF" w:rsidRPr="00AE65C1">
        <w:rPr>
          <w:rFonts w:eastAsia="Calibri"/>
          <w:szCs w:val="28"/>
          <w:lang w:eastAsia="en-US"/>
        </w:rPr>
        <w:t>07</w:t>
      </w:r>
      <w:r w:rsidR="00EB71EE" w:rsidRPr="00AE65C1">
        <w:rPr>
          <w:rFonts w:eastAsia="Calibri"/>
          <w:szCs w:val="28"/>
          <w:lang w:eastAsia="en-US"/>
        </w:rPr>
        <w:t>.20</w:t>
      </w:r>
      <w:r w:rsidR="003939DD" w:rsidRPr="00AE65C1">
        <w:rPr>
          <w:rFonts w:eastAsia="Calibri"/>
          <w:szCs w:val="28"/>
          <w:lang w:eastAsia="en-US"/>
        </w:rPr>
        <w:t>1</w:t>
      </w:r>
      <w:r w:rsidR="00B251CF" w:rsidRPr="00AE65C1">
        <w:rPr>
          <w:rFonts w:eastAsia="Calibri"/>
          <w:szCs w:val="28"/>
          <w:lang w:eastAsia="en-US"/>
        </w:rPr>
        <w:t>5</w:t>
      </w:r>
      <w:r w:rsidR="00EB71EE" w:rsidRPr="00AE65C1">
        <w:rPr>
          <w:rFonts w:eastAsia="Calibri"/>
          <w:szCs w:val="28"/>
          <w:lang w:eastAsia="en-US"/>
        </w:rPr>
        <w:t xml:space="preserve"> № 6</w:t>
      </w:r>
      <w:r w:rsidR="00B251CF" w:rsidRPr="00AE65C1">
        <w:rPr>
          <w:rFonts w:eastAsia="Calibri"/>
          <w:szCs w:val="28"/>
          <w:lang w:eastAsia="en-US"/>
        </w:rPr>
        <w:t>0</w:t>
      </w:r>
      <w:r w:rsidR="00EB71EE" w:rsidRPr="00AE65C1">
        <w:rPr>
          <w:rFonts w:eastAsia="Calibri"/>
          <w:szCs w:val="28"/>
          <w:lang w:eastAsia="en-US"/>
        </w:rPr>
        <w:t xml:space="preserve">-з </w:t>
      </w:r>
      <w:r w:rsidRPr="00AE65C1">
        <w:rPr>
          <w:rFonts w:eastAsia="Calibri"/>
          <w:szCs w:val="28"/>
          <w:lang w:eastAsia="en-US"/>
        </w:rPr>
        <w:t>«</w:t>
      </w:r>
      <w:r w:rsidR="00EB71EE" w:rsidRPr="00AE65C1">
        <w:rPr>
          <w:rFonts w:eastAsia="Calibri"/>
          <w:szCs w:val="28"/>
          <w:lang w:eastAsia="en-US"/>
        </w:rPr>
        <w:t xml:space="preserve">О </w:t>
      </w:r>
      <w:r w:rsidR="00B251CF" w:rsidRPr="00AE65C1">
        <w:rPr>
          <w:rFonts w:eastAsia="Calibri"/>
          <w:szCs w:val="28"/>
          <w:lang w:eastAsia="en-US"/>
        </w:rPr>
        <w:t>системе избирательных комиссий Ярославской области</w:t>
      </w:r>
      <w:r w:rsidRPr="00AE65C1">
        <w:rPr>
          <w:rFonts w:eastAsia="Calibri"/>
          <w:szCs w:val="28"/>
          <w:lang w:eastAsia="en-US"/>
        </w:rPr>
        <w:t xml:space="preserve">» </w:t>
      </w:r>
      <w:r w:rsidR="00B251CF" w:rsidRPr="00AE65C1">
        <w:rPr>
          <w:rFonts w:eastAsia="Calibri"/>
          <w:szCs w:val="28"/>
          <w:lang w:eastAsia="en-US"/>
        </w:rPr>
        <w:t xml:space="preserve">(Документ – Регион, 2015, 14 июля, № 55; 2017, 12 мая, № 35; 2018, 8 мая, № 35; 2021, 9 апреля, № 28; </w:t>
      </w:r>
      <w:r w:rsidR="00FD69D3" w:rsidRPr="00AE65C1">
        <w:rPr>
          <w:rFonts w:eastAsia="Calibri"/>
          <w:szCs w:val="28"/>
          <w:lang w:eastAsia="en-US"/>
        </w:rPr>
        <w:t xml:space="preserve">2023, 3 марта, № 15; </w:t>
      </w:r>
      <w:r w:rsidR="00B251CF" w:rsidRPr="00AE65C1">
        <w:rPr>
          <w:rFonts w:eastAsia="Calibri"/>
          <w:szCs w:val="28"/>
          <w:lang w:eastAsia="en-US"/>
        </w:rPr>
        <w:t xml:space="preserve">2024, 9 апреля, № 26) </w:t>
      </w:r>
      <w:r w:rsidRPr="00AE65C1">
        <w:rPr>
          <w:rFonts w:eastAsia="Calibri"/>
          <w:szCs w:val="28"/>
          <w:lang w:eastAsia="en-US"/>
        </w:rPr>
        <w:t>следующие изменения:</w:t>
      </w:r>
    </w:p>
    <w:p w14:paraId="73B78A3F" w14:textId="1C2649BE" w:rsidR="001641A0" w:rsidRPr="00AE65C1" w:rsidRDefault="00FD69D3" w:rsidP="00FD69D3">
      <w:pPr>
        <w:suppressAutoHyphens/>
        <w:ind w:firstLine="709"/>
        <w:jc w:val="both"/>
        <w:rPr>
          <w:szCs w:val="28"/>
        </w:rPr>
      </w:pPr>
      <w:r w:rsidRPr="00AE65C1">
        <w:rPr>
          <w:szCs w:val="28"/>
        </w:rPr>
        <w:t xml:space="preserve">1) </w:t>
      </w:r>
      <w:r w:rsidR="00D648E7" w:rsidRPr="00AE65C1">
        <w:rPr>
          <w:szCs w:val="28"/>
        </w:rPr>
        <w:t xml:space="preserve">в статье 1 слова </w:t>
      </w:r>
      <w:r w:rsidR="0011529C" w:rsidRPr="00AE65C1">
        <w:t>«</w:t>
      </w:r>
      <w:r w:rsidR="00D648E7" w:rsidRPr="00AE65C1">
        <w:t xml:space="preserve">от </w:t>
      </w:r>
      <w:r w:rsidR="006020D8" w:rsidRPr="00AE65C1">
        <w:t xml:space="preserve">6 октября 2003 года </w:t>
      </w:r>
      <w:r w:rsidR="00D648E7" w:rsidRPr="00AE65C1">
        <w:t xml:space="preserve">№ 131-ФЗ «Об общих принципах организации местного самоуправления в Российской Федерации» </w:t>
      </w:r>
      <w:r w:rsidR="0011529C" w:rsidRPr="00AE65C1">
        <w:t>заменить словами «от 20</w:t>
      </w:r>
      <w:r w:rsidR="006020D8" w:rsidRPr="00AE65C1">
        <w:t xml:space="preserve"> марта </w:t>
      </w:r>
      <w:r w:rsidR="0011529C" w:rsidRPr="00AE65C1">
        <w:t>2025</w:t>
      </w:r>
      <w:r w:rsidR="006020D8" w:rsidRPr="00AE65C1">
        <w:t xml:space="preserve"> года</w:t>
      </w:r>
      <w:r w:rsidR="0011529C" w:rsidRPr="00AE65C1">
        <w:t xml:space="preserve"> № 33-ФЗ «Об общих принципах организации местного самоуправления в единой системе публичной власти»</w:t>
      </w:r>
      <w:r w:rsidR="001D19C6" w:rsidRPr="00AE65C1">
        <w:rPr>
          <w:szCs w:val="28"/>
        </w:rPr>
        <w:t>;</w:t>
      </w:r>
    </w:p>
    <w:p w14:paraId="400171B8" w14:textId="12B8D832" w:rsidR="0011529C" w:rsidRPr="00AE65C1" w:rsidRDefault="00FD69D3" w:rsidP="00FD69D3">
      <w:pPr>
        <w:suppressAutoHyphens/>
        <w:ind w:left="709"/>
        <w:jc w:val="both"/>
        <w:rPr>
          <w:szCs w:val="28"/>
        </w:rPr>
      </w:pPr>
      <w:r w:rsidRPr="00AE65C1">
        <w:rPr>
          <w:szCs w:val="28"/>
        </w:rPr>
        <w:t xml:space="preserve">2) </w:t>
      </w:r>
      <w:r w:rsidR="0011529C" w:rsidRPr="00AE65C1">
        <w:rPr>
          <w:szCs w:val="28"/>
        </w:rPr>
        <w:t xml:space="preserve">в </w:t>
      </w:r>
      <w:r w:rsidR="00D648E7" w:rsidRPr="00AE65C1">
        <w:rPr>
          <w:szCs w:val="28"/>
        </w:rPr>
        <w:t>стать</w:t>
      </w:r>
      <w:r w:rsidR="0011529C" w:rsidRPr="00AE65C1">
        <w:rPr>
          <w:szCs w:val="28"/>
        </w:rPr>
        <w:t>е</w:t>
      </w:r>
      <w:r w:rsidR="00D648E7" w:rsidRPr="00AE65C1">
        <w:rPr>
          <w:szCs w:val="28"/>
        </w:rPr>
        <w:t xml:space="preserve"> 5</w:t>
      </w:r>
      <w:r w:rsidR="0011529C" w:rsidRPr="00AE65C1">
        <w:rPr>
          <w:szCs w:val="28"/>
        </w:rPr>
        <w:t>:</w:t>
      </w:r>
    </w:p>
    <w:p w14:paraId="7EFAEFDD" w14:textId="6FA30770" w:rsidR="00C46EEC" w:rsidRPr="00AE65C1" w:rsidRDefault="0011529C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а)</w:t>
      </w:r>
      <w:r w:rsidR="00D648E7" w:rsidRPr="00AE65C1">
        <w:rPr>
          <w:szCs w:val="28"/>
        </w:rPr>
        <w:t xml:space="preserve"> </w:t>
      </w:r>
      <w:r w:rsidRPr="00AE65C1">
        <w:rPr>
          <w:szCs w:val="28"/>
        </w:rPr>
        <w:t xml:space="preserve">часть 5 </w:t>
      </w:r>
      <w:r w:rsidR="00D648E7" w:rsidRPr="00AE65C1">
        <w:rPr>
          <w:szCs w:val="28"/>
        </w:rPr>
        <w:t>признать утратившей силу</w:t>
      </w:r>
      <w:r w:rsidR="00115284" w:rsidRPr="00AE65C1">
        <w:rPr>
          <w:szCs w:val="28"/>
        </w:rPr>
        <w:t>;</w:t>
      </w:r>
    </w:p>
    <w:p w14:paraId="0FF84803" w14:textId="527EE1CA" w:rsidR="0011529C" w:rsidRPr="00AE65C1" w:rsidRDefault="0011529C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б) часть 7 дополнить абзацем следующего содержания:</w:t>
      </w:r>
    </w:p>
    <w:p w14:paraId="68A8D94C" w14:textId="488F0DCA" w:rsidR="0011529C" w:rsidRPr="00AE65C1" w:rsidRDefault="0011529C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«</w:t>
      </w:r>
      <w:bookmarkStart w:id="0" w:name="_Hlk209598819"/>
      <w:r w:rsidRPr="00AE65C1">
        <w:rPr>
          <w:szCs w:val="28"/>
        </w:rPr>
        <w:t xml:space="preserve">Полномочия территориальной избирательной комиссии </w:t>
      </w:r>
      <w:r w:rsidR="00504E61" w:rsidRPr="00AE65C1">
        <w:rPr>
          <w:szCs w:val="28"/>
        </w:rPr>
        <w:t xml:space="preserve">по решению Избирательной комиссии Ярославской области, принятому по согласованию с Центральной избирательной комиссией Российской Федерации, </w:t>
      </w:r>
      <w:r w:rsidRPr="00AE65C1">
        <w:rPr>
          <w:szCs w:val="28"/>
        </w:rPr>
        <w:t xml:space="preserve">могут быть прекращены досрочно в случае изменения административно-территориального устройства Ярославской области, повлекшего упразднение </w:t>
      </w:r>
      <w:r w:rsidR="00504E61" w:rsidRPr="00AE65C1">
        <w:rPr>
          <w:szCs w:val="28"/>
        </w:rPr>
        <w:t>административно-территориальной единицы, либо в случае преобразования соответствующего муниципального образования.</w:t>
      </w:r>
      <w:bookmarkEnd w:id="0"/>
      <w:r w:rsidR="00504E61" w:rsidRPr="00AE65C1">
        <w:rPr>
          <w:szCs w:val="28"/>
        </w:rPr>
        <w:t>»;</w:t>
      </w:r>
    </w:p>
    <w:p w14:paraId="3310D873" w14:textId="3575CAAC" w:rsidR="00DF4860" w:rsidRPr="00AE65C1" w:rsidRDefault="00F264E9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 xml:space="preserve">3) в </w:t>
      </w:r>
      <w:r w:rsidR="00853BC3" w:rsidRPr="00AE65C1">
        <w:rPr>
          <w:szCs w:val="28"/>
        </w:rPr>
        <w:t>части</w:t>
      </w:r>
      <w:r w:rsidR="00F13BDE" w:rsidRPr="00AE65C1">
        <w:rPr>
          <w:szCs w:val="28"/>
        </w:rPr>
        <w:t xml:space="preserve"> 5 </w:t>
      </w:r>
      <w:r w:rsidRPr="00AE65C1">
        <w:rPr>
          <w:szCs w:val="28"/>
        </w:rPr>
        <w:t>стать</w:t>
      </w:r>
      <w:r w:rsidR="00F13BDE" w:rsidRPr="00AE65C1">
        <w:rPr>
          <w:szCs w:val="28"/>
        </w:rPr>
        <w:t>и</w:t>
      </w:r>
      <w:r w:rsidRPr="00AE65C1">
        <w:rPr>
          <w:szCs w:val="28"/>
        </w:rPr>
        <w:t xml:space="preserve"> 11 слова «Федеральным законом» заменить словами «Федеральным законом,»;</w:t>
      </w:r>
    </w:p>
    <w:p w14:paraId="508A4686" w14:textId="448155E3" w:rsidR="00A25655" w:rsidRPr="00AE65C1" w:rsidRDefault="00A25655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 xml:space="preserve">4) </w:t>
      </w:r>
      <w:r w:rsidR="00853BC3" w:rsidRPr="00AE65C1">
        <w:rPr>
          <w:szCs w:val="28"/>
        </w:rPr>
        <w:t>часть</w:t>
      </w:r>
      <w:r w:rsidRPr="00AE65C1">
        <w:rPr>
          <w:szCs w:val="28"/>
        </w:rPr>
        <w:t xml:space="preserve"> 3 статьи 16 дополнить абзацем следующего содержания:</w:t>
      </w:r>
    </w:p>
    <w:p w14:paraId="3D09C3EC" w14:textId="20DD8174" w:rsidR="00B76392" w:rsidRPr="00AE65C1" w:rsidRDefault="00A25655" w:rsidP="00B76392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lastRenderedPageBreak/>
        <w:t>«</w:t>
      </w:r>
      <w:bookmarkStart w:id="1" w:name="_Hlk209599489"/>
      <w:r w:rsidRPr="00AE65C1">
        <w:rPr>
          <w:szCs w:val="28"/>
        </w:rPr>
        <w:t>По решению Избирательной комиссии Ярославской области, согласованному с Центральной избирательной комиссией Российской Федерации, полномочия комиссии, организующей подготовку и проведение выборов в органы местного самоуправления</w:t>
      </w:r>
      <w:r w:rsidR="0065269D" w:rsidRPr="00AE65C1">
        <w:rPr>
          <w:szCs w:val="28"/>
        </w:rPr>
        <w:t xml:space="preserve">, </w:t>
      </w:r>
      <w:r w:rsidRPr="00AE65C1">
        <w:rPr>
          <w:szCs w:val="28"/>
        </w:rPr>
        <w:t>местного референдума на территории города Ярославля, могут быть возложены на Избирательную комиссию Ярославской области.</w:t>
      </w:r>
      <w:bookmarkEnd w:id="1"/>
      <w:r w:rsidRPr="00AE65C1">
        <w:rPr>
          <w:szCs w:val="28"/>
        </w:rPr>
        <w:t>»;</w:t>
      </w:r>
    </w:p>
    <w:p w14:paraId="1FF20C8F" w14:textId="0A90BD71" w:rsidR="00B76392" w:rsidRPr="00AE65C1" w:rsidRDefault="007D6589" w:rsidP="00B76392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5</w:t>
      </w:r>
      <w:r w:rsidR="00B76392" w:rsidRPr="00AE65C1">
        <w:rPr>
          <w:szCs w:val="28"/>
        </w:rPr>
        <w:t>) статью 19 изложить в следующей редакции:</w:t>
      </w:r>
    </w:p>
    <w:p w14:paraId="28C0E7F4" w14:textId="23A12BBD" w:rsidR="00B76392" w:rsidRPr="00AE65C1" w:rsidRDefault="00B76392" w:rsidP="00B76392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«Статья 19. Рассмотрение избирательными комиссиями обращений</w:t>
      </w:r>
    </w:p>
    <w:p w14:paraId="039A91ED" w14:textId="4EBA2A36" w:rsidR="00A25655" w:rsidRPr="00AE65C1" w:rsidRDefault="00B76392" w:rsidP="00B76392">
      <w:pPr>
        <w:pStyle w:val="aa"/>
        <w:suppressAutoHyphens/>
        <w:ind w:left="0" w:firstLine="709"/>
        <w:jc w:val="both"/>
        <w:rPr>
          <w:szCs w:val="28"/>
        </w:rPr>
      </w:pPr>
      <w:bookmarkStart w:id="2" w:name="_Hlk209599552"/>
      <w:r w:rsidRPr="00AE65C1">
        <w:rPr>
          <w:szCs w:val="28"/>
        </w:rPr>
        <w:t>1. Избирательные комиссии в пределах своей компетенции рассматривают поступившие к ним обращения, в том числе жалобы, граждан, их объединений, иных организаций и их должностных лиц в порядке, предусмотренном Федеральным законом.</w:t>
      </w:r>
    </w:p>
    <w:p w14:paraId="59C9525F" w14:textId="495780C7" w:rsidR="00B76392" w:rsidRPr="00AE65C1" w:rsidRDefault="00DE530B" w:rsidP="00B76392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 xml:space="preserve">2. </w:t>
      </w:r>
      <w:r w:rsidR="00B76392" w:rsidRPr="00AE65C1">
        <w:rPr>
          <w:szCs w:val="28"/>
        </w:rPr>
        <w:t xml:space="preserve">Обращения могут быть поданы в письменной форме, а в Избирательную комиссию Ярославской </w:t>
      </w:r>
      <w:r w:rsidRPr="00AE65C1">
        <w:rPr>
          <w:szCs w:val="28"/>
        </w:rPr>
        <w:t xml:space="preserve">области </w:t>
      </w:r>
      <w:r w:rsidR="00B76392" w:rsidRPr="00AE65C1">
        <w:rPr>
          <w:szCs w:val="28"/>
        </w:rPr>
        <w:t xml:space="preserve">также в форме электронного документа с использованием официального сайта Избирательной комиссии Ярославской области </w:t>
      </w:r>
      <w:r w:rsidR="0062118B" w:rsidRPr="00AE65C1">
        <w:rPr>
          <w:szCs w:val="28"/>
        </w:rPr>
        <w:t xml:space="preserve">в информационно-телекоммуникационной сети «Интернет» </w:t>
      </w:r>
      <w:r w:rsidR="00B76392" w:rsidRPr="00AE65C1">
        <w:rPr>
          <w:szCs w:val="28"/>
        </w:rPr>
        <w:t>после прохождения заявителем идентификации и аутентификации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5BB0F34D" w14:textId="29FA0ECC" w:rsidR="009D1A47" w:rsidRPr="00AE65C1" w:rsidRDefault="009D1A47" w:rsidP="00B76392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Иные избирательные комиссии, в которые может быть направлено обращение в форме электронного документа, а также способы направления обращений в форме электронного документа и порядок их обработки избирательными комиссиями определяются Центральной избирательной комиссией Российской Федерации.</w:t>
      </w:r>
    </w:p>
    <w:p w14:paraId="68081BBD" w14:textId="2BCA6212" w:rsidR="00B76392" w:rsidRPr="00AE65C1" w:rsidRDefault="00F3444C" w:rsidP="0065269D">
      <w:pPr>
        <w:pStyle w:val="aa"/>
        <w:suppressAutoHyphens/>
        <w:ind w:left="0" w:firstLine="720"/>
        <w:jc w:val="both"/>
        <w:rPr>
          <w:i/>
          <w:iCs/>
          <w:szCs w:val="28"/>
        </w:rPr>
      </w:pPr>
      <w:r w:rsidRPr="00AE65C1">
        <w:rPr>
          <w:szCs w:val="28"/>
        </w:rPr>
        <w:t xml:space="preserve">3. </w:t>
      </w:r>
      <w:r w:rsidR="0062118B" w:rsidRPr="00AE65C1">
        <w:rPr>
          <w:szCs w:val="28"/>
        </w:rPr>
        <w:t xml:space="preserve">Иные особенности рассмотрения обращений, в том числе жалоб, граждан, их объединений, иных организаций и их должностных лиц устанавливаются Федеральным законом, актами Центральной избирательной комиссии Российской Федерации, </w:t>
      </w:r>
      <w:r w:rsidRPr="00AE65C1">
        <w:rPr>
          <w:szCs w:val="28"/>
        </w:rPr>
        <w:t xml:space="preserve">принятыми в соответствии с ними актами Избирательной комиссии Ярославской области, а в части обращений, в том числе жалоб, граждан, их объединений, иных организаций и их должностных лиц в Избирательную комиссию Ярославской области - также </w:t>
      </w:r>
      <w:r w:rsidR="0062118B" w:rsidRPr="00AE65C1">
        <w:rPr>
          <w:szCs w:val="28"/>
        </w:rPr>
        <w:t xml:space="preserve">законом Ярославской области об </w:t>
      </w:r>
      <w:r w:rsidRPr="00AE65C1">
        <w:rPr>
          <w:szCs w:val="28"/>
        </w:rPr>
        <w:t>И</w:t>
      </w:r>
      <w:r w:rsidR="0062118B" w:rsidRPr="00AE65C1">
        <w:rPr>
          <w:szCs w:val="28"/>
        </w:rPr>
        <w:t>збирательной комиссии Ярославской области</w:t>
      </w:r>
      <w:r w:rsidRPr="00AE65C1">
        <w:rPr>
          <w:szCs w:val="28"/>
        </w:rPr>
        <w:t>.</w:t>
      </w:r>
      <w:bookmarkEnd w:id="2"/>
      <w:r w:rsidR="00B76392" w:rsidRPr="00AE65C1">
        <w:rPr>
          <w:szCs w:val="28"/>
        </w:rPr>
        <w:t>»;</w:t>
      </w:r>
    </w:p>
    <w:p w14:paraId="2FBF44F6" w14:textId="29716EE9" w:rsidR="004D0FAF" w:rsidRPr="00AE65C1" w:rsidRDefault="007D6589" w:rsidP="0062118B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6</w:t>
      </w:r>
      <w:r w:rsidR="00F3444C" w:rsidRPr="00AE65C1">
        <w:rPr>
          <w:szCs w:val="28"/>
        </w:rPr>
        <w:t xml:space="preserve">) </w:t>
      </w:r>
      <w:r w:rsidR="004D0FAF" w:rsidRPr="00AE65C1">
        <w:rPr>
          <w:szCs w:val="28"/>
        </w:rPr>
        <w:t>в статье</w:t>
      </w:r>
      <w:r w:rsidR="00F3444C" w:rsidRPr="00AE65C1">
        <w:rPr>
          <w:szCs w:val="28"/>
        </w:rPr>
        <w:t xml:space="preserve"> </w:t>
      </w:r>
      <w:r w:rsidR="004D0FAF" w:rsidRPr="00AE65C1">
        <w:rPr>
          <w:szCs w:val="28"/>
        </w:rPr>
        <w:t>21:</w:t>
      </w:r>
    </w:p>
    <w:p w14:paraId="12E921B8" w14:textId="0BD34CD9" w:rsidR="004D0FAF" w:rsidRPr="00AE65C1" w:rsidRDefault="004D0FAF" w:rsidP="0062118B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 xml:space="preserve">а) в наименовании слова «на территориальные» </w:t>
      </w:r>
      <w:r w:rsidR="0065269D" w:rsidRPr="00AE65C1">
        <w:rPr>
          <w:szCs w:val="28"/>
        </w:rPr>
        <w:t>заменить словами «на Избирательную комиссию Ярославской области, территориальные»</w:t>
      </w:r>
      <w:r w:rsidRPr="00AE65C1">
        <w:rPr>
          <w:szCs w:val="28"/>
        </w:rPr>
        <w:t>;</w:t>
      </w:r>
    </w:p>
    <w:p w14:paraId="6654180B" w14:textId="0E2122A3" w:rsidR="00F01710" w:rsidRPr="00AE65C1" w:rsidRDefault="004D0FAF" w:rsidP="00F01710">
      <w:pPr>
        <w:pStyle w:val="aa"/>
        <w:suppressAutoHyphens/>
        <w:ind w:left="0" w:firstLine="709"/>
        <w:jc w:val="both"/>
        <w:rPr>
          <w:i/>
          <w:iCs/>
          <w:szCs w:val="28"/>
        </w:rPr>
      </w:pPr>
      <w:r w:rsidRPr="00AE65C1">
        <w:rPr>
          <w:szCs w:val="28"/>
        </w:rPr>
        <w:t xml:space="preserve">б) </w:t>
      </w:r>
      <w:r w:rsidR="00C9074A" w:rsidRPr="00AE65C1">
        <w:rPr>
          <w:szCs w:val="28"/>
        </w:rPr>
        <w:t xml:space="preserve">абзац первый </w:t>
      </w:r>
      <w:r w:rsidR="00853BC3" w:rsidRPr="00AE65C1">
        <w:rPr>
          <w:szCs w:val="28"/>
        </w:rPr>
        <w:t>част</w:t>
      </w:r>
      <w:r w:rsidR="00C9074A" w:rsidRPr="00AE65C1">
        <w:rPr>
          <w:szCs w:val="28"/>
        </w:rPr>
        <w:t>и</w:t>
      </w:r>
      <w:r w:rsidRPr="00AE65C1">
        <w:rPr>
          <w:szCs w:val="28"/>
        </w:rPr>
        <w:t xml:space="preserve"> 1 дополнить предложением следующего содержания:</w:t>
      </w:r>
      <w:r w:rsidR="0065269D" w:rsidRPr="00AE65C1">
        <w:rPr>
          <w:szCs w:val="28"/>
        </w:rPr>
        <w:t xml:space="preserve"> </w:t>
      </w:r>
      <w:r w:rsidRPr="00AE65C1">
        <w:rPr>
          <w:szCs w:val="28"/>
        </w:rPr>
        <w:t>«</w:t>
      </w:r>
      <w:bookmarkStart w:id="3" w:name="_Hlk209599700"/>
      <w:r w:rsidRPr="00AE65C1">
        <w:rPr>
          <w:szCs w:val="28"/>
        </w:rPr>
        <w:t xml:space="preserve">Полномочия по подготовке и проведению выборов в органы местного самоуправления, местного референдума на территории города Ярославля могут быть в соответствии с </w:t>
      </w:r>
      <w:r w:rsidR="00924A9F" w:rsidRPr="00AE65C1">
        <w:rPr>
          <w:szCs w:val="28"/>
        </w:rPr>
        <w:t xml:space="preserve">абзацем вторым </w:t>
      </w:r>
      <w:r w:rsidR="00853BC3" w:rsidRPr="00AE65C1">
        <w:rPr>
          <w:szCs w:val="28"/>
        </w:rPr>
        <w:t>част</w:t>
      </w:r>
      <w:r w:rsidR="00924A9F" w:rsidRPr="00AE65C1">
        <w:rPr>
          <w:szCs w:val="28"/>
        </w:rPr>
        <w:t>и</w:t>
      </w:r>
      <w:r w:rsidRPr="00AE65C1">
        <w:rPr>
          <w:szCs w:val="28"/>
        </w:rPr>
        <w:t xml:space="preserve"> 3 статьи 16 настоящего Закона возложены на Избирательную комиссию Ярославской области.</w:t>
      </w:r>
      <w:bookmarkEnd w:id="3"/>
      <w:r w:rsidRPr="00AE65C1">
        <w:rPr>
          <w:szCs w:val="28"/>
        </w:rPr>
        <w:t>»;</w:t>
      </w:r>
    </w:p>
    <w:p w14:paraId="14B37AE8" w14:textId="77777777" w:rsidR="00853BC3" w:rsidRPr="00AE65C1" w:rsidRDefault="00853BC3" w:rsidP="0062118B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lastRenderedPageBreak/>
        <w:t>в) в абзаце втором части 3 слова «на иную территориальную или участковую комиссию» заменить словами «на иную избирательную комиссию в соответствии с частью 1 настоящей статьи»;</w:t>
      </w:r>
    </w:p>
    <w:p w14:paraId="15DF1139" w14:textId="4B1E70C5" w:rsidR="004D0FAF" w:rsidRPr="00AE65C1" w:rsidRDefault="00853BC3" w:rsidP="00475769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 xml:space="preserve">г) </w:t>
      </w:r>
      <w:r w:rsidR="00475769" w:rsidRPr="00AE65C1">
        <w:rPr>
          <w:szCs w:val="28"/>
        </w:rPr>
        <w:t xml:space="preserve">в </w:t>
      </w:r>
      <w:r w:rsidRPr="00AE65C1">
        <w:rPr>
          <w:szCs w:val="28"/>
        </w:rPr>
        <w:t>част</w:t>
      </w:r>
      <w:r w:rsidR="00475769" w:rsidRPr="00AE65C1">
        <w:rPr>
          <w:szCs w:val="28"/>
        </w:rPr>
        <w:t>и</w:t>
      </w:r>
      <w:r w:rsidRPr="00AE65C1">
        <w:rPr>
          <w:szCs w:val="28"/>
        </w:rPr>
        <w:t xml:space="preserve"> 4 </w:t>
      </w:r>
      <w:r w:rsidR="00475769" w:rsidRPr="00AE65C1">
        <w:rPr>
          <w:szCs w:val="28"/>
        </w:rPr>
        <w:t>слова «территориальная либо участковая» исключить</w:t>
      </w:r>
      <w:r w:rsidRPr="00AE65C1">
        <w:rPr>
          <w:szCs w:val="28"/>
        </w:rPr>
        <w:t>;</w:t>
      </w:r>
    </w:p>
    <w:p w14:paraId="1F648827" w14:textId="6A1F5803" w:rsidR="00BA6162" w:rsidRPr="00AE65C1" w:rsidRDefault="007D6589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7</w:t>
      </w:r>
      <w:r w:rsidR="00AB796C" w:rsidRPr="00AE65C1">
        <w:rPr>
          <w:szCs w:val="28"/>
        </w:rPr>
        <w:t xml:space="preserve">) </w:t>
      </w:r>
      <w:r w:rsidR="00BA6162" w:rsidRPr="00AE65C1">
        <w:rPr>
          <w:szCs w:val="28"/>
        </w:rPr>
        <w:t xml:space="preserve">в </w:t>
      </w:r>
      <w:r w:rsidR="00AB796C" w:rsidRPr="00AE65C1">
        <w:rPr>
          <w:szCs w:val="28"/>
        </w:rPr>
        <w:t>стать</w:t>
      </w:r>
      <w:r w:rsidR="00BA6162" w:rsidRPr="00AE65C1">
        <w:rPr>
          <w:szCs w:val="28"/>
        </w:rPr>
        <w:t>е</w:t>
      </w:r>
      <w:r w:rsidR="00AB796C" w:rsidRPr="00AE65C1">
        <w:rPr>
          <w:szCs w:val="28"/>
        </w:rPr>
        <w:t xml:space="preserve"> 2</w:t>
      </w:r>
      <w:r w:rsidR="00C91822" w:rsidRPr="00AE65C1">
        <w:rPr>
          <w:szCs w:val="28"/>
        </w:rPr>
        <w:t>3</w:t>
      </w:r>
      <w:r w:rsidR="00BA6162" w:rsidRPr="00AE65C1">
        <w:rPr>
          <w:szCs w:val="28"/>
        </w:rPr>
        <w:t>:</w:t>
      </w:r>
    </w:p>
    <w:p w14:paraId="1D3A2716" w14:textId="6A505D8E" w:rsidR="00C91822" w:rsidRPr="00AE65C1" w:rsidRDefault="00BA6162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а)</w:t>
      </w:r>
      <w:r w:rsidR="00AB796C" w:rsidRPr="00AE65C1">
        <w:rPr>
          <w:szCs w:val="28"/>
        </w:rPr>
        <w:t xml:space="preserve"> </w:t>
      </w:r>
      <w:r w:rsidRPr="00AE65C1">
        <w:rPr>
          <w:szCs w:val="28"/>
        </w:rPr>
        <w:t xml:space="preserve">в части 1 </w:t>
      </w:r>
      <w:r w:rsidR="00AB796C" w:rsidRPr="00AE65C1">
        <w:rPr>
          <w:szCs w:val="28"/>
        </w:rPr>
        <w:t>слова «</w:t>
      </w:r>
      <w:r w:rsidR="00C91822" w:rsidRPr="00AE65C1">
        <w:rPr>
          <w:szCs w:val="28"/>
        </w:rPr>
        <w:t>автоматизации, обучению организаторов выборов и избирателей</w:t>
      </w:r>
      <w:r w:rsidR="00AB796C" w:rsidRPr="00AE65C1">
        <w:rPr>
          <w:szCs w:val="28"/>
        </w:rPr>
        <w:t>»</w:t>
      </w:r>
      <w:r w:rsidR="00C91822" w:rsidRPr="00AE65C1">
        <w:rPr>
          <w:szCs w:val="28"/>
        </w:rPr>
        <w:t xml:space="preserve"> заменить словами «средств автоматизации, повышению правовой культуры избирателей, обучению организаторов выборов, референдумов и иных участников избирательного процесса, оказанию содействия в подготовке и проведении выборов в федеральные органы государственной власти»;</w:t>
      </w:r>
    </w:p>
    <w:p w14:paraId="5864E98F" w14:textId="1FC45EAC" w:rsidR="00C91822" w:rsidRPr="00AE65C1" w:rsidRDefault="00BA6162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б</w:t>
      </w:r>
      <w:r w:rsidR="00C91822" w:rsidRPr="00AE65C1">
        <w:rPr>
          <w:szCs w:val="28"/>
        </w:rPr>
        <w:t>) част</w:t>
      </w:r>
      <w:r w:rsidRPr="00AE65C1">
        <w:rPr>
          <w:szCs w:val="28"/>
        </w:rPr>
        <w:t>ь</w:t>
      </w:r>
      <w:r w:rsidR="00C91822" w:rsidRPr="00AE65C1">
        <w:rPr>
          <w:szCs w:val="28"/>
        </w:rPr>
        <w:t xml:space="preserve"> 3 изложить в следующей редакции:</w:t>
      </w:r>
    </w:p>
    <w:p w14:paraId="1C66CABD" w14:textId="51C69FE7" w:rsidR="00BA6162" w:rsidRPr="00AE65C1" w:rsidRDefault="00C91822" w:rsidP="0011529C">
      <w:pPr>
        <w:pStyle w:val="aa"/>
        <w:suppressAutoHyphens/>
        <w:ind w:left="0" w:firstLine="709"/>
        <w:jc w:val="both"/>
        <w:rPr>
          <w:szCs w:val="28"/>
        </w:rPr>
      </w:pPr>
      <w:r w:rsidRPr="00AE65C1">
        <w:rPr>
          <w:szCs w:val="28"/>
        </w:rPr>
        <w:t>«3. Главным распорядител</w:t>
      </w:r>
      <w:r w:rsidR="00BA6162" w:rsidRPr="00AE65C1">
        <w:rPr>
          <w:szCs w:val="28"/>
        </w:rPr>
        <w:t>ем</w:t>
      </w:r>
      <w:r w:rsidRPr="00AE65C1">
        <w:rPr>
          <w:szCs w:val="28"/>
        </w:rPr>
        <w:t xml:space="preserve"> средств, предусмотренных в соответствующих бюджетах на </w:t>
      </w:r>
      <w:r w:rsidR="00BA6162" w:rsidRPr="00AE65C1">
        <w:rPr>
          <w:szCs w:val="28"/>
        </w:rPr>
        <w:t xml:space="preserve">подготовку и </w:t>
      </w:r>
      <w:r w:rsidRPr="00AE65C1">
        <w:rPr>
          <w:szCs w:val="28"/>
        </w:rPr>
        <w:t xml:space="preserve">проведение выборов </w:t>
      </w:r>
      <w:r w:rsidR="009D1A47" w:rsidRPr="00AE65C1">
        <w:rPr>
          <w:szCs w:val="28"/>
        </w:rPr>
        <w:t>в федеральные органы государственной власти</w:t>
      </w:r>
      <w:r w:rsidR="00C4072B" w:rsidRPr="00AE65C1">
        <w:rPr>
          <w:szCs w:val="28"/>
        </w:rPr>
        <w:t>, референдума Российской Федерации,</w:t>
      </w:r>
      <w:r w:rsidR="009D1A47" w:rsidRPr="00AE65C1">
        <w:rPr>
          <w:szCs w:val="28"/>
        </w:rPr>
        <w:t xml:space="preserve"> </w:t>
      </w:r>
      <w:r w:rsidR="00C4072B" w:rsidRPr="00AE65C1">
        <w:rPr>
          <w:szCs w:val="28"/>
        </w:rPr>
        <w:t xml:space="preserve">на оказание содействия в подготовке и проведении выборов в федеральные органы государственной власти, на подготовку и проведение выборов в </w:t>
      </w:r>
      <w:r w:rsidR="009D1A47" w:rsidRPr="00AE65C1">
        <w:rPr>
          <w:szCs w:val="28"/>
        </w:rPr>
        <w:t>органы государственной власти Ярославской области</w:t>
      </w:r>
      <w:r w:rsidR="00C4072B" w:rsidRPr="00AE65C1">
        <w:rPr>
          <w:szCs w:val="28"/>
        </w:rPr>
        <w:t xml:space="preserve"> и</w:t>
      </w:r>
      <w:r w:rsidRPr="00AE65C1">
        <w:rPr>
          <w:szCs w:val="28"/>
        </w:rPr>
        <w:t xml:space="preserve"> </w:t>
      </w:r>
      <w:r w:rsidR="00C4072B" w:rsidRPr="00AE65C1">
        <w:rPr>
          <w:szCs w:val="28"/>
        </w:rPr>
        <w:t xml:space="preserve">референдума Ярославской области, </w:t>
      </w:r>
      <w:r w:rsidR="00BA6162" w:rsidRPr="00AE65C1">
        <w:rPr>
          <w:szCs w:val="28"/>
        </w:rPr>
        <w:t>является Избирательная комиссия Ярославской области.</w:t>
      </w:r>
    </w:p>
    <w:p w14:paraId="2D2BD2ED" w14:textId="1E068916" w:rsidR="00183553" w:rsidRPr="00AE65C1" w:rsidRDefault="00BA6162" w:rsidP="00943A7B">
      <w:pPr>
        <w:pStyle w:val="aa"/>
        <w:suppressAutoHyphens/>
        <w:ind w:left="0" w:firstLine="709"/>
        <w:jc w:val="both"/>
        <w:rPr>
          <w:b/>
          <w:bCs/>
          <w:szCs w:val="28"/>
        </w:rPr>
      </w:pPr>
      <w:r w:rsidRPr="00AE65C1">
        <w:rPr>
          <w:szCs w:val="28"/>
        </w:rPr>
        <w:t xml:space="preserve">Главными распорядителями </w:t>
      </w:r>
      <w:bookmarkStart w:id="4" w:name="_Hlk209601863"/>
      <w:r w:rsidRPr="00AE65C1">
        <w:rPr>
          <w:szCs w:val="28"/>
        </w:rPr>
        <w:t xml:space="preserve">средств, предусмотренных в соответствующих </w:t>
      </w:r>
      <w:r w:rsidR="00F57899" w:rsidRPr="00AE65C1">
        <w:rPr>
          <w:szCs w:val="28"/>
        </w:rPr>
        <w:t xml:space="preserve">местных </w:t>
      </w:r>
      <w:r w:rsidRPr="00AE65C1">
        <w:rPr>
          <w:szCs w:val="28"/>
        </w:rPr>
        <w:t>бюджетах на подготовку и проведение выборов в органы местного самоуправления, местн</w:t>
      </w:r>
      <w:r w:rsidR="00C4072B" w:rsidRPr="00AE65C1">
        <w:rPr>
          <w:szCs w:val="28"/>
        </w:rPr>
        <w:t>ых</w:t>
      </w:r>
      <w:r w:rsidRPr="00AE65C1">
        <w:rPr>
          <w:szCs w:val="28"/>
        </w:rPr>
        <w:t xml:space="preserve"> референдум</w:t>
      </w:r>
      <w:r w:rsidR="00C4072B" w:rsidRPr="00AE65C1">
        <w:rPr>
          <w:szCs w:val="28"/>
        </w:rPr>
        <w:t>ов в</w:t>
      </w:r>
      <w:r w:rsidRPr="00AE65C1">
        <w:rPr>
          <w:szCs w:val="28"/>
        </w:rPr>
        <w:t xml:space="preserve"> муниципальных образовани</w:t>
      </w:r>
      <w:r w:rsidR="00C4072B" w:rsidRPr="00AE65C1">
        <w:rPr>
          <w:szCs w:val="28"/>
        </w:rPr>
        <w:t>ях</w:t>
      </w:r>
      <w:r w:rsidRPr="00AE65C1">
        <w:rPr>
          <w:szCs w:val="28"/>
        </w:rPr>
        <w:t xml:space="preserve"> Ярославской области, являются территориальные комиссии и участковые комиссии при осуществлении ими полномочий по подготовке и проведению выборов в органы местного самоуправления, местного референдума, а в случае принятия решения, предусмотренного </w:t>
      </w:r>
      <w:r w:rsidR="00924A9F" w:rsidRPr="00AE65C1">
        <w:rPr>
          <w:szCs w:val="28"/>
        </w:rPr>
        <w:t xml:space="preserve">абзацем вторым </w:t>
      </w:r>
      <w:r w:rsidRPr="00AE65C1">
        <w:rPr>
          <w:szCs w:val="28"/>
        </w:rPr>
        <w:t>част</w:t>
      </w:r>
      <w:r w:rsidR="00924A9F" w:rsidRPr="00AE65C1">
        <w:rPr>
          <w:szCs w:val="28"/>
        </w:rPr>
        <w:t>и</w:t>
      </w:r>
      <w:r w:rsidRPr="00AE65C1">
        <w:rPr>
          <w:szCs w:val="28"/>
        </w:rPr>
        <w:t xml:space="preserve"> 3 статьи 16 настоящего Закона, - Избирательная комиссия Ярославской области.</w:t>
      </w:r>
      <w:bookmarkEnd w:id="4"/>
      <w:r w:rsidRPr="00AE65C1">
        <w:rPr>
          <w:szCs w:val="28"/>
        </w:rPr>
        <w:t>»</w:t>
      </w:r>
      <w:r w:rsidR="00183553" w:rsidRPr="00AE65C1">
        <w:rPr>
          <w:szCs w:val="28"/>
        </w:rPr>
        <w:t>.</w:t>
      </w:r>
    </w:p>
    <w:p w14:paraId="70D7B5AE" w14:textId="77777777" w:rsidR="00943A7B" w:rsidRDefault="00943A7B" w:rsidP="0011529C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</w:p>
    <w:p w14:paraId="3EB2F116" w14:textId="7BC5DDB7" w:rsidR="00C46EEC" w:rsidRPr="00AE65C1" w:rsidRDefault="00C6154D" w:rsidP="0011529C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AE65C1">
        <w:rPr>
          <w:rFonts w:eastAsia="Calibri"/>
          <w:b/>
          <w:bCs/>
          <w:szCs w:val="28"/>
          <w:lang w:eastAsia="en-US"/>
        </w:rPr>
        <w:t xml:space="preserve">Статья </w:t>
      </w:r>
      <w:r w:rsidR="006B4BE4" w:rsidRPr="00AE65C1">
        <w:rPr>
          <w:rFonts w:eastAsia="Calibri"/>
          <w:b/>
          <w:bCs/>
          <w:szCs w:val="28"/>
          <w:lang w:eastAsia="en-US"/>
        </w:rPr>
        <w:t>2</w:t>
      </w:r>
    </w:p>
    <w:p w14:paraId="09F543EF" w14:textId="77777777" w:rsidR="00087FDF" w:rsidRPr="00AE65C1" w:rsidRDefault="00087FDF" w:rsidP="008D5800">
      <w:pPr>
        <w:suppressAutoHyphens/>
        <w:ind w:firstLine="709"/>
        <w:jc w:val="both"/>
        <w:rPr>
          <w:szCs w:val="28"/>
        </w:rPr>
      </w:pPr>
      <w:r w:rsidRPr="00AE65C1">
        <w:rPr>
          <w:szCs w:val="28"/>
        </w:rPr>
        <w:t xml:space="preserve">Настоящий Закон вступает в силу </w:t>
      </w:r>
      <w:r w:rsidR="00E8180A" w:rsidRPr="00AE65C1">
        <w:rPr>
          <w:szCs w:val="28"/>
        </w:rPr>
        <w:t>со</w:t>
      </w:r>
      <w:r w:rsidRPr="00AE65C1">
        <w:rPr>
          <w:szCs w:val="28"/>
        </w:rPr>
        <w:t xml:space="preserve"> дня его официального опубликования.</w:t>
      </w:r>
    </w:p>
    <w:p w14:paraId="213BCF8A" w14:textId="77777777" w:rsidR="00087FDF" w:rsidRPr="00AE65C1" w:rsidRDefault="00087FDF" w:rsidP="008F6007">
      <w:pPr>
        <w:suppressAutoHyphens/>
        <w:jc w:val="both"/>
        <w:rPr>
          <w:rFonts w:eastAsia="Calibri"/>
          <w:szCs w:val="28"/>
        </w:rPr>
      </w:pPr>
    </w:p>
    <w:p w14:paraId="0E959EF4" w14:textId="77777777" w:rsidR="009B25D6" w:rsidRPr="00AE65C1" w:rsidRDefault="009B25D6" w:rsidP="008F6007">
      <w:pPr>
        <w:suppressAutoHyphens/>
        <w:jc w:val="both"/>
        <w:rPr>
          <w:rFonts w:eastAsia="Calibri"/>
          <w:szCs w:val="28"/>
        </w:rPr>
      </w:pPr>
    </w:p>
    <w:p w14:paraId="1CFFA480" w14:textId="77777777" w:rsidR="009B25D6" w:rsidRPr="00AE65C1" w:rsidRDefault="009B25D6" w:rsidP="008F6007">
      <w:pPr>
        <w:suppressAutoHyphens/>
        <w:jc w:val="both"/>
        <w:rPr>
          <w:rFonts w:eastAsia="Calibri"/>
          <w:szCs w:val="28"/>
        </w:rPr>
      </w:pPr>
    </w:p>
    <w:p w14:paraId="16567C46" w14:textId="77777777" w:rsidR="009551D6" w:rsidRPr="00AE65C1" w:rsidRDefault="00087FDF" w:rsidP="008F6007">
      <w:pPr>
        <w:suppressAutoHyphens/>
        <w:jc w:val="both"/>
        <w:rPr>
          <w:rFonts w:eastAsia="Calibri"/>
          <w:szCs w:val="28"/>
        </w:rPr>
      </w:pPr>
      <w:r w:rsidRPr="00AE65C1">
        <w:rPr>
          <w:rFonts w:eastAsia="Calibri"/>
          <w:szCs w:val="28"/>
        </w:rPr>
        <w:t>Губернатор</w:t>
      </w:r>
    </w:p>
    <w:p w14:paraId="0EEA3EA2" w14:textId="77777777" w:rsidR="00087FDF" w:rsidRPr="00AE65C1" w:rsidRDefault="00087FDF" w:rsidP="008F6007">
      <w:pPr>
        <w:suppressAutoHyphens/>
        <w:jc w:val="both"/>
        <w:rPr>
          <w:rFonts w:eastAsia="Calibri"/>
          <w:szCs w:val="28"/>
        </w:rPr>
      </w:pPr>
      <w:r w:rsidRPr="00AE65C1">
        <w:rPr>
          <w:rFonts w:eastAsia="Calibri"/>
          <w:szCs w:val="28"/>
        </w:rPr>
        <w:t>Ярославской области</w:t>
      </w:r>
      <w:r w:rsidR="009551D6" w:rsidRPr="00AE65C1">
        <w:rPr>
          <w:rFonts w:eastAsia="Calibri"/>
          <w:szCs w:val="28"/>
        </w:rPr>
        <w:t xml:space="preserve">                      </w:t>
      </w:r>
      <w:r w:rsidRPr="00AE65C1">
        <w:rPr>
          <w:rFonts w:eastAsia="Calibri"/>
          <w:szCs w:val="28"/>
        </w:rPr>
        <w:t xml:space="preserve">                                                    М.Я. Евраев</w:t>
      </w:r>
    </w:p>
    <w:p w14:paraId="4B717EFA" w14:textId="77777777" w:rsidR="009B25D6" w:rsidRPr="00AE65C1" w:rsidRDefault="009B25D6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5C212A84" w14:textId="77777777" w:rsidR="009B25D6" w:rsidRPr="00AE65C1" w:rsidRDefault="009B25D6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7F68E0CB" w14:textId="42080052" w:rsidR="00087FDF" w:rsidRPr="00AE65C1" w:rsidRDefault="00087FDF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  <w:r w:rsidRPr="00AE65C1">
        <w:rPr>
          <w:bCs/>
          <w:szCs w:val="28"/>
        </w:rPr>
        <w:t>«_</w:t>
      </w:r>
      <w:proofErr w:type="gramStart"/>
      <w:r w:rsidRPr="00AE65C1">
        <w:rPr>
          <w:bCs/>
          <w:szCs w:val="28"/>
        </w:rPr>
        <w:t>_»_</w:t>
      </w:r>
      <w:proofErr w:type="gramEnd"/>
      <w:r w:rsidRPr="00AE65C1">
        <w:rPr>
          <w:bCs/>
          <w:szCs w:val="28"/>
        </w:rPr>
        <w:t>____________</w:t>
      </w:r>
      <w:r w:rsidR="007051A9" w:rsidRPr="00AE65C1">
        <w:rPr>
          <w:bCs/>
          <w:szCs w:val="28"/>
        </w:rPr>
        <w:t xml:space="preserve"> </w:t>
      </w:r>
      <w:r w:rsidRPr="00AE65C1">
        <w:rPr>
          <w:bCs/>
          <w:szCs w:val="28"/>
        </w:rPr>
        <w:t>202</w:t>
      </w:r>
      <w:r w:rsidR="00AB796C" w:rsidRPr="00AE65C1">
        <w:rPr>
          <w:bCs/>
          <w:szCs w:val="28"/>
        </w:rPr>
        <w:t>5</w:t>
      </w:r>
      <w:r w:rsidRPr="00AE65C1">
        <w:rPr>
          <w:bCs/>
          <w:szCs w:val="28"/>
        </w:rPr>
        <w:t xml:space="preserve"> г.</w:t>
      </w:r>
    </w:p>
    <w:p w14:paraId="654D418D" w14:textId="77777777" w:rsidR="00A46E58" w:rsidRPr="00AE65C1" w:rsidRDefault="00A46E58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7584B997" w14:textId="48012F8B" w:rsidR="00803C32" w:rsidRPr="00AE65C1" w:rsidRDefault="00087FDF" w:rsidP="008F6007">
      <w:pPr>
        <w:suppressAutoHyphens/>
        <w:jc w:val="both"/>
        <w:rPr>
          <w:bCs/>
          <w:szCs w:val="28"/>
        </w:rPr>
      </w:pPr>
      <w:r w:rsidRPr="00AE65C1">
        <w:rPr>
          <w:bCs/>
          <w:szCs w:val="28"/>
        </w:rPr>
        <w:t>№</w:t>
      </w:r>
      <w:r w:rsidR="007051A9" w:rsidRPr="00AE65C1">
        <w:rPr>
          <w:bCs/>
          <w:szCs w:val="28"/>
        </w:rPr>
        <w:t xml:space="preserve"> </w:t>
      </w:r>
      <w:r w:rsidRPr="00AE65C1">
        <w:rPr>
          <w:bCs/>
          <w:szCs w:val="28"/>
        </w:rPr>
        <w:t>_______</w:t>
      </w:r>
    </w:p>
    <w:p w14:paraId="7FD0BAC8" w14:textId="77777777" w:rsidR="00174C35" w:rsidRPr="00AE65C1" w:rsidRDefault="00174C35" w:rsidP="008F6007">
      <w:pPr>
        <w:suppressAutoHyphens/>
        <w:jc w:val="both"/>
        <w:rPr>
          <w:bCs/>
          <w:szCs w:val="28"/>
        </w:rPr>
      </w:pPr>
    </w:p>
    <w:p w14:paraId="287D0D55" w14:textId="5D57D0D6" w:rsidR="00C4072B" w:rsidRPr="00AE65C1" w:rsidRDefault="00C4072B">
      <w:pPr>
        <w:overflowPunct/>
        <w:autoSpaceDE/>
        <w:autoSpaceDN/>
        <w:adjustRightInd/>
        <w:textAlignment w:val="auto"/>
      </w:pPr>
    </w:p>
    <w:sectPr w:rsidR="00C4072B" w:rsidRPr="00AE65C1" w:rsidSect="007B2612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198BE" w14:textId="77777777" w:rsidR="00E1254F" w:rsidRDefault="00E1254F">
      <w:r>
        <w:separator/>
      </w:r>
    </w:p>
  </w:endnote>
  <w:endnote w:type="continuationSeparator" w:id="0">
    <w:p w14:paraId="713C5BB6" w14:textId="77777777" w:rsidR="00E1254F" w:rsidRDefault="00E1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B21B" w14:textId="77777777" w:rsidR="00E1254F" w:rsidRDefault="00E1254F">
      <w:r>
        <w:separator/>
      </w:r>
    </w:p>
  </w:footnote>
  <w:footnote w:type="continuationSeparator" w:id="0">
    <w:p w14:paraId="44C611E9" w14:textId="77777777" w:rsidR="00E1254F" w:rsidRDefault="00E1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924A9F">
      <w:rPr>
        <w:rStyle w:val="a6"/>
        <w:noProof/>
        <w:sz w:val="24"/>
      </w:rPr>
      <w:t>4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B2539"/>
    <w:multiLevelType w:val="hybridMultilevel"/>
    <w:tmpl w:val="802A28EC"/>
    <w:lvl w:ilvl="0" w:tplc="3936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F1339C"/>
    <w:multiLevelType w:val="hybridMultilevel"/>
    <w:tmpl w:val="3FDAE5C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1355ACD"/>
    <w:multiLevelType w:val="hybridMultilevel"/>
    <w:tmpl w:val="0C60357C"/>
    <w:lvl w:ilvl="0" w:tplc="79C05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C25B99"/>
    <w:multiLevelType w:val="hybridMultilevel"/>
    <w:tmpl w:val="C6AAEA46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3"/>
  </w:num>
  <w:num w:numId="10">
    <w:abstractNumId w:val="14"/>
  </w:num>
  <w:num w:numId="11">
    <w:abstractNumId w:val="7"/>
  </w:num>
  <w:num w:numId="12">
    <w:abstractNumId w:val="6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44B7"/>
    <w:rsid w:val="0000696C"/>
    <w:rsid w:val="00006D90"/>
    <w:rsid w:val="00010607"/>
    <w:rsid w:val="00011FF9"/>
    <w:rsid w:val="00012D9E"/>
    <w:rsid w:val="000134B2"/>
    <w:rsid w:val="0001445B"/>
    <w:rsid w:val="00014F79"/>
    <w:rsid w:val="00016903"/>
    <w:rsid w:val="00020101"/>
    <w:rsid w:val="00020697"/>
    <w:rsid w:val="000232A2"/>
    <w:rsid w:val="0002331E"/>
    <w:rsid w:val="0002631C"/>
    <w:rsid w:val="00026422"/>
    <w:rsid w:val="000278C8"/>
    <w:rsid w:val="0003067F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5038F"/>
    <w:rsid w:val="0005079F"/>
    <w:rsid w:val="00051078"/>
    <w:rsid w:val="000537C7"/>
    <w:rsid w:val="000568B4"/>
    <w:rsid w:val="00056B9F"/>
    <w:rsid w:val="00057B1B"/>
    <w:rsid w:val="00060966"/>
    <w:rsid w:val="00061560"/>
    <w:rsid w:val="0006561E"/>
    <w:rsid w:val="000663B2"/>
    <w:rsid w:val="00066FB3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B1F4C"/>
    <w:rsid w:val="000B5880"/>
    <w:rsid w:val="000B627B"/>
    <w:rsid w:val="000C0BAF"/>
    <w:rsid w:val="000C1C36"/>
    <w:rsid w:val="000C455C"/>
    <w:rsid w:val="000C4C30"/>
    <w:rsid w:val="000C65BA"/>
    <w:rsid w:val="000D3DEF"/>
    <w:rsid w:val="000D7075"/>
    <w:rsid w:val="000E05AD"/>
    <w:rsid w:val="000E24F6"/>
    <w:rsid w:val="000E26E6"/>
    <w:rsid w:val="000E3A99"/>
    <w:rsid w:val="000E3D8C"/>
    <w:rsid w:val="000E42AE"/>
    <w:rsid w:val="000E509C"/>
    <w:rsid w:val="000E5333"/>
    <w:rsid w:val="000E61CD"/>
    <w:rsid w:val="000E70B5"/>
    <w:rsid w:val="000F0E0A"/>
    <w:rsid w:val="000F5C9C"/>
    <w:rsid w:val="000F60ED"/>
    <w:rsid w:val="00102136"/>
    <w:rsid w:val="00102DF3"/>
    <w:rsid w:val="001061DF"/>
    <w:rsid w:val="00110C7E"/>
    <w:rsid w:val="00115284"/>
    <w:rsid w:val="0011529C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3553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C9A"/>
    <w:rsid w:val="001B746A"/>
    <w:rsid w:val="001C1C82"/>
    <w:rsid w:val="001C6F43"/>
    <w:rsid w:val="001D19C6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0BB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888"/>
    <w:rsid w:val="0024362D"/>
    <w:rsid w:val="00245F70"/>
    <w:rsid w:val="002464A1"/>
    <w:rsid w:val="00247871"/>
    <w:rsid w:val="00247B75"/>
    <w:rsid w:val="00251607"/>
    <w:rsid w:val="00253C00"/>
    <w:rsid w:val="00254B25"/>
    <w:rsid w:val="00256659"/>
    <w:rsid w:val="00261735"/>
    <w:rsid w:val="00263D9C"/>
    <w:rsid w:val="0026793F"/>
    <w:rsid w:val="00267EF0"/>
    <w:rsid w:val="00273D33"/>
    <w:rsid w:val="00281E48"/>
    <w:rsid w:val="00282F59"/>
    <w:rsid w:val="0028500D"/>
    <w:rsid w:val="002866F3"/>
    <w:rsid w:val="0029507F"/>
    <w:rsid w:val="00295439"/>
    <w:rsid w:val="00297431"/>
    <w:rsid w:val="002A0008"/>
    <w:rsid w:val="002A071B"/>
    <w:rsid w:val="002A1D9F"/>
    <w:rsid w:val="002A6F56"/>
    <w:rsid w:val="002B2E38"/>
    <w:rsid w:val="002B42CA"/>
    <w:rsid w:val="002B7B93"/>
    <w:rsid w:val="002C176C"/>
    <w:rsid w:val="002C1835"/>
    <w:rsid w:val="002C4E6B"/>
    <w:rsid w:val="002C6208"/>
    <w:rsid w:val="002D3606"/>
    <w:rsid w:val="002D3EC6"/>
    <w:rsid w:val="002D4610"/>
    <w:rsid w:val="002D588C"/>
    <w:rsid w:val="002D5E07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6536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9DD"/>
    <w:rsid w:val="00393FDD"/>
    <w:rsid w:val="00396F45"/>
    <w:rsid w:val="003970DB"/>
    <w:rsid w:val="003975CB"/>
    <w:rsid w:val="0039762D"/>
    <w:rsid w:val="003A1755"/>
    <w:rsid w:val="003A6DEB"/>
    <w:rsid w:val="003B63DD"/>
    <w:rsid w:val="003B6922"/>
    <w:rsid w:val="003C0137"/>
    <w:rsid w:val="003C1575"/>
    <w:rsid w:val="003C447A"/>
    <w:rsid w:val="003C4DA9"/>
    <w:rsid w:val="003D070E"/>
    <w:rsid w:val="003D6122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56A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734"/>
    <w:rsid w:val="00407B22"/>
    <w:rsid w:val="00413EAE"/>
    <w:rsid w:val="00420388"/>
    <w:rsid w:val="00424B22"/>
    <w:rsid w:val="00427375"/>
    <w:rsid w:val="004336A0"/>
    <w:rsid w:val="004340AB"/>
    <w:rsid w:val="00435353"/>
    <w:rsid w:val="00436CFD"/>
    <w:rsid w:val="00440606"/>
    <w:rsid w:val="00445143"/>
    <w:rsid w:val="004451C9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5769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A7139"/>
    <w:rsid w:val="004B3369"/>
    <w:rsid w:val="004B3C19"/>
    <w:rsid w:val="004B513D"/>
    <w:rsid w:val="004B7490"/>
    <w:rsid w:val="004C008B"/>
    <w:rsid w:val="004C18DE"/>
    <w:rsid w:val="004D0FAF"/>
    <w:rsid w:val="004D15CC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4E61"/>
    <w:rsid w:val="00505BB1"/>
    <w:rsid w:val="00506B4B"/>
    <w:rsid w:val="0051455B"/>
    <w:rsid w:val="005153A9"/>
    <w:rsid w:val="005154F4"/>
    <w:rsid w:val="00516303"/>
    <w:rsid w:val="00517029"/>
    <w:rsid w:val="00520DD3"/>
    <w:rsid w:val="00522F2D"/>
    <w:rsid w:val="00523688"/>
    <w:rsid w:val="00525B3B"/>
    <w:rsid w:val="00525E8F"/>
    <w:rsid w:val="0053461B"/>
    <w:rsid w:val="00540062"/>
    <w:rsid w:val="0054079A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B03"/>
    <w:rsid w:val="005E1B81"/>
    <w:rsid w:val="005E2281"/>
    <w:rsid w:val="005E2C3A"/>
    <w:rsid w:val="005E2FDB"/>
    <w:rsid w:val="005E719A"/>
    <w:rsid w:val="005E7725"/>
    <w:rsid w:val="005F2620"/>
    <w:rsid w:val="005F6195"/>
    <w:rsid w:val="005F7339"/>
    <w:rsid w:val="00601D45"/>
    <w:rsid w:val="006020D8"/>
    <w:rsid w:val="00606033"/>
    <w:rsid w:val="006066D2"/>
    <w:rsid w:val="0061137B"/>
    <w:rsid w:val="006129F1"/>
    <w:rsid w:val="00614099"/>
    <w:rsid w:val="00616DFE"/>
    <w:rsid w:val="00616E1B"/>
    <w:rsid w:val="006173A8"/>
    <w:rsid w:val="0062098C"/>
    <w:rsid w:val="0062118B"/>
    <w:rsid w:val="00624127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69D"/>
    <w:rsid w:val="00652EB1"/>
    <w:rsid w:val="00654A6D"/>
    <w:rsid w:val="00655BD9"/>
    <w:rsid w:val="00655F34"/>
    <w:rsid w:val="00656F13"/>
    <w:rsid w:val="00660694"/>
    <w:rsid w:val="006608D5"/>
    <w:rsid w:val="006619AC"/>
    <w:rsid w:val="00662622"/>
    <w:rsid w:val="00662925"/>
    <w:rsid w:val="00665808"/>
    <w:rsid w:val="00673A22"/>
    <w:rsid w:val="006747A7"/>
    <w:rsid w:val="00674A02"/>
    <w:rsid w:val="0067512D"/>
    <w:rsid w:val="00680A74"/>
    <w:rsid w:val="0068259E"/>
    <w:rsid w:val="006829E7"/>
    <w:rsid w:val="00684697"/>
    <w:rsid w:val="006847B7"/>
    <w:rsid w:val="00687FC6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A637B"/>
    <w:rsid w:val="006B188D"/>
    <w:rsid w:val="006B217C"/>
    <w:rsid w:val="006B2DC3"/>
    <w:rsid w:val="006B3990"/>
    <w:rsid w:val="006B4BE4"/>
    <w:rsid w:val="006B7FFC"/>
    <w:rsid w:val="006C1E27"/>
    <w:rsid w:val="006C3294"/>
    <w:rsid w:val="006D2E5E"/>
    <w:rsid w:val="006D3A48"/>
    <w:rsid w:val="006D43D0"/>
    <w:rsid w:val="006D49BF"/>
    <w:rsid w:val="006D4B7E"/>
    <w:rsid w:val="006D4E87"/>
    <w:rsid w:val="006D66D8"/>
    <w:rsid w:val="006E2583"/>
    <w:rsid w:val="006E266A"/>
    <w:rsid w:val="006E27A0"/>
    <w:rsid w:val="006E7AFF"/>
    <w:rsid w:val="006F5BE1"/>
    <w:rsid w:val="007051A9"/>
    <w:rsid w:val="00707B5A"/>
    <w:rsid w:val="00710177"/>
    <w:rsid w:val="00710A19"/>
    <w:rsid w:val="0071192E"/>
    <w:rsid w:val="00711FCB"/>
    <w:rsid w:val="007130C3"/>
    <w:rsid w:val="007135C2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6CB7"/>
    <w:rsid w:val="00747E9F"/>
    <w:rsid w:val="00752FD9"/>
    <w:rsid w:val="007558C7"/>
    <w:rsid w:val="00756745"/>
    <w:rsid w:val="007618CC"/>
    <w:rsid w:val="00761EB2"/>
    <w:rsid w:val="00762646"/>
    <w:rsid w:val="007703E3"/>
    <w:rsid w:val="00772602"/>
    <w:rsid w:val="00775549"/>
    <w:rsid w:val="00775D8A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612"/>
    <w:rsid w:val="007B269C"/>
    <w:rsid w:val="007B3F54"/>
    <w:rsid w:val="007B4D6D"/>
    <w:rsid w:val="007B7B77"/>
    <w:rsid w:val="007C2D34"/>
    <w:rsid w:val="007C2DDD"/>
    <w:rsid w:val="007C75DA"/>
    <w:rsid w:val="007D08D5"/>
    <w:rsid w:val="007D19B4"/>
    <w:rsid w:val="007D1DAF"/>
    <w:rsid w:val="007D3360"/>
    <w:rsid w:val="007D39B3"/>
    <w:rsid w:val="007D3FAA"/>
    <w:rsid w:val="007D6589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47405"/>
    <w:rsid w:val="00853BC3"/>
    <w:rsid w:val="0086574B"/>
    <w:rsid w:val="00865E19"/>
    <w:rsid w:val="008679B1"/>
    <w:rsid w:val="00874106"/>
    <w:rsid w:val="008750F1"/>
    <w:rsid w:val="00881CD8"/>
    <w:rsid w:val="008823A1"/>
    <w:rsid w:val="00884224"/>
    <w:rsid w:val="0089152B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2FBA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66A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4A9F"/>
    <w:rsid w:val="00927388"/>
    <w:rsid w:val="0092761C"/>
    <w:rsid w:val="009315E3"/>
    <w:rsid w:val="00943A7B"/>
    <w:rsid w:val="00945529"/>
    <w:rsid w:val="00947CEF"/>
    <w:rsid w:val="009519EE"/>
    <w:rsid w:val="0095200D"/>
    <w:rsid w:val="009551D6"/>
    <w:rsid w:val="009575DF"/>
    <w:rsid w:val="00960251"/>
    <w:rsid w:val="0096085D"/>
    <w:rsid w:val="00960C96"/>
    <w:rsid w:val="00962B8D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86770"/>
    <w:rsid w:val="00990593"/>
    <w:rsid w:val="00990B4B"/>
    <w:rsid w:val="00993988"/>
    <w:rsid w:val="00993A1A"/>
    <w:rsid w:val="009949AE"/>
    <w:rsid w:val="0099561C"/>
    <w:rsid w:val="009A197A"/>
    <w:rsid w:val="009B25D6"/>
    <w:rsid w:val="009B5753"/>
    <w:rsid w:val="009B637E"/>
    <w:rsid w:val="009B68CA"/>
    <w:rsid w:val="009B79F9"/>
    <w:rsid w:val="009C22E8"/>
    <w:rsid w:val="009C662F"/>
    <w:rsid w:val="009C79EE"/>
    <w:rsid w:val="009D1025"/>
    <w:rsid w:val="009D1A47"/>
    <w:rsid w:val="009D207F"/>
    <w:rsid w:val="009D3F15"/>
    <w:rsid w:val="009D44E7"/>
    <w:rsid w:val="009D49D2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100C0"/>
    <w:rsid w:val="00A119F6"/>
    <w:rsid w:val="00A13743"/>
    <w:rsid w:val="00A15298"/>
    <w:rsid w:val="00A16B01"/>
    <w:rsid w:val="00A2387A"/>
    <w:rsid w:val="00A244F7"/>
    <w:rsid w:val="00A24F2E"/>
    <w:rsid w:val="00A2514F"/>
    <w:rsid w:val="00A25267"/>
    <w:rsid w:val="00A25655"/>
    <w:rsid w:val="00A3144B"/>
    <w:rsid w:val="00A3171A"/>
    <w:rsid w:val="00A32EDE"/>
    <w:rsid w:val="00A33566"/>
    <w:rsid w:val="00A33B5F"/>
    <w:rsid w:val="00A36710"/>
    <w:rsid w:val="00A36CC2"/>
    <w:rsid w:val="00A41330"/>
    <w:rsid w:val="00A4166D"/>
    <w:rsid w:val="00A419C8"/>
    <w:rsid w:val="00A43CCC"/>
    <w:rsid w:val="00A45023"/>
    <w:rsid w:val="00A45B2E"/>
    <w:rsid w:val="00A46E58"/>
    <w:rsid w:val="00A55D70"/>
    <w:rsid w:val="00A56278"/>
    <w:rsid w:val="00A673F7"/>
    <w:rsid w:val="00A7426B"/>
    <w:rsid w:val="00A7501C"/>
    <w:rsid w:val="00A8120D"/>
    <w:rsid w:val="00A820B0"/>
    <w:rsid w:val="00A8581C"/>
    <w:rsid w:val="00A92E6B"/>
    <w:rsid w:val="00A93298"/>
    <w:rsid w:val="00A943F5"/>
    <w:rsid w:val="00A94668"/>
    <w:rsid w:val="00A946F6"/>
    <w:rsid w:val="00A97719"/>
    <w:rsid w:val="00AA04EA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B796C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E65C1"/>
    <w:rsid w:val="00AE6CE5"/>
    <w:rsid w:val="00AF025D"/>
    <w:rsid w:val="00AF1D19"/>
    <w:rsid w:val="00AF7478"/>
    <w:rsid w:val="00AF7D71"/>
    <w:rsid w:val="00B002D5"/>
    <w:rsid w:val="00B02E7C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51CF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E1"/>
    <w:rsid w:val="00B43656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6392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162"/>
    <w:rsid w:val="00BA6922"/>
    <w:rsid w:val="00BB1D7A"/>
    <w:rsid w:val="00BB3594"/>
    <w:rsid w:val="00BB69E8"/>
    <w:rsid w:val="00BB736D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3B8E"/>
    <w:rsid w:val="00BD53D9"/>
    <w:rsid w:val="00BD6210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4AC5"/>
    <w:rsid w:val="00C0614D"/>
    <w:rsid w:val="00C069FC"/>
    <w:rsid w:val="00C10024"/>
    <w:rsid w:val="00C10498"/>
    <w:rsid w:val="00C1289D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072B"/>
    <w:rsid w:val="00C413FB"/>
    <w:rsid w:val="00C4391F"/>
    <w:rsid w:val="00C44128"/>
    <w:rsid w:val="00C46EEC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7181D"/>
    <w:rsid w:val="00C771DC"/>
    <w:rsid w:val="00C779C3"/>
    <w:rsid w:val="00C82D96"/>
    <w:rsid w:val="00C85B23"/>
    <w:rsid w:val="00C9074A"/>
    <w:rsid w:val="00C90AC5"/>
    <w:rsid w:val="00C91822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924"/>
    <w:rsid w:val="00CF7925"/>
    <w:rsid w:val="00CF7934"/>
    <w:rsid w:val="00D00240"/>
    <w:rsid w:val="00D0204B"/>
    <w:rsid w:val="00D02127"/>
    <w:rsid w:val="00D060F2"/>
    <w:rsid w:val="00D108A4"/>
    <w:rsid w:val="00D10B20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8E7"/>
    <w:rsid w:val="00D64DEC"/>
    <w:rsid w:val="00D6543B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E530B"/>
    <w:rsid w:val="00DF4860"/>
    <w:rsid w:val="00DF7720"/>
    <w:rsid w:val="00E011F7"/>
    <w:rsid w:val="00E0319C"/>
    <w:rsid w:val="00E0648E"/>
    <w:rsid w:val="00E06B05"/>
    <w:rsid w:val="00E1012B"/>
    <w:rsid w:val="00E10A44"/>
    <w:rsid w:val="00E1254F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3978"/>
    <w:rsid w:val="00E33E61"/>
    <w:rsid w:val="00E420DC"/>
    <w:rsid w:val="00E44E45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03F3"/>
    <w:rsid w:val="00E91182"/>
    <w:rsid w:val="00E9164F"/>
    <w:rsid w:val="00E91A95"/>
    <w:rsid w:val="00E92219"/>
    <w:rsid w:val="00E9248B"/>
    <w:rsid w:val="00E96C62"/>
    <w:rsid w:val="00EA0B35"/>
    <w:rsid w:val="00EA11FE"/>
    <w:rsid w:val="00EA24B9"/>
    <w:rsid w:val="00EA27FF"/>
    <w:rsid w:val="00EA2D71"/>
    <w:rsid w:val="00EA7282"/>
    <w:rsid w:val="00EA7A36"/>
    <w:rsid w:val="00EB0237"/>
    <w:rsid w:val="00EB02BF"/>
    <w:rsid w:val="00EB1D68"/>
    <w:rsid w:val="00EB3469"/>
    <w:rsid w:val="00EB34CC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53F4"/>
    <w:rsid w:val="00EC59D0"/>
    <w:rsid w:val="00ED3BDF"/>
    <w:rsid w:val="00ED4FCD"/>
    <w:rsid w:val="00ED5E00"/>
    <w:rsid w:val="00ED703A"/>
    <w:rsid w:val="00ED7F0D"/>
    <w:rsid w:val="00EE1E0F"/>
    <w:rsid w:val="00EE4217"/>
    <w:rsid w:val="00EE766F"/>
    <w:rsid w:val="00EF112E"/>
    <w:rsid w:val="00EF4AE6"/>
    <w:rsid w:val="00EF6631"/>
    <w:rsid w:val="00F01710"/>
    <w:rsid w:val="00F02FA0"/>
    <w:rsid w:val="00F0560F"/>
    <w:rsid w:val="00F06312"/>
    <w:rsid w:val="00F116EF"/>
    <w:rsid w:val="00F13BDE"/>
    <w:rsid w:val="00F173B1"/>
    <w:rsid w:val="00F23623"/>
    <w:rsid w:val="00F24E07"/>
    <w:rsid w:val="00F25EA4"/>
    <w:rsid w:val="00F264E9"/>
    <w:rsid w:val="00F336DD"/>
    <w:rsid w:val="00F33954"/>
    <w:rsid w:val="00F3444C"/>
    <w:rsid w:val="00F34F60"/>
    <w:rsid w:val="00F3596A"/>
    <w:rsid w:val="00F366ED"/>
    <w:rsid w:val="00F37E29"/>
    <w:rsid w:val="00F431FB"/>
    <w:rsid w:val="00F4372F"/>
    <w:rsid w:val="00F43DEB"/>
    <w:rsid w:val="00F45844"/>
    <w:rsid w:val="00F5139A"/>
    <w:rsid w:val="00F51EE6"/>
    <w:rsid w:val="00F52272"/>
    <w:rsid w:val="00F57881"/>
    <w:rsid w:val="00F57899"/>
    <w:rsid w:val="00F57C8A"/>
    <w:rsid w:val="00F60984"/>
    <w:rsid w:val="00F629F1"/>
    <w:rsid w:val="00F62AFE"/>
    <w:rsid w:val="00F63980"/>
    <w:rsid w:val="00F63C7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3CBC"/>
    <w:rsid w:val="00F857B0"/>
    <w:rsid w:val="00F86113"/>
    <w:rsid w:val="00F920B8"/>
    <w:rsid w:val="00F923AC"/>
    <w:rsid w:val="00F93CAA"/>
    <w:rsid w:val="00F94442"/>
    <w:rsid w:val="00F9459A"/>
    <w:rsid w:val="00F96592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69D3"/>
    <w:rsid w:val="00FD77D2"/>
    <w:rsid w:val="00FE0182"/>
    <w:rsid w:val="00FE16EC"/>
    <w:rsid w:val="00FE611A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B35333C1-C1C8-4CBC-B907-334B0EA9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BF0AD-6632-4886-B448-08EE0E61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741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2025-10-06T13:16:00Z</cp:lastPrinted>
  <dcterms:created xsi:type="dcterms:W3CDTF">2025-10-07T10:31:00Z</dcterms:created>
  <dcterms:modified xsi:type="dcterms:W3CDTF">2025-10-07T10:31:00Z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