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3C7312" w:rsidRPr="000713ED" w:rsidTr="00D170A3">
        <w:tc>
          <w:tcPr>
            <w:tcW w:w="709" w:type="dxa"/>
          </w:tcPr>
          <w:p w:rsidR="003C7312" w:rsidRPr="000713ED" w:rsidRDefault="003C7312" w:rsidP="000713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0713ED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C7312" w:rsidRPr="000713ED" w:rsidRDefault="003C7312" w:rsidP="000713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0713ED">
              <w:rPr>
                <w:rFonts w:ascii="Times New Roman" w:hAnsi="Times New Roman"/>
                <w:sz w:val="28"/>
              </w:rPr>
              <w:t>29.05.2012</w:t>
            </w:r>
          </w:p>
        </w:tc>
        <w:tc>
          <w:tcPr>
            <w:tcW w:w="3260" w:type="dxa"/>
          </w:tcPr>
          <w:p w:rsidR="003C7312" w:rsidRPr="000713ED" w:rsidRDefault="003C7312" w:rsidP="000713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3C7312" w:rsidRPr="000713ED" w:rsidRDefault="003C7312" w:rsidP="000713E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0713ED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C7312" w:rsidRPr="000713ED" w:rsidRDefault="003C7312" w:rsidP="000713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97</w:t>
            </w:r>
          </w:p>
        </w:tc>
      </w:tr>
    </w:tbl>
    <w:p w:rsidR="003C7312" w:rsidRPr="000713ED" w:rsidRDefault="003C7312" w:rsidP="000713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C7312" w:rsidRPr="000713ED" w:rsidRDefault="003C7312" w:rsidP="000713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C7312" w:rsidRPr="000713ED" w:rsidRDefault="003C7312" w:rsidP="000713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C7312" w:rsidRDefault="003C7312" w:rsidP="008A03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Pr="00B316BF">
        <w:rPr>
          <w:rFonts w:ascii="Times New Roman" w:hAnsi="Times New Roman"/>
          <w:sz w:val="28"/>
          <w:szCs w:val="28"/>
          <w:lang w:eastAsia="ru-RU"/>
        </w:rPr>
        <w:t>проект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B316BF">
        <w:rPr>
          <w:rFonts w:ascii="Times New Roman" w:hAnsi="Times New Roman"/>
          <w:sz w:val="28"/>
          <w:szCs w:val="28"/>
          <w:lang w:eastAsia="ru-RU"/>
        </w:rPr>
        <w:t xml:space="preserve"> закона Ярославской области </w:t>
      </w:r>
    </w:p>
    <w:p w:rsidR="003C7312" w:rsidRDefault="003C7312" w:rsidP="006227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7544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Закон Ярославской </w:t>
      </w:r>
    </w:p>
    <w:p w:rsidR="003C7312" w:rsidRDefault="003C7312" w:rsidP="006227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7544">
        <w:rPr>
          <w:rFonts w:ascii="Times New Roman" w:hAnsi="Times New Roman"/>
          <w:sz w:val="28"/>
          <w:szCs w:val="28"/>
          <w:lang w:eastAsia="ru-RU"/>
        </w:rPr>
        <w:t xml:space="preserve">области «О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прогнозном плане (программе) </w:t>
      </w:r>
    </w:p>
    <w:p w:rsidR="003C7312" w:rsidRDefault="003C7312" w:rsidP="006227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приватизации государственного имущества, </w:t>
      </w:r>
    </w:p>
    <w:p w:rsidR="003C7312" w:rsidRDefault="003C7312" w:rsidP="006227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находящегося в собственности </w:t>
      </w:r>
      <w:r w:rsidRPr="003A7544">
        <w:rPr>
          <w:rFonts w:ascii="Times New Roman" w:hAnsi="Times New Roman"/>
          <w:sz w:val="28"/>
          <w:szCs w:val="28"/>
          <w:lang w:eastAsia="ru-RU"/>
        </w:rPr>
        <w:t xml:space="preserve">Ярославской </w:t>
      </w:r>
    </w:p>
    <w:p w:rsidR="003C7312" w:rsidRDefault="003C7312" w:rsidP="006227A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3A7544">
        <w:rPr>
          <w:rFonts w:ascii="Times New Roman" w:hAnsi="Times New Roman"/>
          <w:sz w:val="28"/>
          <w:szCs w:val="28"/>
          <w:lang w:eastAsia="ru-RU"/>
        </w:rPr>
        <w:t>области</w:t>
      </w:r>
      <w:r>
        <w:rPr>
          <w:rFonts w:ascii="Times New Roman" w:hAnsi="Times New Roman"/>
          <w:sz w:val="28"/>
          <w:szCs w:val="28"/>
          <w:lang w:eastAsia="ru-RU"/>
        </w:rPr>
        <w:t>, на 2012 год</w:t>
      </w:r>
      <w:r w:rsidRPr="003A7544">
        <w:rPr>
          <w:rFonts w:ascii="Times New Roman" w:hAnsi="Times New Roman"/>
          <w:sz w:val="28"/>
          <w:szCs w:val="28"/>
          <w:lang w:eastAsia="ru-RU"/>
        </w:rPr>
        <w:t>»</w:t>
      </w:r>
    </w:p>
    <w:p w:rsidR="003C7312" w:rsidRDefault="003C7312" w:rsidP="008A038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3C7312" w:rsidRPr="00B93A84" w:rsidRDefault="003C7312" w:rsidP="008A038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3C7312" w:rsidRPr="00B93A84" w:rsidRDefault="003C7312" w:rsidP="008A038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3C7312" w:rsidRPr="00B93A84" w:rsidRDefault="003C7312" w:rsidP="008A038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3C7312" w:rsidRPr="00B93A84" w:rsidRDefault="003C7312" w:rsidP="008A038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3C7312" w:rsidRPr="00B93A84" w:rsidRDefault="003C7312" w:rsidP="008A038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3C7312" w:rsidRPr="00610349" w:rsidRDefault="003C7312" w:rsidP="008A0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2061B4">
        <w:rPr>
          <w:rFonts w:ascii="Times New Roman" w:hAnsi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3A7544">
        <w:rPr>
          <w:rFonts w:ascii="Times New Roman" w:hAnsi="Times New Roman"/>
          <w:bCs/>
          <w:sz w:val="28"/>
          <w:szCs w:val="28"/>
          <w:lang w:eastAsia="ru-RU"/>
        </w:rPr>
        <w:t>«О вн</w:t>
      </w:r>
      <w:r w:rsidRPr="003A7544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3A7544">
        <w:rPr>
          <w:rFonts w:ascii="Times New Roman" w:hAnsi="Times New Roman"/>
          <w:bCs/>
          <w:sz w:val="28"/>
          <w:szCs w:val="28"/>
          <w:lang w:eastAsia="ru-RU"/>
        </w:rPr>
        <w:t>сении изменений в Закон Ярославской области «</w:t>
      </w:r>
      <w:r w:rsidRPr="003A7544">
        <w:rPr>
          <w:rFonts w:ascii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sz w:val="28"/>
          <w:szCs w:val="28"/>
          <w:lang w:eastAsia="ru-RU"/>
        </w:rPr>
        <w:t>прогнозном плане (пр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грамме) приватизации государственного имущества, находящегося в собс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 xml:space="preserve">венности </w:t>
      </w:r>
      <w:r w:rsidRPr="003A7544">
        <w:rPr>
          <w:rFonts w:ascii="Times New Roman" w:hAnsi="Times New Roman"/>
          <w:sz w:val="28"/>
          <w:szCs w:val="28"/>
          <w:lang w:eastAsia="ru-RU"/>
        </w:rPr>
        <w:t>Ярославской области</w:t>
      </w:r>
      <w:r>
        <w:rPr>
          <w:rFonts w:ascii="Times New Roman" w:hAnsi="Times New Roman"/>
          <w:sz w:val="28"/>
          <w:szCs w:val="28"/>
          <w:lang w:eastAsia="ru-RU"/>
        </w:rPr>
        <w:t>, на 2012 год</w:t>
      </w:r>
      <w:r w:rsidRPr="003A7544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610349">
        <w:rPr>
          <w:rFonts w:ascii="Times New Roman" w:hAnsi="Times New Roman"/>
          <w:sz w:val="28"/>
          <w:szCs w:val="28"/>
          <w:lang w:eastAsia="ru-RU"/>
        </w:rPr>
        <w:t xml:space="preserve">, внесенный </w:t>
      </w:r>
      <w:r w:rsidRPr="00610349">
        <w:rPr>
          <w:rFonts w:ascii="Times New Roman" w:hAnsi="Times New Roman"/>
          <w:iCs/>
          <w:sz w:val="28"/>
          <w:szCs w:val="28"/>
          <w:lang w:eastAsia="ru-RU"/>
        </w:rPr>
        <w:t>Губернатором Яр</w:t>
      </w:r>
      <w:r w:rsidRPr="00610349">
        <w:rPr>
          <w:rFonts w:ascii="Times New Roman" w:hAnsi="Times New Roman"/>
          <w:iCs/>
          <w:sz w:val="28"/>
          <w:szCs w:val="28"/>
          <w:lang w:eastAsia="ru-RU"/>
        </w:rPr>
        <w:t>о</w:t>
      </w:r>
      <w:r w:rsidRPr="00610349">
        <w:rPr>
          <w:rFonts w:ascii="Times New Roman" w:hAnsi="Times New Roman"/>
          <w:iCs/>
          <w:sz w:val="28"/>
          <w:szCs w:val="28"/>
          <w:lang w:eastAsia="ru-RU"/>
        </w:rPr>
        <w:t>славской области</w:t>
      </w:r>
      <w:r w:rsidRPr="00610349">
        <w:rPr>
          <w:rFonts w:ascii="Times New Roman" w:hAnsi="Times New Roman"/>
          <w:sz w:val="28"/>
          <w:szCs w:val="28"/>
          <w:lang w:eastAsia="ru-RU"/>
        </w:rPr>
        <w:t>.</w:t>
      </w:r>
    </w:p>
    <w:p w:rsidR="003C7312" w:rsidRDefault="003C7312" w:rsidP="008A038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3C7312" w:rsidRDefault="003C7312" w:rsidP="008A038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3C7312" w:rsidRPr="00B93A84" w:rsidRDefault="003C7312" w:rsidP="008A038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bookmarkStart w:id="0" w:name="_GoBack"/>
      <w:bookmarkEnd w:id="0"/>
    </w:p>
    <w:p w:rsidR="003C7312" w:rsidRPr="00B93A84" w:rsidRDefault="003C7312" w:rsidP="008A038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3C7312" w:rsidRPr="00B93A84" w:rsidRDefault="003C7312" w:rsidP="00DF17EF">
      <w:pPr>
        <w:keepNext/>
        <w:tabs>
          <w:tab w:val="left" w:pos="7380"/>
        </w:tabs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Ярославской областной Думы</w:t>
      </w:r>
      <w:r>
        <w:rPr>
          <w:rFonts w:ascii="Times New Roman" w:hAnsi="Times New Roman"/>
          <w:sz w:val="28"/>
          <w:szCs w:val="20"/>
          <w:lang w:eastAsia="ru-RU"/>
        </w:rPr>
        <w:tab/>
      </w:r>
      <w:r w:rsidRPr="00B93A84">
        <w:rPr>
          <w:rFonts w:ascii="Times New Roman" w:hAnsi="Times New Roman"/>
          <w:sz w:val="28"/>
          <w:szCs w:val="20"/>
          <w:lang w:eastAsia="ru-RU"/>
        </w:rPr>
        <w:t>В.В. Рогоцкий</w:t>
      </w:r>
    </w:p>
    <w:sectPr w:rsidR="003C7312" w:rsidRPr="00B93A84" w:rsidSect="00DF17EF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C4D"/>
    <w:rsid w:val="00010A96"/>
    <w:rsid w:val="00012408"/>
    <w:rsid w:val="000141F7"/>
    <w:rsid w:val="0001540A"/>
    <w:rsid w:val="00016561"/>
    <w:rsid w:val="00016A33"/>
    <w:rsid w:val="000203F3"/>
    <w:rsid w:val="000251F6"/>
    <w:rsid w:val="00025B57"/>
    <w:rsid w:val="000272CE"/>
    <w:rsid w:val="00032F4B"/>
    <w:rsid w:val="00043868"/>
    <w:rsid w:val="00044A98"/>
    <w:rsid w:val="000479E9"/>
    <w:rsid w:val="00050585"/>
    <w:rsid w:val="0005216E"/>
    <w:rsid w:val="00056CC3"/>
    <w:rsid w:val="00061E01"/>
    <w:rsid w:val="00062939"/>
    <w:rsid w:val="000713ED"/>
    <w:rsid w:val="000834AC"/>
    <w:rsid w:val="000872F8"/>
    <w:rsid w:val="000A33FE"/>
    <w:rsid w:val="000A3FE3"/>
    <w:rsid w:val="000A5D77"/>
    <w:rsid w:val="000B0DE2"/>
    <w:rsid w:val="000C1B88"/>
    <w:rsid w:val="000C387B"/>
    <w:rsid w:val="000C7EA7"/>
    <w:rsid w:val="000D2FFA"/>
    <w:rsid w:val="000D4FE4"/>
    <w:rsid w:val="000D6804"/>
    <w:rsid w:val="000D7D48"/>
    <w:rsid w:val="000E0761"/>
    <w:rsid w:val="000E4217"/>
    <w:rsid w:val="000E7330"/>
    <w:rsid w:val="000E75D0"/>
    <w:rsid w:val="000F4AC6"/>
    <w:rsid w:val="001007A6"/>
    <w:rsid w:val="00103045"/>
    <w:rsid w:val="00106FDD"/>
    <w:rsid w:val="00107E35"/>
    <w:rsid w:val="001102B7"/>
    <w:rsid w:val="0011125C"/>
    <w:rsid w:val="001145D2"/>
    <w:rsid w:val="001277D4"/>
    <w:rsid w:val="00132928"/>
    <w:rsid w:val="00133125"/>
    <w:rsid w:val="00134A5B"/>
    <w:rsid w:val="001506F9"/>
    <w:rsid w:val="00157ECD"/>
    <w:rsid w:val="00163E79"/>
    <w:rsid w:val="00171DB0"/>
    <w:rsid w:val="00172AD0"/>
    <w:rsid w:val="00176174"/>
    <w:rsid w:val="0018187B"/>
    <w:rsid w:val="001826E5"/>
    <w:rsid w:val="0018510B"/>
    <w:rsid w:val="0018731E"/>
    <w:rsid w:val="001A1CFB"/>
    <w:rsid w:val="001A273A"/>
    <w:rsid w:val="001A7809"/>
    <w:rsid w:val="001B4E9D"/>
    <w:rsid w:val="001C09F9"/>
    <w:rsid w:val="001C446C"/>
    <w:rsid w:val="001C6259"/>
    <w:rsid w:val="001C74C8"/>
    <w:rsid w:val="001E4930"/>
    <w:rsid w:val="001F0536"/>
    <w:rsid w:val="001F1A48"/>
    <w:rsid w:val="001F55AE"/>
    <w:rsid w:val="00203FE6"/>
    <w:rsid w:val="00203FFE"/>
    <w:rsid w:val="002061B4"/>
    <w:rsid w:val="00206941"/>
    <w:rsid w:val="00222047"/>
    <w:rsid w:val="00226423"/>
    <w:rsid w:val="002275FE"/>
    <w:rsid w:val="002310BB"/>
    <w:rsid w:val="00232343"/>
    <w:rsid w:val="00240042"/>
    <w:rsid w:val="002410DA"/>
    <w:rsid w:val="00241F03"/>
    <w:rsid w:val="00250695"/>
    <w:rsid w:val="0025458C"/>
    <w:rsid w:val="002547B7"/>
    <w:rsid w:val="00255BF8"/>
    <w:rsid w:val="00274A81"/>
    <w:rsid w:val="002778D3"/>
    <w:rsid w:val="002806CF"/>
    <w:rsid w:val="002A3FFE"/>
    <w:rsid w:val="002A7B98"/>
    <w:rsid w:val="002C0D1C"/>
    <w:rsid w:val="002C168D"/>
    <w:rsid w:val="002C4D47"/>
    <w:rsid w:val="002C55CD"/>
    <w:rsid w:val="002C5BB7"/>
    <w:rsid w:val="002E5321"/>
    <w:rsid w:val="002F1F4B"/>
    <w:rsid w:val="002F2B28"/>
    <w:rsid w:val="00301265"/>
    <w:rsid w:val="00301535"/>
    <w:rsid w:val="00315FC7"/>
    <w:rsid w:val="00321C86"/>
    <w:rsid w:val="0032349C"/>
    <w:rsid w:val="00341FE7"/>
    <w:rsid w:val="00345CD1"/>
    <w:rsid w:val="0035106A"/>
    <w:rsid w:val="00355107"/>
    <w:rsid w:val="00364EC4"/>
    <w:rsid w:val="003663F0"/>
    <w:rsid w:val="0037724A"/>
    <w:rsid w:val="00385D20"/>
    <w:rsid w:val="00386219"/>
    <w:rsid w:val="003937BF"/>
    <w:rsid w:val="003A476B"/>
    <w:rsid w:val="003A7544"/>
    <w:rsid w:val="003B09E9"/>
    <w:rsid w:val="003B7B8C"/>
    <w:rsid w:val="003C1336"/>
    <w:rsid w:val="003C7312"/>
    <w:rsid w:val="003D105E"/>
    <w:rsid w:val="003D24C1"/>
    <w:rsid w:val="003D2E1B"/>
    <w:rsid w:val="003E2092"/>
    <w:rsid w:val="003F40E7"/>
    <w:rsid w:val="003F628F"/>
    <w:rsid w:val="00400FD0"/>
    <w:rsid w:val="004016D7"/>
    <w:rsid w:val="00402C83"/>
    <w:rsid w:val="00403E0D"/>
    <w:rsid w:val="00407933"/>
    <w:rsid w:val="00410485"/>
    <w:rsid w:val="00410AAD"/>
    <w:rsid w:val="00417AC7"/>
    <w:rsid w:val="004304F4"/>
    <w:rsid w:val="0043080F"/>
    <w:rsid w:val="00435EEF"/>
    <w:rsid w:val="00436D48"/>
    <w:rsid w:val="00436E54"/>
    <w:rsid w:val="00447016"/>
    <w:rsid w:val="00453E1B"/>
    <w:rsid w:val="00454B0A"/>
    <w:rsid w:val="00456747"/>
    <w:rsid w:val="00465E4C"/>
    <w:rsid w:val="004674BC"/>
    <w:rsid w:val="0047085B"/>
    <w:rsid w:val="00470EB8"/>
    <w:rsid w:val="0047573F"/>
    <w:rsid w:val="00480FBA"/>
    <w:rsid w:val="00492C40"/>
    <w:rsid w:val="004930BF"/>
    <w:rsid w:val="00495BE8"/>
    <w:rsid w:val="0049682F"/>
    <w:rsid w:val="00497992"/>
    <w:rsid w:val="004A75F5"/>
    <w:rsid w:val="004B033E"/>
    <w:rsid w:val="004B32B7"/>
    <w:rsid w:val="004B5481"/>
    <w:rsid w:val="004C60A1"/>
    <w:rsid w:val="004D1477"/>
    <w:rsid w:val="004D6359"/>
    <w:rsid w:val="004D7122"/>
    <w:rsid w:val="004E7CBC"/>
    <w:rsid w:val="004E7E5D"/>
    <w:rsid w:val="004F5637"/>
    <w:rsid w:val="00500A55"/>
    <w:rsid w:val="005055CC"/>
    <w:rsid w:val="005069C0"/>
    <w:rsid w:val="005109AC"/>
    <w:rsid w:val="00511085"/>
    <w:rsid w:val="0051161F"/>
    <w:rsid w:val="00513848"/>
    <w:rsid w:val="00514FA0"/>
    <w:rsid w:val="0052124E"/>
    <w:rsid w:val="00523D4C"/>
    <w:rsid w:val="0053193F"/>
    <w:rsid w:val="00540FFC"/>
    <w:rsid w:val="00541E29"/>
    <w:rsid w:val="0054255A"/>
    <w:rsid w:val="00546441"/>
    <w:rsid w:val="00546DDD"/>
    <w:rsid w:val="005645D4"/>
    <w:rsid w:val="00573656"/>
    <w:rsid w:val="0057589D"/>
    <w:rsid w:val="0058240C"/>
    <w:rsid w:val="005844BC"/>
    <w:rsid w:val="00596C30"/>
    <w:rsid w:val="005A255A"/>
    <w:rsid w:val="005A3BD6"/>
    <w:rsid w:val="005A5E19"/>
    <w:rsid w:val="005B144F"/>
    <w:rsid w:val="005B60F2"/>
    <w:rsid w:val="005B66F3"/>
    <w:rsid w:val="005B7715"/>
    <w:rsid w:val="005B781D"/>
    <w:rsid w:val="005C4DB0"/>
    <w:rsid w:val="005C5335"/>
    <w:rsid w:val="005D1044"/>
    <w:rsid w:val="005D2831"/>
    <w:rsid w:val="005D66DB"/>
    <w:rsid w:val="005E1CE0"/>
    <w:rsid w:val="005E2644"/>
    <w:rsid w:val="005F0789"/>
    <w:rsid w:val="005F4381"/>
    <w:rsid w:val="005F5B7E"/>
    <w:rsid w:val="005F6B5D"/>
    <w:rsid w:val="005F7FD6"/>
    <w:rsid w:val="00605198"/>
    <w:rsid w:val="00610349"/>
    <w:rsid w:val="00612DEF"/>
    <w:rsid w:val="00613C02"/>
    <w:rsid w:val="006156EC"/>
    <w:rsid w:val="006165E3"/>
    <w:rsid w:val="006227AB"/>
    <w:rsid w:val="0063263A"/>
    <w:rsid w:val="00635749"/>
    <w:rsid w:val="00642DF8"/>
    <w:rsid w:val="006445DF"/>
    <w:rsid w:val="00646E38"/>
    <w:rsid w:val="00657672"/>
    <w:rsid w:val="006643AF"/>
    <w:rsid w:val="0066506D"/>
    <w:rsid w:val="006666B5"/>
    <w:rsid w:val="006708BF"/>
    <w:rsid w:val="00675155"/>
    <w:rsid w:val="00683C4D"/>
    <w:rsid w:val="00684666"/>
    <w:rsid w:val="006918AB"/>
    <w:rsid w:val="006943F3"/>
    <w:rsid w:val="0069585D"/>
    <w:rsid w:val="00697A30"/>
    <w:rsid w:val="006A195A"/>
    <w:rsid w:val="006A2827"/>
    <w:rsid w:val="006A2FCD"/>
    <w:rsid w:val="006A4032"/>
    <w:rsid w:val="006A7605"/>
    <w:rsid w:val="006B0306"/>
    <w:rsid w:val="006B105F"/>
    <w:rsid w:val="006B293E"/>
    <w:rsid w:val="006B7CF4"/>
    <w:rsid w:val="006C0B8E"/>
    <w:rsid w:val="006C2BAF"/>
    <w:rsid w:val="006D1F6A"/>
    <w:rsid w:val="006D5507"/>
    <w:rsid w:val="006D627C"/>
    <w:rsid w:val="006D7995"/>
    <w:rsid w:val="006E0EC4"/>
    <w:rsid w:val="006E1808"/>
    <w:rsid w:val="006E1EC6"/>
    <w:rsid w:val="006E50B4"/>
    <w:rsid w:val="006E5F3F"/>
    <w:rsid w:val="00704F25"/>
    <w:rsid w:val="00710D48"/>
    <w:rsid w:val="007177CF"/>
    <w:rsid w:val="007178D5"/>
    <w:rsid w:val="007216BF"/>
    <w:rsid w:val="00724A32"/>
    <w:rsid w:val="007264CE"/>
    <w:rsid w:val="0072783A"/>
    <w:rsid w:val="007279BC"/>
    <w:rsid w:val="00731FFA"/>
    <w:rsid w:val="00732181"/>
    <w:rsid w:val="00734BD2"/>
    <w:rsid w:val="0073617F"/>
    <w:rsid w:val="00737FA8"/>
    <w:rsid w:val="00742F1A"/>
    <w:rsid w:val="00751289"/>
    <w:rsid w:val="0075649B"/>
    <w:rsid w:val="00762281"/>
    <w:rsid w:val="00764791"/>
    <w:rsid w:val="00765FEC"/>
    <w:rsid w:val="00771FA8"/>
    <w:rsid w:val="0077288C"/>
    <w:rsid w:val="00777BDB"/>
    <w:rsid w:val="007929D0"/>
    <w:rsid w:val="007973C7"/>
    <w:rsid w:val="007A5E78"/>
    <w:rsid w:val="007B3846"/>
    <w:rsid w:val="007B3D9E"/>
    <w:rsid w:val="007B5493"/>
    <w:rsid w:val="007B6DA6"/>
    <w:rsid w:val="007C42C7"/>
    <w:rsid w:val="007C54E7"/>
    <w:rsid w:val="007C5F5F"/>
    <w:rsid w:val="007D330F"/>
    <w:rsid w:val="007D445E"/>
    <w:rsid w:val="007E19BF"/>
    <w:rsid w:val="007E3AC7"/>
    <w:rsid w:val="007E7F3B"/>
    <w:rsid w:val="007F1859"/>
    <w:rsid w:val="007F4C3F"/>
    <w:rsid w:val="007F5C69"/>
    <w:rsid w:val="007F7D42"/>
    <w:rsid w:val="008000D4"/>
    <w:rsid w:val="00800DCC"/>
    <w:rsid w:val="00802667"/>
    <w:rsid w:val="0081053E"/>
    <w:rsid w:val="00810C43"/>
    <w:rsid w:val="00811DEE"/>
    <w:rsid w:val="00811EB8"/>
    <w:rsid w:val="0081243F"/>
    <w:rsid w:val="00820920"/>
    <w:rsid w:val="00834752"/>
    <w:rsid w:val="00845C3C"/>
    <w:rsid w:val="0084629B"/>
    <w:rsid w:val="008463FD"/>
    <w:rsid w:val="00856B06"/>
    <w:rsid w:val="0086262D"/>
    <w:rsid w:val="00867253"/>
    <w:rsid w:val="008722CF"/>
    <w:rsid w:val="00882AE6"/>
    <w:rsid w:val="0088718C"/>
    <w:rsid w:val="00894638"/>
    <w:rsid w:val="00894840"/>
    <w:rsid w:val="008953EB"/>
    <w:rsid w:val="008A038E"/>
    <w:rsid w:val="008A0444"/>
    <w:rsid w:val="008A3C70"/>
    <w:rsid w:val="008A42F1"/>
    <w:rsid w:val="008A7B95"/>
    <w:rsid w:val="008B71A7"/>
    <w:rsid w:val="008C3BBE"/>
    <w:rsid w:val="008D5443"/>
    <w:rsid w:val="008F4D70"/>
    <w:rsid w:val="008F54DC"/>
    <w:rsid w:val="008F5BFF"/>
    <w:rsid w:val="008F681A"/>
    <w:rsid w:val="008F78C5"/>
    <w:rsid w:val="00905305"/>
    <w:rsid w:val="009102AB"/>
    <w:rsid w:val="00926EDE"/>
    <w:rsid w:val="00930835"/>
    <w:rsid w:val="00931CAD"/>
    <w:rsid w:val="009419AC"/>
    <w:rsid w:val="00942319"/>
    <w:rsid w:val="00942618"/>
    <w:rsid w:val="00942EB0"/>
    <w:rsid w:val="0094356D"/>
    <w:rsid w:val="00952A1B"/>
    <w:rsid w:val="0095769C"/>
    <w:rsid w:val="00957FF0"/>
    <w:rsid w:val="00962932"/>
    <w:rsid w:val="009659DF"/>
    <w:rsid w:val="00967AF4"/>
    <w:rsid w:val="00971136"/>
    <w:rsid w:val="00973DC7"/>
    <w:rsid w:val="00977D4E"/>
    <w:rsid w:val="00987693"/>
    <w:rsid w:val="009A1238"/>
    <w:rsid w:val="009A467D"/>
    <w:rsid w:val="009B0A75"/>
    <w:rsid w:val="009B5556"/>
    <w:rsid w:val="009B785D"/>
    <w:rsid w:val="009D099B"/>
    <w:rsid w:val="009E381A"/>
    <w:rsid w:val="009E73FE"/>
    <w:rsid w:val="009F2B2C"/>
    <w:rsid w:val="009F2BDA"/>
    <w:rsid w:val="009F38AA"/>
    <w:rsid w:val="00A05C5A"/>
    <w:rsid w:val="00A06ABF"/>
    <w:rsid w:val="00A07B56"/>
    <w:rsid w:val="00A11336"/>
    <w:rsid w:val="00A1712E"/>
    <w:rsid w:val="00A24ADE"/>
    <w:rsid w:val="00A25F69"/>
    <w:rsid w:val="00A334E8"/>
    <w:rsid w:val="00A41EEF"/>
    <w:rsid w:val="00A52406"/>
    <w:rsid w:val="00A6072F"/>
    <w:rsid w:val="00A6582A"/>
    <w:rsid w:val="00A70667"/>
    <w:rsid w:val="00A73768"/>
    <w:rsid w:val="00A8613D"/>
    <w:rsid w:val="00A96E56"/>
    <w:rsid w:val="00A973D0"/>
    <w:rsid w:val="00AA0FDD"/>
    <w:rsid w:val="00AA1212"/>
    <w:rsid w:val="00AA1AF1"/>
    <w:rsid w:val="00AA6273"/>
    <w:rsid w:val="00AA78A7"/>
    <w:rsid w:val="00AA79B1"/>
    <w:rsid w:val="00AB29CA"/>
    <w:rsid w:val="00AC0553"/>
    <w:rsid w:val="00AC251E"/>
    <w:rsid w:val="00AC3E73"/>
    <w:rsid w:val="00AC42C5"/>
    <w:rsid w:val="00AF3458"/>
    <w:rsid w:val="00AF5BE3"/>
    <w:rsid w:val="00B06C3B"/>
    <w:rsid w:val="00B16308"/>
    <w:rsid w:val="00B21BC0"/>
    <w:rsid w:val="00B24ED9"/>
    <w:rsid w:val="00B25040"/>
    <w:rsid w:val="00B2566C"/>
    <w:rsid w:val="00B316BF"/>
    <w:rsid w:val="00B33588"/>
    <w:rsid w:val="00B416B6"/>
    <w:rsid w:val="00B4179C"/>
    <w:rsid w:val="00B41E28"/>
    <w:rsid w:val="00B449FA"/>
    <w:rsid w:val="00B45C4E"/>
    <w:rsid w:val="00B4652B"/>
    <w:rsid w:val="00B50C0A"/>
    <w:rsid w:val="00B53C9D"/>
    <w:rsid w:val="00B54B0A"/>
    <w:rsid w:val="00B57992"/>
    <w:rsid w:val="00B6059E"/>
    <w:rsid w:val="00B6122E"/>
    <w:rsid w:val="00B62F94"/>
    <w:rsid w:val="00B676EB"/>
    <w:rsid w:val="00B67B96"/>
    <w:rsid w:val="00B71ACA"/>
    <w:rsid w:val="00B76139"/>
    <w:rsid w:val="00B762E8"/>
    <w:rsid w:val="00B83B8F"/>
    <w:rsid w:val="00B93285"/>
    <w:rsid w:val="00B93A84"/>
    <w:rsid w:val="00B94A38"/>
    <w:rsid w:val="00B9696A"/>
    <w:rsid w:val="00BA34C0"/>
    <w:rsid w:val="00BA4CD0"/>
    <w:rsid w:val="00BA7A7E"/>
    <w:rsid w:val="00BB024D"/>
    <w:rsid w:val="00BB04DE"/>
    <w:rsid w:val="00BB23BB"/>
    <w:rsid w:val="00BB3AA0"/>
    <w:rsid w:val="00BC00EB"/>
    <w:rsid w:val="00BC1741"/>
    <w:rsid w:val="00BC1FE5"/>
    <w:rsid w:val="00BC4649"/>
    <w:rsid w:val="00BC6143"/>
    <w:rsid w:val="00BD2152"/>
    <w:rsid w:val="00BD3375"/>
    <w:rsid w:val="00BD3D82"/>
    <w:rsid w:val="00BD65F9"/>
    <w:rsid w:val="00BD7566"/>
    <w:rsid w:val="00BE142C"/>
    <w:rsid w:val="00BE635F"/>
    <w:rsid w:val="00BF29C0"/>
    <w:rsid w:val="00C04758"/>
    <w:rsid w:val="00C122C7"/>
    <w:rsid w:val="00C126E7"/>
    <w:rsid w:val="00C13559"/>
    <w:rsid w:val="00C2104C"/>
    <w:rsid w:val="00C2105A"/>
    <w:rsid w:val="00C22D91"/>
    <w:rsid w:val="00C24074"/>
    <w:rsid w:val="00C34C1C"/>
    <w:rsid w:val="00C42084"/>
    <w:rsid w:val="00C526A5"/>
    <w:rsid w:val="00C526D1"/>
    <w:rsid w:val="00C55F92"/>
    <w:rsid w:val="00C566B6"/>
    <w:rsid w:val="00C56A40"/>
    <w:rsid w:val="00C645F1"/>
    <w:rsid w:val="00C65249"/>
    <w:rsid w:val="00C71FAE"/>
    <w:rsid w:val="00C8477C"/>
    <w:rsid w:val="00CA52BB"/>
    <w:rsid w:val="00CA68C8"/>
    <w:rsid w:val="00CC4AB6"/>
    <w:rsid w:val="00CD0A6E"/>
    <w:rsid w:val="00CD2821"/>
    <w:rsid w:val="00CD44A9"/>
    <w:rsid w:val="00CD6E44"/>
    <w:rsid w:val="00CE0A6D"/>
    <w:rsid w:val="00CF013D"/>
    <w:rsid w:val="00CF2312"/>
    <w:rsid w:val="00D170A3"/>
    <w:rsid w:val="00D327C3"/>
    <w:rsid w:val="00D34893"/>
    <w:rsid w:val="00D36572"/>
    <w:rsid w:val="00D47A1F"/>
    <w:rsid w:val="00D61CBE"/>
    <w:rsid w:val="00D63F5E"/>
    <w:rsid w:val="00D64498"/>
    <w:rsid w:val="00D645CD"/>
    <w:rsid w:val="00D66CAA"/>
    <w:rsid w:val="00D74955"/>
    <w:rsid w:val="00D774BE"/>
    <w:rsid w:val="00D8251B"/>
    <w:rsid w:val="00D838F7"/>
    <w:rsid w:val="00D86026"/>
    <w:rsid w:val="00D861B4"/>
    <w:rsid w:val="00D91382"/>
    <w:rsid w:val="00DA0709"/>
    <w:rsid w:val="00DA50F6"/>
    <w:rsid w:val="00DA561D"/>
    <w:rsid w:val="00DB1E95"/>
    <w:rsid w:val="00DB51BD"/>
    <w:rsid w:val="00DB75A8"/>
    <w:rsid w:val="00DB7D33"/>
    <w:rsid w:val="00DC0582"/>
    <w:rsid w:val="00DC1CE4"/>
    <w:rsid w:val="00DC30C1"/>
    <w:rsid w:val="00DC367C"/>
    <w:rsid w:val="00DC3853"/>
    <w:rsid w:val="00DC767C"/>
    <w:rsid w:val="00DD20F5"/>
    <w:rsid w:val="00DD5E1B"/>
    <w:rsid w:val="00DE4C1B"/>
    <w:rsid w:val="00DE6D5A"/>
    <w:rsid w:val="00DF17EF"/>
    <w:rsid w:val="00DF27AB"/>
    <w:rsid w:val="00E102D0"/>
    <w:rsid w:val="00E11AAD"/>
    <w:rsid w:val="00E12B2D"/>
    <w:rsid w:val="00E23790"/>
    <w:rsid w:val="00E25C65"/>
    <w:rsid w:val="00E27C7A"/>
    <w:rsid w:val="00E36562"/>
    <w:rsid w:val="00E40260"/>
    <w:rsid w:val="00E41B4B"/>
    <w:rsid w:val="00E41E7A"/>
    <w:rsid w:val="00E427E2"/>
    <w:rsid w:val="00E42F55"/>
    <w:rsid w:val="00E5026C"/>
    <w:rsid w:val="00E51266"/>
    <w:rsid w:val="00E52CF5"/>
    <w:rsid w:val="00E560B5"/>
    <w:rsid w:val="00E654A0"/>
    <w:rsid w:val="00E7133D"/>
    <w:rsid w:val="00E72BC5"/>
    <w:rsid w:val="00E73859"/>
    <w:rsid w:val="00E74A9C"/>
    <w:rsid w:val="00E74C82"/>
    <w:rsid w:val="00E863AD"/>
    <w:rsid w:val="00E86B7C"/>
    <w:rsid w:val="00E94E79"/>
    <w:rsid w:val="00E950F6"/>
    <w:rsid w:val="00EA43FA"/>
    <w:rsid w:val="00EA6F48"/>
    <w:rsid w:val="00EB00AD"/>
    <w:rsid w:val="00EB1E6F"/>
    <w:rsid w:val="00EC1C8F"/>
    <w:rsid w:val="00EC4100"/>
    <w:rsid w:val="00EC64B2"/>
    <w:rsid w:val="00EC6943"/>
    <w:rsid w:val="00EC6AD0"/>
    <w:rsid w:val="00ED03D8"/>
    <w:rsid w:val="00ED10A7"/>
    <w:rsid w:val="00ED4ABC"/>
    <w:rsid w:val="00ED4BC8"/>
    <w:rsid w:val="00EE278B"/>
    <w:rsid w:val="00EE425E"/>
    <w:rsid w:val="00EE48A4"/>
    <w:rsid w:val="00EF4CDA"/>
    <w:rsid w:val="00F04749"/>
    <w:rsid w:val="00F10853"/>
    <w:rsid w:val="00F23E7A"/>
    <w:rsid w:val="00F252BA"/>
    <w:rsid w:val="00F310A5"/>
    <w:rsid w:val="00F340CF"/>
    <w:rsid w:val="00F35689"/>
    <w:rsid w:val="00F46070"/>
    <w:rsid w:val="00F46A1F"/>
    <w:rsid w:val="00F46A8D"/>
    <w:rsid w:val="00F4756C"/>
    <w:rsid w:val="00F502C0"/>
    <w:rsid w:val="00F57620"/>
    <w:rsid w:val="00F7451A"/>
    <w:rsid w:val="00F82D64"/>
    <w:rsid w:val="00F83DA9"/>
    <w:rsid w:val="00F87B2D"/>
    <w:rsid w:val="00F930D1"/>
    <w:rsid w:val="00FA05EA"/>
    <w:rsid w:val="00FA40F2"/>
    <w:rsid w:val="00FA56D7"/>
    <w:rsid w:val="00FA686E"/>
    <w:rsid w:val="00FB1C01"/>
    <w:rsid w:val="00FB4735"/>
    <w:rsid w:val="00FB6B25"/>
    <w:rsid w:val="00FC10A2"/>
    <w:rsid w:val="00FC2E05"/>
    <w:rsid w:val="00FC4195"/>
    <w:rsid w:val="00FC5936"/>
    <w:rsid w:val="00FD112B"/>
    <w:rsid w:val="00FD2402"/>
    <w:rsid w:val="00FD7D6A"/>
    <w:rsid w:val="00FE3F6E"/>
    <w:rsid w:val="00FE5893"/>
    <w:rsid w:val="00FF21AF"/>
    <w:rsid w:val="00FF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38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97</Words>
  <Characters>555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5</cp:revision>
  <dcterms:created xsi:type="dcterms:W3CDTF">2012-05-17T07:06:00Z</dcterms:created>
  <dcterms:modified xsi:type="dcterms:W3CDTF">2012-06-01T05:41:00Z</dcterms:modified>
</cp:coreProperties>
</file>