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67" w:rsidRPr="002C6267" w:rsidRDefault="002C6267" w:rsidP="002C6267">
      <w:pPr>
        <w:keepNext/>
        <w:shd w:val="clear" w:color="auto" w:fill="FFFFFF"/>
        <w:ind w:left="5040" w:right="-6"/>
        <w:jc w:val="right"/>
        <w:outlineLvl w:val="3"/>
      </w:pPr>
      <w:r w:rsidRPr="002C6267">
        <w:t>Приложение 2</w:t>
      </w:r>
      <w:r>
        <w:t>5</w:t>
      </w:r>
    </w:p>
    <w:p w:rsidR="002C6267" w:rsidRPr="002C6267" w:rsidRDefault="002C6267" w:rsidP="002C6267">
      <w:pPr>
        <w:shd w:val="clear" w:color="auto" w:fill="FFFFFF"/>
        <w:ind w:right="-6"/>
        <w:jc w:val="right"/>
      </w:pPr>
      <w:r w:rsidRPr="002C6267">
        <w:t>к Закону Ярославской области</w:t>
      </w:r>
    </w:p>
    <w:p w:rsidR="002C6267" w:rsidRDefault="00F71875" w:rsidP="002C6267">
      <w:pPr>
        <w:shd w:val="clear" w:color="auto" w:fill="FFFFFF"/>
        <w:ind w:left="5103"/>
        <w:jc w:val="right"/>
      </w:pPr>
      <w:r w:rsidRPr="00F71875">
        <w:t>от 26.12.2016 № 100-з</w:t>
      </w:r>
    </w:p>
    <w:p w:rsidR="00F71875" w:rsidRPr="002C6267" w:rsidRDefault="00F71875" w:rsidP="002C6267">
      <w:pPr>
        <w:shd w:val="clear" w:color="auto" w:fill="FFFFFF"/>
        <w:ind w:left="5103"/>
        <w:jc w:val="right"/>
        <w:rPr>
          <w:b/>
        </w:rPr>
      </w:pPr>
      <w:bookmarkStart w:id="0" w:name="_GoBack"/>
      <w:bookmarkEnd w:id="0"/>
    </w:p>
    <w:p w:rsidR="00741274" w:rsidRDefault="00741274">
      <w:pPr>
        <w:jc w:val="center"/>
        <w:rPr>
          <w:b/>
          <w:sz w:val="28"/>
        </w:rPr>
      </w:pPr>
    </w:p>
    <w:p w:rsidR="00741274" w:rsidRDefault="00741274" w:rsidP="003C4ED1">
      <w:pPr>
        <w:jc w:val="center"/>
        <w:rPr>
          <w:b/>
          <w:sz w:val="28"/>
        </w:rPr>
      </w:pPr>
      <w:r>
        <w:rPr>
          <w:b/>
          <w:sz w:val="28"/>
        </w:rPr>
        <w:t xml:space="preserve">Программа государственных гарантий Ярославской области </w:t>
      </w:r>
    </w:p>
    <w:p w:rsidR="00741274" w:rsidRPr="00BD3C4D" w:rsidRDefault="00741274" w:rsidP="003C4ED1">
      <w:pPr>
        <w:jc w:val="center"/>
        <w:rPr>
          <w:b/>
          <w:sz w:val="28"/>
        </w:rPr>
      </w:pPr>
      <w:r w:rsidRPr="00BD3C4D">
        <w:rPr>
          <w:b/>
          <w:sz w:val="28"/>
        </w:rPr>
        <w:t>на 20</w:t>
      </w:r>
      <w:r w:rsidRPr="00AD4F54">
        <w:rPr>
          <w:b/>
          <w:sz w:val="28"/>
        </w:rPr>
        <w:t>1</w:t>
      </w:r>
      <w:r w:rsidR="00853737">
        <w:rPr>
          <w:b/>
          <w:sz w:val="28"/>
        </w:rPr>
        <w:t>7</w:t>
      </w:r>
      <w:r w:rsidRPr="00BD3C4D">
        <w:rPr>
          <w:b/>
          <w:sz w:val="28"/>
        </w:rPr>
        <w:t xml:space="preserve"> год и </w:t>
      </w:r>
      <w:r>
        <w:rPr>
          <w:b/>
          <w:sz w:val="28"/>
        </w:rPr>
        <w:t xml:space="preserve">на </w:t>
      </w:r>
      <w:r w:rsidRPr="00BD3C4D">
        <w:rPr>
          <w:b/>
          <w:sz w:val="28"/>
        </w:rPr>
        <w:t>плановый период 201</w:t>
      </w:r>
      <w:r w:rsidR="00853737">
        <w:rPr>
          <w:b/>
          <w:sz w:val="28"/>
        </w:rPr>
        <w:t>8</w:t>
      </w:r>
      <w:r w:rsidRPr="00BD3C4D">
        <w:rPr>
          <w:b/>
          <w:sz w:val="28"/>
        </w:rPr>
        <w:t xml:space="preserve"> и 201</w:t>
      </w:r>
      <w:r w:rsidR="00853737">
        <w:rPr>
          <w:b/>
          <w:sz w:val="28"/>
        </w:rPr>
        <w:t>9</w:t>
      </w:r>
      <w:r w:rsidRPr="00BD3C4D">
        <w:rPr>
          <w:b/>
          <w:sz w:val="28"/>
        </w:rPr>
        <w:t xml:space="preserve"> годов</w:t>
      </w:r>
    </w:p>
    <w:p w:rsidR="00741274" w:rsidRDefault="00741274" w:rsidP="003C4ED1">
      <w:pPr>
        <w:rPr>
          <w:b/>
          <w:sz w:val="28"/>
          <w:szCs w:val="20"/>
        </w:rPr>
      </w:pPr>
    </w:p>
    <w:p w:rsidR="00EB0160" w:rsidRDefault="00741274" w:rsidP="00EB0160">
      <w:pPr>
        <w:ind w:firstLine="720"/>
        <w:jc w:val="both"/>
        <w:rPr>
          <w:color w:val="000000"/>
          <w:sz w:val="28"/>
          <w:szCs w:val="28"/>
        </w:rPr>
      </w:pPr>
      <w:r w:rsidRPr="00D82081">
        <w:rPr>
          <w:sz w:val="28"/>
          <w:szCs w:val="28"/>
        </w:rPr>
        <w:t xml:space="preserve">Программа государственных гарантий </w:t>
      </w:r>
      <w:r>
        <w:rPr>
          <w:sz w:val="28"/>
          <w:szCs w:val="28"/>
        </w:rPr>
        <w:t xml:space="preserve">Ярославской </w:t>
      </w:r>
      <w:r w:rsidRPr="00D82081">
        <w:rPr>
          <w:sz w:val="28"/>
          <w:szCs w:val="28"/>
        </w:rPr>
        <w:t>области на</w:t>
      </w:r>
      <w:r w:rsidR="000A4EBA">
        <w:rPr>
          <w:sz w:val="28"/>
          <w:szCs w:val="28"/>
        </w:rPr>
        <w:t xml:space="preserve">                 </w:t>
      </w:r>
      <w:r w:rsidRPr="00D82081">
        <w:rPr>
          <w:sz w:val="28"/>
          <w:szCs w:val="28"/>
        </w:rPr>
        <w:t xml:space="preserve"> 20</w:t>
      </w:r>
      <w:r w:rsidRPr="00AD4F54">
        <w:rPr>
          <w:sz w:val="28"/>
          <w:szCs w:val="28"/>
        </w:rPr>
        <w:t>1</w:t>
      </w:r>
      <w:r w:rsidR="00853737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на плановый период</w:t>
      </w:r>
      <w:r w:rsidR="000A4E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853737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853737">
        <w:rPr>
          <w:sz w:val="28"/>
          <w:szCs w:val="28"/>
        </w:rPr>
        <w:t>9</w:t>
      </w:r>
      <w:r w:rsidRPr="00D82081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D82081">
        <w:rPr>
          <w:sz w:val="28"/>
          <w:szCs w:val="28"/>
        </w:rPr>
        <w:t xml:space="preserve"> предусматривает </w:t>
      </w:r>
      <w:r w:rsidR="0076242E">
        <w:rPr>
          <w:sz w:val="28"/>
          <w:szCs w:val="28"/>
        </w:rPr>
        <w:t>предел</w:t>
      </w:r>
      <w:r w:rsidR="0076242E">
        <w:rPr>
          <w:sz w:val="28"/>
          <w:szCs w:val="28"/>
        </w:rPr>
        <w:t>ь</w:t>
      </w:r>
      <w:r w:rsidR="0076242E">
        <w:rPr>
          <w:sz w:val="28"/>
          <w:szCs w:val="28"/>
        </w:rPr>
        <w:t xml:space="preserve">ный </w:t>
      </w:r>
      <w:r w:rsidR="00481253">
        <w:rPr>
          <w:sz w:val="28"/>
          <w:szCs w:val="28"/>
        </w:rPr>
        <w:t>объем и условия предоставления</w:t>
      </w:r>
      <w:r w:rsidRPr="00D82081">
        <w:rPr>
          <w:sz w:val="28"/>
          <w:szCs w:val="28"/>
        </w:rPr>
        <w:t xml:space="preserve"> </w:t>
      </w:r>
      <w:r w:rsidRPr="00096EE5">
        <w:rPr>
          <w:color w:val="000000"/>
          <w:sz w:val="28"/>
          <w:szCs w:val="28"/>
        </w:rPr>
        <w:t>Правительством Ярославской области государственны</w:t>
      </w:r>
      <w:r w:rsidR="00481253">
        <w:rPr>
          <w:color w:val="000000"/>
          <w:sz w:val="28"/>
          <w:szCs w:val="28"/>
        </w:rPr>
        <w:t>х</w:t>
      </w:r>
      <w:r w:rsidRPr="00096EE5">
        <w:rPr>
          <w:color w:val="000000"/>
          <w:sz w:val="28"/>
          <w:szCs w:val="28"/>
        </w:rPr>
        <w:t xml:space="preserve"> гаранти</w:t>
      </w:r>
      <w:r w:rsidR="00481253">
        <w:rPr>
          <w:color w:val="000000"/>
          <w:sz w:val="28"/>
          <w:szCs w:val="28"/>
        </w:rPr>
        <w:t>й</w:t>
      </w:r>
      <w:r w:rsidRPr="00096EE5">
        <w:rPr>
          <w:color w:val="000000"/>
          <w:sz w:val="28"/>
          <w:szCs w:val="28"/>
        </w:rPr>
        <w:t xml:space="preserve"> Ярославской области в соответствии с Законом Ярославской области «О государственно-правовых гарантиях Ярославской области».</w:t>
      </w:r>
    </w:p>
    <w:p w:rsidR="00741274" w:rsidRPr="00EB5433" w:rsidRDefault="00741274" w:rsidP="003C4ED1">
      <w:pPr>
        <w:ind w:firstLine="709"/>
        <w:jc w:val="center"/>
        <w:rPr>
          <w:b/>
          <w:i/>
          <w:color w:val="000000"/>
          <w:sz w:val="28"/>
        </w:rPr>
      </w:pPr>
      <w:r w:rsidRPr="00EB5433">
        <w:rPr>
          <w:b/>
          <w:i/>
          <w:color w:val="000000"/>
          <w:sz w:val="28"/>
        </w:rPr>
        <w:t>Направления (цели) гарантирования</w:t>
      </w:r>
    </w:p>
    <w:p w:rsidR="00741274" w:rsidRPr="00113D1F" w:rsidRDefault="00741274" w:rsidP="00810346">
      <w:pPr>
        <w:ind w:firstLine="709"/>
        <w:jc w:val="right"/>
        <w:rPr>
          <w:color w:val="000000"/>
          <w:sz w:val="28"/>
        </w:rPr>
      </w:pPr>
      <w:r w:rsidRPr="00113D1F">
        <w:rPr>
          <w:color w:val="000000"/>
          <w:sz w:val="28"/>
        </w:rPr>
        <w:t>(руб.)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20"/>
        <w:gridCol w:w="1800"/>
        <w:gridCol w:w="1620"/>
      </w:tblGrid>
      <w:tr w:rsidR="00741274" w:rsidRPr="00113D1F" w:rsidTr="00155548">
        <w:tc>
          <w:tcPr>
            <w:tcW w:w="4428" w:type="dxa"/>
          </w:tcPr>
          <w:p w:rsidR="00741274" w:rsidRPr="00113D1F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Направления (цели)</w:t>
            </w:r>
          </w:p>
          <w:p w:rsidR="00741274" w:rsidRPr="00113D1F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гарантирования</w:t>
            </w:r>
          </w:p>
        </w:tc>
        <w:tc>
          <w:tcPr>
            <w:tcW w:w="1620" w:type="dxa"/>
            <w:vAlign w:val="center"/>
          </w:tcPr>
          <w:p w:rsidR="00741274" w:rsidRPr="00113D1F" w:rsidRDefault="00741274" w:rsidP="00853737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</w:t>
            </w:r>
            <w:r w:rsidRPr="00113D1F">
              <w:rPr>
                <w:b/>
                <w:color w:val="000000"/>
                <w:sz w:val="28"/>
                <w:lang w:val="en-US"/>
              </w:rPr>
              <w:t>1</w:t>
            </w:r>
            <w:r w:rsidR="00853737">
              <w:rPr>
                <w:b/>
                <w:color w:val="000000"/>
                <w:sz w:val="28"/>
              </w:rPr>
              <w:t>7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00" w:type="dxa"/>
            <w:vAlign w:val="center"/>
          </w:tcPr>
          <w:p w:rsidR="00741274" w:rsidRPr="00113D1F" w:rsidRDefault="00741274" w:rsidP="00853737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201</w:t>
            </w:r>
            <w:r w:rsidR="00853737">
              <w:rPr>
                <w:b/>
                <w:color w:val="000000"/>
                <w:sz w:val="28"/>
              </w:rPr>
              <w:t>8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741274" w:rsidRPr="00113D1F" w:rsidRDefault="00741274" w:rsidP="00853737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201</w:t>
            </w:r>
            <w:r w:rsidR="00853737">
              <w:rPr>
                <w:b/>
                <w:color w:val="000000"/>
                <w:sz w:val="28"/>
              </w:rPr>
              <w:t>9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</w:tr>
      <w:tr w:rsidR="00741274" w:rsidRPr="0048638C" w:rsidTr="007C20D4">
        <w:trPr>
          <w:trHeight w:val="1126"/>
        </w:trPr>
        <w:tc>
          <w:tcPr>
            <w:tcW w:w="4428" w:type="dxa"/>
          </w:tcPr>
          <w:p w:rsidR="00741274" w:rsidRPr="00113D1F" w:rsidRDefault="00741274" w:rsidP="00B60443">
            <w:pPr>
              <w:rPr>
                <w:sz w:val="28"/>
              </w:rPr>
            </w:pPr>
            <w:r w:rsidRPr="00CC7EB0">
              <w:rPr>
                <w:sz w:val="28"/>
              </w:rPr>
              <w:t xml:space="preserve">Реализация </w:t>
            </w:r>
            <w:r w:rsidRPr="00CC7EB0">
              <w:rPr>
                <w:sz w:val="28"/>
                <w:lang w:val="en-US"/>
              </w:rPr>
              <w:t xml:space="preserve"> </w:t>
            </w:r>
            <w:r w:rsidRPr="00CC7EB0">
              <w:rPr>
                <w:sz w:val="28"/>
              </w:rPr>
              <w:t>инвестиционных           проектов  Ярославской области</w:t>
            </w:r>
          </w:p>
          <w:p w:rsidR="00741274" w:rsidRPr="00113D1F" w:rsidRDefault="00741274" w:rsidP="00B60443">
            <w:pPr>
              <w:rPr>
                <w:strike/>
                <w:sz w:val="28"/>
              </w:rPr>
            </w:pPr>
          </w:p>
        </w:tc>
        <w:tc>
          <w:tcPr>
            <w:tcW w:w="1620" w:type="dxa"/>
          </w:tcPr>
          <w:p w:rsidR="00EF001C" w:rsidRDefault="00EF001C" w:rsidP="007A139B">
            <w:pPr>
              <w:jc w:val="right"/>
              <w:rPr>
                <w:sz w:val="28"/>
              </w:rPr>
            </w:pPr>
          </w:p>
          <w:p w:rsidR="00741274" w:rsidRPr="00113D1F" w:rsidRDefault="00E961D0" w:rsidP="007A139B">
            <w:pPr>
              <w:jc w:val="right"/>
              <w:rPr>
                <w:sz w:val="28"/>
              </w:rPr>
            </w:pPr>
            <w:r w:rsidRPr="00412068">
              <w:rPr>
                <w:sz w:val="28"/>
              </w:rPr>
              <w:t>10</w:t>
            </w:r>
            <w:r w:rsidR="00741274" w:rsidRPr="00412068">
              <w:rPr>
                <w:sz w:val="28"/>
              </w:rPr>
              <w:t>0 000</w:t>
            </w:r>
            <w:r w:rsidR="00EF001C">
              <w:rPr>
                <w:sz w:val="28"/>
              </w:rPr>
              <w:t> </w:t>
            </w:r>
            <w:r w:rsidR="00741274" w:rsidRPr="00412068">
              <w:rPr>
                <w:sz w:val="28"/>
              </w:rPr>
              <w:t>000</w:t>
            </w:r>
          </w:p>
        </w:tc>
        <w:tc>
          <w:tcPr>
            <w:tcW w:w="1800" w:type="dxa"/>
          </w:tcPr>
          <w:p w:rsidR="00EF001C" w:rsidRDefault="00EF001C" w:rsidP="00E961D0">
            <w:pPr>
              <w:jc w:val="center"/>
              <w:rPr>
                <w:sz w:val="28"/>
              </w:rPr>
            </w:pPr>
          </w:p>
          <w:p w:rsidR="00741274" w:rsidRPr="00113D1F" w:rsidRDefault="00E961D0" w:rsidP="00E961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20" w:type="dxa"/>
          </w:tcPr>
          <w:p w:rsidR="00EF001C" w:rsidRDefault="00EF001C" w:rsidP="00E961D0">
            <w:pPr>
              <w:jc w:val="center"/>
              <w:rPr>
                <w:sz w:val="28"/>
              </w:rPr>
            </w:pPr>
          </w:p>
          <w:p w:rsidR="00741274" w:rsidRPr="00113D1F" w:rsidRDefault="00E961D0" w:rsidP="00E961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741274" w:rsidRPr="00ED7DAC" w:rsidRDefault="00741274" w:rsidP="003C4ED1">
      <w:pPr>
        <w:ind w:firstLine="709"/>
        <w:jc w:val="both"/>
        <w:rPr>
          <w:sz w:val="28"/>
        </w:rPr>
      </w:pPr>
    </w:p>
    <w:p w:rsidR="00741274" w:rsidRPr="00ED7DAC" w:rsidRDefault="00741274" w:rsidP="003C4ED1">
      <w:pPr>
        <w:ind w:firstLine="709"/>
        <w:jc w:val="both"/>
        <w:rPr>
          <w:sz w:val="28"/>
        </w:rPr>
      </w:pPr>
      <w:r w:rsidRPr="00ED7DAC">
        <w:rPr>
          <w:sz w:val="28"/>
        </w:rPr>
        <w:t>Государственные гарантии Ярославской области предоставляются с правом регрессного требования гаранта к принципалу.</w:t>
      </w:r>
    </w:p>
    <w:p w:rsidR="00741274" w:rsidRPr="00ED7DAC" w:rsidRDefault="00741274" w:rsidP="003C4ED1">
      <w:pPr>
        <w:ind w:firstLine="709"/>
        <w:jc w:val="both"/>
        <w:rPr>
          <w:sz w:val="28"/>
        </w:rPr>
      </w:pPr>
      <w:r w:rsidRPr="000A4EBA">
        <w:rPr>
          <w:sz w:val="28"/>
        </w:rPr>
        <w:t>Бюджетные ассигнования на исполнение государственных гарантий Ярославской области по возможным гарантийным случаям не заложены, так как исполнение обязательств по государственным гарантиям Ярославской области в 201</w:t>
      </w:r>
      <w:r w:rsidR="00853737">
        <w:rPr>
          <w:sz w:val="28"/>
        </w:rPr>
        <w:t>7</w:t>
      </w:r>
      <w:r w:rsidRPr="000A4EBA">
        <w:rPr>
          <w:sz w:val="28"/>
        </w:rPr>
        <w:t>-201</w:t>
      </w:r>
      <w:r w:rsidR="00853737">
        <w:rPr>
          <w:sz w:val="28"/>
        </w:rPr>
        <w:t>9</w:t>
      </w:r>
      <w:r w:rsidRPr="000A4EBA">
        <w:rPr>
          <w:sz w:val="28"/>
        </w:rPr>
        <w:t xml:space="preserve"> годах не планируется.</w:t>
      </w:r>
    </w:p>
    <w:p w:rsidR="00EB5433" w:rsidRDefault="00EB5433" w:rsidP="00790947">
      <w:pPr>
        <w:tabs>
          <w:tab w:val="left" w:pos="7100"/>
        </w:tabs>
        <w:jc w:val="center"/>
        <w:rPr>
          <w:b/>
          <w:bCs/>
          <w:i/>
          <w:sz w:val="28"/>
        </w:rPr>
      </w:pPr>
    </w:p>
    <w:p w:rsidR="00741274" w:rsidRPr="00EB5433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EB5433">
        <w:rPr>
          <w:b/>
          <w:bCs/>
          <w:i/>
          <w:sz w:val="28"/>
        </w:rPr>
        <w:t>О</w:t>
      </w:r>
      <w:r w:rsidRPr="00EB5433">
        <w:rPr>
          <w:b/>
          <w:i/>
          <w:sz w:val="28"/>
        </w:rPr>
        <w:t xml:space="preserve">бъем обязательств по государственным гарантиям </w:t>
      </w:r>
    </w:p>
    <w:p w:rsidR="00741274" w:rsidRPr="00EB5433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EB5433">
        <w:rPr>
          <w:b/>
          <w:i/>
          <w:sz w:val="28"/>
        </w:rPr>
        <w:t>Ярославской области (прогноз)</w:t>
      </w:r>
    </w:p>
    <w:p w:rsidR="00741274" w:rsidRDefault="00741274" w:rsidP="00FE2A4B">
      <w:pPr>
        <w:tabs>
          <w:tab w:val="left" w:pos="7100"/>
        </w:tabs>
        <w:ind w:firstLine="567"/>
        <w:jc w:val="right"/>
        <w:rPr>
          <w:lang w:val="en-US"/>
        </w:rPr>
      </w:pPr>
      <w:r>
        <w:rPr>
          <w:color w:val="000000"/>
          <w:sz w:val="28"/>
        </w:rPr>
        <w:t>(руб.)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843"/>
        <w:gridCol w:w="1701"/>
        <w:gridCol w:w="1701"/>
      </w:tblGrid>
      <w:tr w:rsidR="00741274" w:rsidRPr="00810346" w:rsidTr="00EF001C">
        <w:trPr>
          <w:trHeight w:val="231"/>
        </w:trPr>
        <w:tc>
          <w:tcPr>
            <w:tcW w:w="26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41274" w:rsidRPr="00810346" w:rsidRDefault="00741274" w:rsidP="00E301AE">
            <w:pPr>
              <w:pStyle w:val="5"/>
              <w:ind w:left="-113" w:right="-113"/>
              <w:rPr>
                <w:b/>
                <w:szCs w:val="28"/>
              </w:rPr>
            </w:pPr>
          </w:p>
          <w:p w:rsidR="00741274" w:rsidRPr="00A35577" w:rsidRDefault="00741274" w:rsidP="00E301AE">
            <w:pPr>
              <w:pStyle w:val="5"/>
              <w:ind w:left="-113" w:right="-113"/>
              <w:rPr>
                <w:b/>
                <w:szCs w:val="28"/>
              </w:rPr>
            </w:pPr>
            <w:r w:rsidRPr="00A35577">
              <w:rPr>
                <w:b/>
                <w:szCs w:val="28"/>
              </w:rPr>
              <w:t>Наименование принципала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741274" w:rsidRPr="00853737" w:rsidRDefault="00741274" w:rsidP="00853737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 w:rsidRPr="00810346">
              <w:rPr>
                <w:b/>
                <w:sz w:val="28"/>
                <w:szCs w:val="28"/>
                <w:lang w:val="en-US"/>
              </w:rPr>
              <w:t>1</w:t>
            </w:r>
            <w:r w:rsidR="0085373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  <w:r w:rsidRPr="00810346">
              <w:rPr>
                <w:b/>
                <w:sz w:val="28"/>
                <w:szCs w:val="28"/>
              </w:rPr>
              <w:t>01.01.201</w:t>
            </w:r>
            <w:r w:rsidR="00853737">
              <w:rPr>
                <w:b/>
                <w:sz w:val="28"/>
                <w:szCs w:val="28"/>
              </w:rPr>
              <w:t>8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01.01.201</w:t>
            </w:r>
            <w:r w:rsidR="00853737">
              <w:rPr>
                <w:b/>
                <w:sz w:val="28"/>
                <w:szCs w:val="28"/>
              </w:rPr>
              <w:t>9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 w:rsidR="00853737">
              <w:rPr>
                <w:b/>
                <w:sz w:val="28"/>
                <w:szCs w:val="28"/>
              </w:rPr>
              <w:t>20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41274" w:rsidRPr="00ED7DAC" w:rsidTr="00EF001C">
        <w:trPr>
          <w:trHeight w:val="215"/>
        </w:trPr>
        <w:tc>
          <w:tcPr>
            <w:tcW w:w="26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41274" w:rsidRPr="00ED7DAC" w:rsidRDefault="00741274" w:rsidP="00E301AE">
            <w:pPr>
              <w:pStyle w:val="5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ED7DAC" w:rsidRDefault="00741274" w:rsidP="00E301AE">
            <w:pPr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ED7DAC" w:rsidRDefault="00741274" w:rsidP="00E301A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ED7DAC" w:rsidRDefault="00741274" w:rsidP="00E301A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1274" w:rsidRPr="00ED7DAC" w:rsidRDefault="00741274" w:rsidP="00E301AE">
            <w:pPr>
              <w:jc w:val="center"/>
              <w:rPr>
                <w:sz w:val="28"/>
                <w:szCs w:val="20"/>
              </w:rPr>
            </w:pPr>
          </w:p>
        </w:tc>
      </w:tr>
      <w:tr w:rsidR="00741274" w:rsidRPr="000374EE" w:rsidTr="00EF001C">
        <w:trPr>
          <w:trHeight w:val="31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1C" w:rsidRPr="00CC7EB0" w:rsidRDefault="00741274" w:rsidP="00133794">
            <w:pPr>
              <w:rPr>
                <w:sz w:val="28"/>
                <w:szCs w:val="20"/>
              </w:rPr>
            </w:pPr>
            <w:r w:rsidRPr="00CC7EB0">
              <w:rPr>
                <w:sz w:val="28"/>
                <w:szCs w:val="20"/>
              </w:rPr>
              <w:t>Юридические лица, реализующие</w:t>
            </w:r>
          </w:p>
          <w:p w:rsidR="00741274" w:rsidRPr="000374EE" w:rsidRDefault="00741274" w:rsidP="00133794">
            <w:pPr>
              <w:rPr>
                <w:sz w:val="28"/>
                <w:szCs w:val="20"/>
              </w:rPr>
            </w:pPr>
            <w:r w:rsidRPr="00CC7EB0">
              <w:rPr>
                <w:sz w:val="28"/>
                <w:szCs w:val="20"/>
              </w:rPr>
              <w:t>инвестиционные проекты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E961D0" w:rsidP="00D970B9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  <w:r w:rsidR="00741274" w:rsidRPr="000374EE">
              <w:rPr>
                <w:sz w:val="28"/>
                <w:szCs w:val="20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E961D0" w:rsidP="00E301AE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961D0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1</w:t>
            </w:r>
            <w:r w:rsidR="00E961D0">
              <w:rPr>
                <w:sz w:val="28"/>
                <w:szCs w:val="20"/>
              </w:rPr>
              <w:t>0</w:t>
            </w:r>
            <w:r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C73AC6" w:rsidP="00E301AE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741274" w:rsidRPr="000374EE">
              <w:rPr>
                <w:sz w:val="28"/>
                <w:szCs w:val="20"/>
              </w:rPr>
              <w:t>00 000 000</w:t>
            </w:r>
          </w:p>
        </w:tc>
      </w:tr>
      <w:tr w:rsidR="00741274" w:rsidRPr="000374EE" w:rsidTr="00EF001C">
        <w:trPr>
          <w:trHeight w:val="421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both"/>
              <w:rPr>
                <w:sz w:val="28"/>
              </w:rPr>
            </w:pPr>
            <w:r w:rsidRPr="000374EE">
              <w:rPr>
                <w:b/>
                <w:sz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E961D0" w:rsidRDefault="00E961D0" w:rsidP="0076242E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F74828" w:rsidP="00E961D0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E961D0">
              <w:rPr>
                <w:sz w:val="28"/>
                <w:szCs w:val="20"/>
              </w:rPr>
              <w:t>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E961D0" w:rsidP="00F74828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F74828">
              <w:rPr>
                <w:sz w:val="28"/>
                <w:szCs w:val="20"/>
              </w:rPr>
              <w:t>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274" w:rsidRPr="000374EE" w:rsidRDefault="00C73AC6" w:rsidP="00E301AE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</w:tr>
    </w:tbl>
    <w:p w:rsidR="00741274" w:rsidRPr="000374EE" w:rsidRDefault="00741274" w:rsidP="00582E28">
      <w:pPr>
        <w:jc w:val="both"/>
      </w:pPr>
    </w:p>
    <w:p w:rsidR="00741274" w:rsidRPr="00582E28" w:rsidRDefault="00741274" w:rsidP="007A347E">
      <w:pPr>
        <w:ind w:firstLine="709"/>
        <w:jc w:val="both"/>
      </w:pPr>
      <w:r w:rsidRPr="007657F2">
        <w:t xml:space="preserve">* </w:t>
      </w:r>
      <w:r w:rsidR="0076242E">
        <w:t>Предельный объем</w:t>
      </w:r>
      <w:r w:rsidRPr="007657F2">
        <w:t xml:space="preserve"> предоставляемых государственных гарантий Ярославской о</w:t>
      </w:r>
      <w:r w:rsidRPr="007657F2">
        <w:t>б</w:t>
      </w:r>
      <w:r w:rsidRPr="007657F2">
        <w:t>ласти в 201</w:t>
      </w:r>
      <w:r w:rsidR="00853737">
        <w:t>7</w:t>
      </w:r>
      <w:r w:rsidRPr="007657F2">
        <w:t xml:space="preserve"> год</w:t>
      </w:r>
      <w:r w:rsidR="00972493">
        <w:t xml:space="preserve">у </w:t>
      </w:r>
      <w:r w:rsidRPr="007657F2">
        <w:t xml:space="preserve"> указан без расшифровки по принципалам в связи с предоставлением государственных гарантий Ярославской области в соответствии с решениями Правител</w:t>
      </w:r>
      <w:r w:rsidRPr="007657F2">
        <w:t>ь</w:t>
      </w:r>
      <w:r w:rsidRPr="007657F2">
        <w:t>ства Ярославской области.</w:t>
      </w:r>
    </w:p>
    <w:sectPr w:rsidR="00741274" w:rsidRPr="00582E28" w:rsidSect="00810346">
      <w:headerReference w:type="even" r:id="rId9"/>
      <w:headerReference w:type="default" r:id="rId10"/>
      <w:pgSz w:w="11906" w:h="16838" w:code="9"/>
      <w:pgMar w:top="1134" w:right="851" w:bottom="851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F78" w:rsidRDefault="00595F78">
      <w:r>
        <w:separator/>
      </w:r>
    </w:p>
  </w:endnote>
  <w:endnote w:type="continuationSeparator" w:id="0">
    <w:p w:rsidR="00595F78" w:rsidRDefault="0059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F78" w:rsidRDefault="00595F78">
      <w:r>
        <w:separator/>
      </w:r>
    </w:p>
  </w:footnote>
  <w:footnote w:type="continuationSeparator" w:id="0">
    <w:p w:rsidR="00595F78" w:rsidRDefault="00595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Default="00741274" w:rsidP="00CA79FD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F573AC">
      <w:rPr>
        <w:rStyle w:val="af3"/>
        <w:noProof/>
      </w:rPr>
      <w:t>1</w:t>
    </w:r>
    <w:r>
      <w:rPr>
        <w:rStyle w:val="af3"/>
      </w:rPr>
      <w:fldChar w:fldCharType="end"/>
    </w:r>
  </w:p>
  <w:p w:rsidR="00741274" w:rsidRDefault="0074127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Default="00741274" w:rsidP="00CA79FD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9D4B60">
      <w:rPr>
        <w:rStyle w:val="af3"/>
        <w:noProof/>
      </w:rPr>
      <w:t>2</w:t>
    </w:r>
    <w:r>
      <w:rPr>
        <w:rStyle w:val="af3"/>
      </w:rPr>
      <w:fldChar w:fldCharType="end"/>
    </w:r>
  </w:p>
  <w:p w:rsidR="00741274" w:rsidRDefault="0074127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2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FC"/>
    <w:rsid w:val="00014E86"/>
    <w:rsid w:val="00017FD6"/>
    <w:rsid w:val="0002383E"/>
    <w:rsid w:val="000374EE"/>
    <w:rsid w:val="00053B23"/>
    <w:rsid w:val="00054A71"/>
    <w:rsid w:val="00070B94"/>
    <w:rsid w:val="000712C5"/>
    <w:rsid w:val="000842AB"/>
    <w:rsid w:val="00094D28"/>
    <w:rsid w:val="00096EE5"/>
    <w:rsid w:val="00097DBC"/>
    <w:rsid w:val="000A4EBA"/>
    <w:rsid w:val="000B4B13"/>
    <w:rsid w:val="000D584C"/>
    <w:rsid w:val="000F5C29"/>
    <w:rsid w:val="001025CD"/>
    <w:rsid w:val="00107AD2"/>
    <w:rsid w:val="00113D1F"/>
    <w:rsid w:val="00124388"/>
    <w:rsid w:val="00133794"/>
    <w:rsid w:val="0014544E"/>
    <w:rsid w:val="00150BFE"/>
    <w:rsid w:val="00155548"/>
    <w:rsid w:val="00160889"/>
    <w:rsid w:val="0016153A"/>
    <w:rsid w:val="00172C2C"/>
    <w:rsid w:val="00174706"/>
    <w:rsid w:val="00184296"/>
    <w:rsid w:val="00184300"/>
    <w:rsid w:val="001A0E94"/>
    <w:rsid w:val="001A585B"/>
    <w:rsid w:val="001C6046"/>
    <w:rsid w:val="001C799C"/>
    <w:rsid w:val="001D3A34"/>
    <w:rsid w:val="001E19C7"/>
    <w:rsid w:val="001E1EE2"/>
    <w:rsid w:val="00212083"/>
    <w:rsid w:val="00212EE2"/>
    <w:rsid w:val="00216AFA"/>
    <w:rsid w:val="00233D8F"/>
    <w:rsid w:val="00250093"/>
    <w:rsid w:val="0025615B"/>
    <w:rsid w:val="0029044A"/>
    <w:rsid w:val="00295889"/>
    <w:rsid w:val="002A419D"/>
    <w:rsid w:val="002B5AA4"/>
    <w:rsid w:val="002B797D"/>
    <w:rsid w:val="002C6267"/>
    <w:rsid w:val="002F51E6"/>
    <w:rsid w:val="00341A46"/>
    <w:rsid w:val="003448E6"/>
    <w:rsid w:val="003841D7"/>
    <w:rsid w:val="003946DD"/>
    <w:rsid w:val="003A4648"/>
    <w:rsid w:val="003A6AE5"/>
    <w:rsid w:val="003A7A8B"/>
    <w:rsid w:val="003B11EF"/>
    <w:rsid w:val="003B1DD2"/>
    <w:rsid w:val="003C4ED1"/>
    <w:rsid w:val="003F259B"/>
    <w:rsid w:val="0040369B"/>
    <w:rsid w:val="00405B70"/>
    <w:rsid w:val="00412068"/>
    <w:rsid w:val="00417410"/>
    <w:rsid w:val="00417C23"/>
    <w:rsid w:val="004354D3"/>
    <w:rsid w:val="004411E3"/>
    <w:rsid w:val="004501BF"/>
    <w:rsid w:val="00450ED4"/>
    <w:rsid w:val="00457953"/>
    <w:rsid w:val="00463213"/>
    <w:rsid w:val="00481253"/>
    <w:rsid w:val="0048638C"/>
    <w:rsid w:val="00495643"/>
    <w:rsid w:val="004A69CD"/>
    <w:rsid w:val="004B17C7"/>
    <w:rsid w:val="004C1C64"/>
    <w:rsid w:val="004C235F"/>
    <w:rsid w:val="004D7AFC"/>
    <w:rsid w:val="00500198"/>
    <w:rsid w:val="005053FA"/>
    <w:rsid w:val="0051142A"/>
    <w:rsid w:val="00526398"/>
    <w:rsid w:val="0053606E"/>
    <w:rsid w:val="00542D54"/>
    <w:rsid w:val="00544E83"/>
    <w:rsid w:val="00576014"/>
    <w:rsid w:val="00577CED"/>
    <w:rsid w:val="00581C80"/>
    <w:rsid w:val="0058255E"/>
    <w:rsid w:val="00582E28"/>
    <w:rsid w:val="00594B97"/>
    <w:rsid w:val="00595F78"/>
    <w:rsid w:val="005E3872"/>
    <w:rsid w:val="00603C68"/>
    <w:rsid w:val="00622ED4"/>
    <w:rsid w:val="00644B71"/>
    <w:rsid w:val="00650975"/>
    <w:rsid w:val="00672D86"/>
    <w:rsid w:val="00674FA8"/>
    <w:rsid w:val="00684AE7"/>
    <w:rsid w:val="00697B02"/>
    <w:rsid w:val="006A5392"/>
    <w:rsid w:val="006A54DD"/>
    <w:rsid w:val="006A5D88"/>
    <w:rsid w:val="006A7B01"/>
    <w:rsid w:val="006B0D87"/>
    <w:rsid w:val="006E2184"/>
    <w:rsid w:val="007155EB"/>
    <w:rsid w:val="00733848"/>
    <w:rsid w:val="00736231"/>
    <w:rsid w:val="00741025"/>
    <w:rsid w:val="00741274"/>
    <w:rsid w:val="00741F8D"/>
    <w:rsid w:val="00746FBD"/>
    <w:rsid w:val="00756833"/>
    <w:rsid w:val="0076242E"/>
    <w:rsid w:val="007657F2"/>
    <w:rsid w:val="007815CA"/>
    <w:rsid w:val="0078195C"/>
    <w:rsid w:val="00790947"/>
    <w:rsid w:val="00791856"/>
    <w:rsid w:val="007A139B"/>
    <w:rsid w:val="007A249B"/>
    <w:rsid w:val="007A347E"/>
    <w:rsid w:val="007A4061"/>
    <w:rsid w:val="007B79F4"/>
    <w:rsid w:val="007C20D4"/>
    <w:rsid w:val="007C7DDB"/>
    <w:rsid w:val="007D643B"/>
    <w:rsid w:val="007F365A"/>
    <w:rsid w:val="00806D83"/>
    <w:rsid w:val="00810346"/>
    <w:rsid w:val="008430DA"/>
    <w:rsid w:val="008536CA"/>
    <w:rsid w:val="00853737"/>
    <w:rsid w:val="00854488"/>
    <w:rsid w:val="00855EE9"/>
    <w:rsid w:val="008743A0"/>
    <w:rsid w:val="00877D2D"/>
    <w:rsid w:val="00894EC6"/>
    <w:rsid w:val="008A070F"/>
    <w:rsid w:val="008A2AFA"/>
    <w:rsid w:val="008A7B66"/>
    <w:rsid w:val="008B0624"/>
    <w:rsid w:val="008B5C94"/>
    <w:rsid w:val="008B753A"/>
    <w:rsid w:val="008C64FE"/>
    <w:rsid w:val="008E039F"/>
    <w:rsid w:val="00906758"/>
    <w:rsid w:val="00972493"/>
    <w:rsid w:val="00976247"/>
    <w:rsid w:val="00986020"/>
    <w:rsid w:val="009879E1"/>
    <w:rsid w:val="009B243B"/>
    <w:rsid w:val="009B35F6"/>
    <w:rsid w:val="009D4B60"/>
    <w:rsid w:val="009F2AFA"/>
    <w:rsid w:val="009F2CD9"/>
    <w:rsid w:val="00A12225"/>
    <w:rsid w:val="00A16F0F"/>
    <w:rsid w:val="00A35577"/>
    <w:rsid w:val="00A41B95"/>
    <w:rsid w:val="00A54DC3"/>
    <w:rsid w:val="00A647CB"/>
    <w:rsid w:val="00A83E9D"/>
    <w:rsid w:val="00A95E98"/>
    <w:rsid w:val="00AC109B"/>
    <w:rsid w:val="00AC34EA"/>
    <w:rsid w:val="00AC451E"/>
    <w:rsid w:val="00AC5A09"/>
    <w:rsid w:val="00AD4F54"/>
    <w:rsid w:val="00AE14EA"/>
    <w:rsid w:val="00B15481"/>
    <w:rsid w:val="00B16763"/>
    <w:rsid w:val="00B17F0D"/>
    <w:rsid w:val="00B3761D"/>
    <w:rsid w:val="00B505FB"/>
    <w:rsid w:val="00B53EB5"/>
    <w:rsid w:val="00B55F57"/>
    <w:rsid w:val="00B60443"/>
    <w:rsid w:val="00B64BA9"/>
    <w:rsid w:val="00B66034"/>
    <w:rsid w:val="00B830C9"/>
    <w:rsid w:val="00B9233A"/>
    <w:rsid w:val="00B9735F"/>
    <w:rsid w:val="00BB4B66"/>
    <w:rsid w:val="00BD3C4D"/>
    <w:rsid w:val="00BE1837"/>
    <w:rsid w:val="00C01931"/>
    <w:rsid w:val="00C06589"/>
    <w:rsid w:val="00C232F0"/>
    <w:rsid w:val="00C300CA"/>
    <w:rsid w:val="00C56085"/>
    <w:rsid w:val="00C73AC6"/>
    <w:rsid w:val="00C7487D"/>
    <w:rsid w:val="00C82F65"/>
    <w:rsid w:val="00CA79FD"/>
    <w:rsid w:val="00CC7EB0"/>
    <w:rsid w:val="00CD64C1"/>
    <w:rsid w:val="00CD7A45"/>
    <w:rsid w:val="00D168F3"/>
    <w:rsid w:val="00D20D0E"/>
    <w:rsid w:val="00D411D8"/>
    <w:rsid w:val="00D46E52"/>
    <w:rsid w:val="00D63439"/>
    <w:rsid w:val="00D76CF4"/>
    <w:rsid w:val="00D82081"/>
    <w:rsid w:val="00D970B9"/>
    <w:rsid w:val="00DB3A35"/>
    <w:rsid w:val="00DD3A43"/>
    <w:rsid w:val="00DD41D8"/>
    <w:rsid w:val="00DE2E4F"/>
    <w:rsid w:val="00DF74F4"/>
    <w:rsid w:val="00E061C2"/>
    <w:rsid w:val="00E15496"/>
    <w:rsid w:val="00E1716E"/>
    <w:rsid w:val="00E208DA"/>
    <w:rsid w:val="00E301AE"/>
    <w:rsid w:val="00E327CB"/>
    <w:rsid w:val="00E373A8"/>
    <w:rsid w:val="00E52591"/>
    <w:rsid w:val="00E62191"/>
    <w:rsid w:val="00E74A4F"/>
    <w:rsid w:val="00E751FC"/>
    <w:rsid w:val="00E90FFD"/>
    <w:rsid w:val="00E961D0"/>
    <w:rsid w:val="00EB0160"/>
    <w:rsid w:val="00EB5433"/>
    <w:rsid w:val="00EB5DD5"/>
    <w:rsid w:val="00ED7DAC"/>
    <w:rsid w:val="00EE00AA"/>
    <w:rsid w:val="00EE1F51"/>
    <w:rsid w:val="00EF001C"/>
    <w:rsid w:val="00EF2D53"/>
    <w:rsid w:val="00F3277A"/>
    <w:rsid w:val="00F409BD"/>
    <w:rsid w:val="00F573AC"/>
    <w:rsid w:val="00F6095F"/>
    <w:rsid w:val="00F63590"/>
    <w:rsid w:val="00F71875"/>
    <w:rsid w:val="00F74828"/>
    <w:rsid w:val="00F82E87"/>
    <w:rsid w:val="00FA1B83"/>
    <w:rsid w:val="00FB31C4"/>
    <w:rsid w:val="00FB7DCA"/>
    <w:rsid w:val="00FC03EA"/>
    <w:rsid w:val="00FC753C"/>
    <w:rsid w:val="00FE1A95"/>
    <w:rsid w:val="00FE2A4B"/>
    <w:rsid w:val="00FE3B70"/>
    <w:rsid w:val="00FE694A"/>
    <w:rsid w:val="00FE717C"/>
    <w:rsid w:val="00FF2884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6D919-BCB3-48FF-85AB-14F498837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4</cp:revision>
  <cp:lastPrinted>2016-10-27T15:41:00Z</cp:lastPrinted>
  <dcterms:created xsi:type="dcterms:W3CDTF">2016-10-27T15:41:00Z</dcterms:created>
  <dcterms:modified xsi:type="dcterms:W3CDTF">2016-12-27T11:56:00Z</dcterms:modified>
</cp:coreProperties>
</file>