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36ECA" w:rsidRPr="00936ECA" w:rsidTr="00936ECA">
        <w:tc>
          <w:tcPr>
            <w:tcW w:w="426" w:type="dxa"/>
            <w:hideMark/>
          </w:tcPr>
          <w:p w:rsidR="00936ECA" w:rsidRPr="00936ECA" w:rsidRDefault="00936ECA" w:rsidP="00936ECA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936ECA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36ECA" w:rsidRPr="00936ECA" w:rsidRDefault="00936ECA" w:rsidP="00936ECA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ECA">
              <w:rPr>
                <w:rFonts w:ascii="Times New Roman" w:hAnsi="Times New Roman" w:cs="Times New Roman"/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936ECA" w:rsidRPr="00936ECA" w:rsidRDefault="00936ECA" w:rsidP="00936ECA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36ECA" w:rsidRPr="00936ECA" w:rsidRDefault="00936ECA" w:rsidP="00936ECA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EC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36ECA" w:rsidRPr="00936ECA" w:rsidRDefault="00936ECA" w:rsidP="00936EC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bookmarkStart w:id="0" w:name="_GoBack"/>
            <w:bookmarkEnd w:id="0"/>
          </w:p>
        </w:tc>
      </w:tr>
    </w:tbl>
    <w:p w:rsidR="00C13976" w:rsidRPr="00936ECA" w:rsidRDefault="00C13976" w:rsidP="00936E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3976" w:rsidRPr="00936ECA" w:rsidRDefault="00C13976" w:rsidP="00936E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3976" w:rsidRPr="00936ECA" w:rsidRDefault="00C13976" w:rsidP="00936E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6AE7" w:rsidRPr="00C13976" w:rsidRDefault="000E6AE7" w:rsidP="00C139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39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</w:t>
      </w:r>
      <w:proofErr w:type="gramStart"/>
      <w:r w:rsidRPr="00C13976">
        <w:rPr>
          <w:rFonts w:ascii="Times New Roman" w:eastAsia="Times New Roman" w:hAnsi="Times New Roman"/>
          <w:bCs/>
          <w:sz w:val="28"/>
          <w:szCs w:val="28"/>
          <w:lang w:eastAsia="ru-RU"/>
        </w:rPr>
        <w:t>отчете</w:t>
      </w:r>
      <w:proofErr w:type="gramEnd"/>
      <w:r w:rsidRPr="00C139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работе комитета Ярославской </w:t>
      </w:r>
    </w:p>
    <w:p w:rsidR="000E6AE7" w:rsidRPr="00C13976" w:rsidRDefault="000E6AE7" w:rsidP="00C139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39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областной Думы по экономической политике, </w:t>
      </w:r>
    </w:p>
    <w:p w:rsidR="000E6AE7" w:rsidRPr="00C13976" w:rsidRDefault="000E6AE7" w:rsidP="00C139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39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инвестициям, промышленности и </w:t>
      </w:r>
    </w:p>
    <w:p w:rsidR="000E6AE7" w:rsidRPr="00C13976" w:rsidRDefault="000E6AE7" w:rsidP="00C139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39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предпринимательству за прошедший период </w:t>
      </w:r>
    </w:p>
    <w:p w:rsidR="000E6AE7" w:rsidRPr="00C13976" w:rsidRDefault="000E6AE7" w:rsidP="00C13976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3976">
        <w:rPr>
          <w:rFonts w:ascii="Times New Roman" w:eastAsia="Times New Roman" w:hAnsi="Times New Roman"/>
          <w:bCs/>
          <w:sz w:val="28"/>
          <w:szCs w:val="28"/>
          <w:lang w:eastAsia="ru-RU"/>
        </w:rPr>
        <w:t>(октябрь 2014 года – сентябрь 2015 года)</w:t>
      </w:r>
    </w:p>
    <w:p w:rsidR="000E6AE7" w:rsidRPr="00C13976" w:rsidRDefault="000E6AE7" w:rsidP="00C139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AE7" w:rsidRPr="00C13976" w:rsidRDefault="000E6AE7" w:rsidP="00C139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AE7" w:rsidRPr="00C13976" w:rsidRDefault="000E6AE7" w:rsidP="00C139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7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E6AE7" w:rsidRPr="00C13976" w:rsidRDefault="000E6AE7" w:rsidP="00C139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AE7" w:rsidRPr="00C13976" w:rsidRDefault="000E6AE7" w:rsidP="00C13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13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13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E6AE7" w:rsidRPr="00C13976" w:rsidRDefault="000E6AE7" w:rsidP="00C13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AE7" w:rsidRPr="00C13976" w:rsidRDefault="000E6AE7" w:rsidP="00C1397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3976">
        <w:rPr>
          <w:rFonts w:ascii="Times New Roman" w:hAnsi="Times New Roman" w:cs="Times New Roman"/>
          <w:sz w:val="28"/>
          <w:szCs w:val="28"/>
        </w:rPr>
        <w:t xml:space="preserve">Утвердить отчет о работе комитета Ярославской областной Думы по экономической политике, </w:t>
      </w:r>
      <w:r w:rsidRPr="00C13976">
        <w:rPr>
          <w:rFonts w:ascii="Times New Roman" w:hAnsi="Times New Roman" w:cs="Times New Roman"/>
          <w:bCs/>
          <w:sz w:val="28"/>
          <w:szCs w:val="28"/>
        </w:rPr>
        <w:t>инвестициям, промышленности и предприним</w:t>
      </w:r>
      <w:r w:rsidRPr="00C13976">
        <w:rPr>
          <w:rFonts w:ascii="Times New Roman" w:hAnsi="Times New Roman" w:cs="Times New Roman"/>
          <w:bCs/>
          <w:sz w:val="28"/>
          <w:szCs w:val="28"/>
        </w:rPr>
        <w:t>а</w:t>
      </w:r>
      <w:r w:rsidRPr="00C13976">
        <w:rPr>
          <w:rFonts w:ascii="Times New Roman" w:hAnsi="Times New Roman" w:cs="Times New Roman"/>
          <w:bCs/>
          <w:sz w:val="28"/>
          <w:szCs w:val="28"/>
        </w:rPr>
        <w:t>тельству за прошедший период (октябрь 2014 года – сентябрь 2015 года).</w:t>
      </w:r>
    </w:p>
    <w:p w:rsidR="000E6AE7" w:rsidRPr="00C13976" w:rsidRDefault="000E6AE7" w:rsidP="00C1397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AE7" w:rsidRPr="00C13976" w:rsidRDefault="000E6AE7" w:rsidP="00C1397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AE7" w:rsidRPr="00C13976" w:rsidRDefault="000E6AE7" w:rsidP="00C139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6AE7" w:rsidRPr="00C13976" w:rsidRDefault="000E6AE7" w:rsidP="00C139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9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818C8" w:rsidRPr="00C13976" w:rsidRDefault="000E6AE7" w:rsidP="00C13976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C13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</w:t>
      </w:r>
      <w:r w:rsidR="00C13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3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М.В. Боровицкий</w:t>
      </w:r>
    </w:p>
    <w:sectPr w:rsidR="001818C8" w:rsidRPr="00C13976" w:rsidSect="00C1397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0B2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E6AE7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0B2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36ECA"/>
    <w:rsid w:val="00942E52"/>
    <w:rsid w:val="00947094"/>
    <w:rsid w:val="009535DB"/>
    <w:rsid w:val="00967681"/>
    <w:rsid w:val="00971C48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563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1397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961A8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5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2015-09-07T13:49:00Z</dcterms:created>
  <dcterms:modified xsi:type="dcterms:W3CDTF">2015-10-01T08:22:00Z</dcterms:modified>
</cp:coreProperties>
</file>