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2333C7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2333C7" w:rsidRDefault="009B7F41">
            <w:pPr>
              <w:rPr>
                <w:sz w:val="26"/>
                <w:szCs w:val="26"/>
                <w:lang w:val="en-US"/>
              </w:rPr>
            </w:pPr>
          </w:p>
          <w:p w:rsidR="009E1D85" w:rsidRPr="002333C7" w:rsidRDefault="009E1D85" w:rsidP="009E1D85">
            <w:r w:rsidRPr="002333C7">
              <w:t xml:space="preserve">Председателю </w:t>
            </w:r>
          </w:p>
          <w:p w:rsidR="009E1D85" w:rsidRPr="002333C7" w:rsidRDefault="009E1D85" w:rsidP="009E1D85">
            <w:r w:rsidRPr="002333C7">
              <w:t>Ярославской областной Думы</w:t>
            </w:r>
          </w:p>
          <w:p w:rsidR="009E1D85" w:rsidRPr="002333C7" w:rsidRDefault="009E1D85" w:rsidP="009E1D85"/>
          <w:p w:rsidR="00F23348" w:rsidRPr="002333C7" w:rsidRDefault="009E1D85" w:rsidP="009E1D85">
            <w:r w:rsidRPr="002333C7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BA2D6F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9E1D85" w:rsidRPr="009E1D85">
              <w:rPr>
                <w:szCs w:val="24"/>
              </w:rPr>
              <w:t>О законодательной</w:t>
            </w:r>
            <w:r w:rsidR="009E1D85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9E1D85" w:rsidP="00E9164F">
      <w:pPr>
        <w:jc w:val="center"/>
        <w:rPr>
          <w:szCs w:val="28"/>
        </w:rPr>
      </w:pPr>
      <w:r w:rsidRPr="009E1D85">
        <w:rPr>
          <w:szCs w:val="28"/>
        </w:rPr>
        <w:t>Уважаемый Михаил Васильевич!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9E1D85" w:rsidRPr="009E1D85" w:rsidRDefault="009E1D85" w:rsidP="002333C7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9E1D85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9E1D85">
        <w:rPr>
          <w:szCs w:val="28"/>
        </w:rPr>
        <w:br/>
        <w:t>«О внесении изменений в статьи 16 и 36 Устава Ярославской области».</w:t>
      </w:r>
    </w:p>
    <w:p w:rsidR="00E9164F" w:rsidRPr="009E1D85" w:rsidRDefault="009E1D85" w:rsidP="002333C7">
      <w:pPr>
        <w:ind w:firstLine="720"/>
        <w:jc w:val="both"/>
        <w:rPr>
          <w:szCs w:val="28"/>
        </w:rPr>
      </w:pPr>
      <w:r w:rsidRPr="009E1D85">
        <w:rPr>
          <w:szCs w:val="28"/>
        </w:rPr>
        <w:t>Официальным представителем Губернатора области по указанному законопроекту назначен полномочный представитель Губернатора Ярославской области в Ярославской областной Думе Осипенко В.С.</w:t>
      </w:r>
    </w:p>
    <w:p w:rsidR="00F714BC" w:rsidRPr="009E1D85" w:rsidRDefault="00F714BC" w:rsidP="00910985">
      <w:pPr>
        <w:jc w:val="both"/>
        <w:rPr>
          <w:szCs w:val="28"/>
        </w:rPr>
      </w:pPr>
    </w:p>
    <w:p w:rsidR="006A74E1" w:rsidRDefault="009E1D85" w:rsidP="00910985">
      <w:pPr>
        <w:jc w:val="both"/>
        <w:rPr>
          <w:szCs w:val="28"/>
        </w:rPr>
      </w:pPr>
      <w:r w:rsidRPr="009E1D85">
        <w:rPr>
          <w:szCs w:val="28"/>
        </w:rPr>
        <w:t>Приложение: на 2 л. в 1 экз.</w:t>
      </w:r>
    </w:p>
    <w:p w:rsidR="009E1D85" w:rsidRPr="009E1D85" w:rsidRDefault="009E1D85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507A1" w:rsidTr="00850FEF">
        <w:trPr>
          <w:trHeight w:val="399"/>
        </w:trPr>
        <w:tc>
          <w:tcPr>
            <w:tcW w:w="4800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9E1D85">
              <w:rPr>
                <w:szCs w:val="28"/>
              </w:rPr>
              <w:t>Д.Ю. Миронов</w:t>
            </w:r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2333C7" w:rsidRDefault="002333C7" w:rsidP="0002750A">
      <w:pPr>
        <w:jc w:val="both"/>
        <w:rPr>
          <w:sz w:val="24"/>
          <w:szCs w:val="24"/>
        </w:rPr>
      </w:pPr>
    </w:p>
    <w:p w:rsidR="009E1D85" w:rsidRDefault="009E1D85" w:rsidP="0002750A">
      <w:pPr>
        <w:jc w:val="both"/>
        <w:rPr>
          <w:sz w:val="24"/>
          <w:szCs w:val="24"/>
        </w:rPr>
      </w:pPr>
    </w:p>
    <w:p w:rsidR="009E1D85" w:rsidRPr="009E1D85" w:rsidRDefault="009E1D85" w:rsidP="009E1D85">
      <w:pPr>
        <w:jc w:val="both"/>
        <w:rPr>
          <w:sz w:val="24"/>
          <w:szCs w:val="24"/>
        </w:rPr>
      </w:pPr>
      <w:r w:rsidRPr="009E1D85">
        <w:rPr>
          <w:sz w:val="24"/>
          <w:szCs w:val="24"/>
        </w:rPr>
        <w:t>Осипенко Вячеслав Сергеевич</w:t>
      </w:r>
      <w:r w:rsidR="002333C7">
        <w:rPr>
          <w:sz w:val="24"/>
          <w:szCs w:val="24"/>
        </w:rPr>
        <w:t>,</w:t>
      </w:r>
    </w:p>
    <w:p w:rsidR="009E1D85" w:rsidRPr="00A55D70" w:rsidRDefault="009E1D85" w:rsidP="009E1D85">
      <w:pPr>
        <w:jc w:val="both"/>
        <w:rPr>
          <w:sz w:val="24"/>
          <w:szCs w:val="24"/>
        </w:rPr>
      </w:pPr>
      <w:r w:rsidRPr="009E1D85">
        <w:rPr>
          <w:sz w:val="24"/>
          <w:szCs w:val="24"/>
        </w:rPr>
        <w:t>(4852) 40 07 83</w:t>
      </w:r>
    </w:p>
    <w:sectPr w:rsidR="009E1D85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6F" w:rsidRDefault="00BA2D6F">
      <w:r>
        <w:separator/>
      </w:r>
    </w:p>
  </w:endnote>
  <w:endnote w:type="continuationSeparator" w:id="0">
    <w:p w:rsidR="00BA2D6F" w:rsidRDefault="00BA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BA2D6F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9E1D85" w:rsidRPr="009E1D85">
      <w:rPr>
        <w:sz w:val="16"/>
      </w:rPr>
      <w:t>15927301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528D0" w:rsidRPr="00C528D0">
      <w:rPr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BA2D6F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9E1D85" w:rsidRPr="009E1D85">
      <w:rPr>
        <w:sz w:val="18"/>
        <w:szCs w:val="18"/>
      </w:rPr>
      <w:t>15927301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528D0" w:rsidRPr="00C528D0"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6F" w:rsidRDefault="00BA2D6F">
      <w:r>
        <w:separator/>
      </w:r>
    </w:p>
  </w:footnote>
  <w:footnote w:type="continuationSeparator" w:id="0">
    <w:p w:rsidR="00BA2D6F" w:rsidRDefault="00BA2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333C7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D62FD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010F9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C5CD3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9E1D85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2D6F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528D0"/>
    <w:rsid w:val="00C619EB"/>
    <w:rsid w:val="00CA2B1F"/>
    <w:rsid w:val="00CA43F3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DD22-4469-4817-992E-BB7E672D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2021-06-15T08:49:00Z</dcterms:created>
  <dcterms:modified xsi:type="dcterms:W3CDTF">2021-06-15T08:49:00Z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15927301</vt:lpwstr>
  </property>
  <property fmtid="{D5CDD505-2E9C-101B-9397-08002B2CF9AE}" pid="13" name="INSTALL_ID">
    <vt:lpwstr>34115</vt:lpwstr>
  </property>
</Properties>
</file>