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«О внесении изменений в</w:t>
      </w:r>
      <w:r w:rsidRPr="0008273D">
        <w:rPr>
          <w:bCs/>
          <w:szCs w:val="28"/>
        </w:rPr>
        <w:t xml:space="preserve"> </w:t>
      </w:r>
      <w:r w:rsidRPr="0008273D">
        <w:rPr>
          <w:bCs/>
          <w:sz w:val="28"/>
          <w:szCs w:val="28"/>
        </w:rPr>
        <w:t xml:space="preserve">Закон Ярославской области 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«Социальный кодекс Ярославской области» и статью 3</w:t>
      </w:r>
      <w:r w:rsidRPr="0008273D">
        <w:rPr>
          <w:bCs/>
          <w:sz w:val="28"/>
          <w:szCs w:val="28"/>
          <w:vertAlign w:val="superscript"/>
        </w:rPr>
        <w:t>2</w:t>
      </w:r>
      <w:r w:rsidRPr="0008273D">
        <w:rPr>
          <w:bCs/>
          <w:sz w:val="28"/>
          <w:szCs w:val="28"/>
        </w:rPr>
        <w:t xml:space="preserve"> Закона 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 xml:space="preserve">Ярославской области «О временных мерах </w:t>
      </w:r>
      <w:proofErr w:type="gramStart"/>
      <w:r w:rsidRPr="0008273D">
        <w:rPr>
          <w:bCs/>
          <w:sz w:val="28"/>
          <w:szCs w:val="28"/>
        </w:rPr>
        <w:t>социальной</w:t>
      </w:r>
      <w:proofErr w:type="gramEnd"/>
      <w:r w:rsidRPr="0008273D">
        <w:rPr>
          <w:bCs/>
          <w:sz w:val="28"/>
          <w:szCs w:val="28"/>
        </w:rPr>
        <w:t xml:space="preserve"> 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поддержки граждан, имеющих детей»</w:t>
      </w:r>
    </w:p>
    <w:p w:rsidR="00375CCF" w:rsidRPr="0008273D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B2155B" w:rsidRPr="0008273D" w:rsidRDefault="00ED4297" w:rsidP="0008273D">
      <w:pPr>
        <w:autoSpaceDE w:val="0"/>
        <w:autoSpaceDN w:val="0"/>
        <w:adjustRightInd w:val="0"/>
        <w:rPr>
          <w:bCs/>
          <w:iCs/>
          <w:strike/>
          <w:szCs w:val="28"/>
        </w:rPr>
      </w:pPr>
      <w:proofErr w:type="gramStart"/>
      <w:r w:rsidRPr="00ED4297">
        <w:rPr>
          <w:bCs/>
          <w:iCs/>
          <w:szCs w:val="28"/>
        </w:rPr>
        <w:t xml:space="preserve">Проект закона Ярославской области </w:t>
      </w:r>
      <w:r w:rsidR="0008273D" w:rsidRPr="0008273D">
        <w:rPr>
          <w:bCs/>
          <w:iCs/>
          <w:szCs w:val="28"/>
        </w:rPr>
        <w:t>«О внесении изменений в Закон Ярославской области «Социальный кодекс Ярославской области» и статью 3</w:t>
      </w:r>
      <w:r w:rsidR="0008273D" w:rsidRPr="0008273D">
        <w:rPr>
          <w:bCs/>
          <w:iCs/>
          <w:szCs w:val="28"/>
          <w:vertAlign w:val="superscript"/>
        </w:rPr>
        <w:t>2</w:t>
      </w:r>
      <w:r w:rsidR="0008273D" w:rsidRPr="0008273D">
        <w:rPr>
          <w:bCs/>
          <w:iCs/>
          <w:szCs w:val="28"/>
        </w:rPr>
        <w:t xml:space="preserve"> Закона Ярославской области «О временных мерах социальной поддержки граждан, имеющих детей» </w:t>
      </w:r>
      <w:r w:rsidR="00783E9A" w:rsidRPr="0008273D">
        <w:rPr>
          <w:bCs/>
          <w:iCs/>
          <w:szCs w:val="28"/>
        </w:rPr>
        <w:t xml:space="preserve">(далее – проект закона, законопроект) разработан </w:t>
      </w:r>
      <w:r w:rsidR="00B2155B" w:rsidRPr="0008273D">
        <w:rPr>
          <w:bCs/>
          <w:iCs/>
          <w:szCs w:val="28"/>
        </w:rPr>
        <w:t xml:space="preserve">в связи с принятием </w:t>
      </w:r>
      <w:r w:rsidR="00B2155B" w:rsidRPr="0008273D">
        <w:rPr>
          <w:rFonts w:cs="Times New Roman"/>
          <w:szCs w:val="28"/>
        </w:rPr>
        <w:t>Федерального закона от 21.11.2022 № 455-ФЗ «О</w:t>
      </w:r>
      <w:r w:rsidR="0008273D">
        <w:rPr>
          <w:rFonts w:cs="Times New Roman"/>
          <w:szCs w:val="28"/>
        </w:rPr>
        <w:t> </w:t>
      </w:r>
      <w:r w:rsidR="00B2155B">
        <w:rPr>
          <w:rFonts w:cs="Times New Roman"/>
          <w:szCs w:val="28"/>
        </w:rPr>
        <w:t xml:space="preserve">внесении изменений в Федеральный закон </w:t>
      </w:r>
      <w:r w:rsidR="00702B04">
        <w:rPr>
          <w:rFonts w:cs="Times New Roman"/>
          <w:szCs w:val="28"/>
        </w:rPr>
        <w:t>«</w:t>
      </w:r>
      <w:r w:rsidR="00B2155B">
        <w:rPr>
          <w:rFonts w:cs="Times New Roman"/>
          <w:szCs w:val="28"/>
        </w:rPr>
        <w:t>О государственных пособиях гражданам, имеющим детей»,</w:t>
      </w:r>
      <w:r w:rsidR="00B2155B">
        <w:rPr>
          <w:rFonts w:eastAsia="Calibri"/>
          <w:szCs w:val="28"/>
        </w:rPr>
        <w:t xml:space="preserve"> </w:t>
      </w:r>
      <w:r w:rsidR="0008273D">
        <w:rPr>
          <w:rFonts w:eastAsia="Calibri"/>
          <w:szCs w:val="28"/>
        </w:rPr>
        <w:t xml:space="preserve">а также </w:t>
      </w:r>
      <w:r w:rsidR="00B2155B">
        <w:rPr>
          <w:rFonts w:eastAsia="Calibri"/>
          <w:szCs w:val="28"/>
        </w:rPr>
        <w:t>в рамках исполнения</w:t>
      </w:r>
      <w:proofErr w:type="gramEnd"/>
      <w:r w:rsidR="00B2155B">
        <w:rPr>
          <w:rFonts w:eastAsia="Calibri"/>
          <w:szCs w:val="28"/>
        </w:rPr>
        <w:t xml:space="preserve"> подпункта </w:t>
      </w:r>
      <w:r w:rsidR="0008273D">
        <w:rPr>
          <w:rFonts w:eastAsia="Calibri"/>
          <w:szCs w:val="28"/>
        </w:rPr>
        <w:t>«</w:t>
      </w:r>
      <w:r w:rsidR="00B2155B">
        <w:rPr>
          <w:rFonts w:eastAsia="Calibri"/>
          <w:szCs w:val="28"/>
        </w:rPr>
        <w:t>в</w:t>
      </w:r>
      <w:r w:rsidR="0008273D">
        <w:rPr>
          <w:rFonts w:eastAsia="Calibri"/>
          <w:szCs w:val="28"/>
        </w:rPr>
        <w:t>»</w:t>
      </w:r>
      <w:r w:rsidR="00B2155B">
        <w:rPr>
          <w:rFonts w:eastAsia="Calibri"/>
          <w:szCs w:val="28"/>
        </w:rPr>
        <w:t xml:space="preserve"> пункта 1 перечня поручений Президента Российской Федерации от 2 мая 2021 г</w:t>
      </w:r>
      <w:r w:rsidR="00EB3EAD">
        <w:rPr>
          <w:rFonts w:eastAsia="Calibri"/>
          <w:szCs w:val="28"/>
        </w:rPr>
        <w:t>ода</w:t>
      </w:r>
      <w:r w:rsidR="00B2155B">
        <w:rPr>
          <w:rFonts w:eastAsia="Calibri"/>
          <w:szCs w:val="28"/>
        </w:rPr>
        <w:t xml:space="preserve"> № Пр-753 по созданию целостной системы мер социальной поддержки семей с детьми</w:t>
      </w:r>
      <w:r w:rsidR="0008273D">
        <w:rPr>
          <w:rFonts w:eastAsia="Calibri"/>
          <w:szCs w:val="28"/>
        </w:rPr>
        <w:t>.</w:t>
      </w:r>
      <w:r w:rsidR="00B2155B">
        <w:rPr>
          <w:rFonts w:eastAsia="Calibri"/>
          <w:szCs w:val="28"/>
        </w:rPr>
        <w:t xml:space="preserve"> </w:t>
      </w:r>
    </w:p>
    <w:p w:rsidR="00D25A3A" w:rsidRDefault="00B2155B" w:rsidP="00D25A3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Проектом </w:t>
      </w:r>
      <w:r w:rsidR="00D25A3A">
        <w:rPr>
          <w:rFonts w:eastAsia="Calibri"/>
          <w:szCs w:val="28"/>
        </w:rPr>
        <w:t xml:space="preserve">закона </w:t>
      </w:r>
      <w:r>
        <w:rPr>
          <w:rFonts w:eastAsia="Calibri"/>
          <w:szCs w:val="28"/>
        </w:rPr>
        <w:t xml:space="preserve">предлагается </w:t>
      </w:r>
      <w:r w:rsidR="00702B04">
        <w:rPr>
          <w:rFonts w:eastAsia="Calibri"/>
          <w:szCs w:val="28"/>
        </w:rPr>
        <w:t xml:space="preserve">с 1 января 2023 года </w:t>
      </w:r>
      <w:r>
        <w:rPr>
          <w:rFonts w:eastAsia="Calibri"/>
          <w:szCs w:val="28"/>
        </w:rPr>
        <w:t xml:space="preserve">ввести </w:t>
      </w:r>
      <w:r w:rsidR="00D25A3A">
        <w:rPr>
          <w:rFonts w:eastAsia="Calibri"/>
          <w:szCs w:val="28"/>
        </w:rPr>
        <w:t>е</w:t>
      </w:r>
      <w:r w:rsidR="00D25A3A">
        <w:rPr>
          <w:szCs w:val="28"/>
        </w:rPr>
        <w:t>жемесячное пособие в связи с рождением и воспитанием ребенка</w:t>
      </w:r>
      <w:r>
        <w:rPr>
          <w:rFonts w:eastAsia="Calibri"/>
          <w:szCs w:val="28"/>
        </w:rPr>
        <w:t xml:space="preserve">. </w:t>
      </w:r>
    </w:p>
    <w:p w:rsidR="00702B04" w:rsidRDefault="00D25A3A" w:rsidP="00702B0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Ежемесячное пособие в связи с рождением и воспитанием ребенка назначается и выплачивается </w:t>
      </w:r>
      <w:proofErr w:type="gramStart"/>
      <w:r>
        <w:rPr>
          <w:szCs w:val="28"/>
        </w:rPr>
        <w:t>нуждающимся</w:t>
      </w:r>
      <w:proofErr w:type="gramEnd"/>
      <w:r>
        <w:rPr>
          <w:szCs w:val="28"/>
        </w:rPr>
        <w:t xml:space="preserve"> в социальной поддержке:</w:t>
      </w:r>
    </w:p>
    <w:p w:rsidR="00702B04" w:rsidRDefault="00702B04" w:rsidP="00702B0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1) </w:t>
      </w:r>
      <w:r w:rsidR="00D25A3A">
        <w:rPr>
          <w:szCs w:val="28"/>
        </w:rPr>
        <w:t>беременной женщине в случае, если срок ее беременности составляет шесть и более недель и она встала на учет в медицинской организации в ранние сроки беременности (до двенадцати недель);</w:t>
      </w:r>
    </w:p>
    <w:p w:rsidR="00B2155B" w:rsidRPr="00702B04" w:rsidRDefault="00702B04" w:rsidP="00702B0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2) </w:t>
      </w:r>
      <w:r w:rsidR="00D25A3A" w:rsidRPr="00702B04">
        <w:rPr>
          <w:szCs w:val="28"/>
        </w:rPr>
        <w:t>одному из родителей (усыновителей, опекунов (попечителе</w:t>
      </w:r>
      <w:r w:rsidR="009773C2">
        <w:rPr>
          <w:szCs w:val="28"/>
        </w:rPr>
        <w:t>й) ребенка в возрасте до 17 лет</w:t>
      </w:r>
      <w:r w:rsidR="005874F9" w:rsidRPr="00702B04">
        <w:rPr>
          <w:szCs w:val="28"/>
        </w:rPr>
        <w:t>.</w:t>
      </w:r>
    </w:p>
    <w:p w:rsidR="005874F9" w:rsidRDefault="005874F9" w:rsidP="005874F9">
      <w:pPr>
        <w:pStyle w:val="a9"/>
        <w:ind w:left="0"/>
        <w:rPr>
          <w:szCs w:val="28"/>
        </w:rPr>
      </w:pPr>
      <w:r>
        <w:rPr>
          <w:szCs w:val="28"/>
        </w:rPr>
        <w:t>Право на ежемесячное пособие в связи с рождением и воспитанием ребенка возникает в случае</w:t>
      </w:r>
      <w:r w:rsidR="00702B04">
        <w:rPr>
          <w:szCs w:val="28"/>
        </w:rPr>
        <w:t>,</w:t>
      </w:r>
      <w:r>
        <w:rPr>
          <w:szCs w:val="28"/>
        </w:rPr>
        <w:t xml:space="preserve"> если раз</w:t>
      </w:r>
      <w:r w:rsidR="00702B04">
        <w:rPr>
          <w:szCs w:val="28"/>
        </w:rPr>
        <w:t>мер среднедушевого дохода семьи</w:t>
      </w:r>
      <w:r>
        <w:rPr>
          <w:szCs w:val="28"/>
        </w:rPr>
        <w:t xml:space="preserve"> не превышает </w:t>
      </w:r>
      <w:hyperlink r:id="rId8" w:history="1">
        <w:r w:rsidRPr="00091AE4">
          <w:rPr>
            <w:szCs w:val="28"/>
          </w:rPr>
          <w:t>величину</w:t>
        </w:r>
      </w:hyperlink>
      <w:r w:rsidRPr="00091AE4">
        <w:rPr>
          <w:szCs w:val="28"/>
        </w:rPr>
        <w:t xml:space="preserve"> прожиточного минимума на душу населения, установленную в </w:t>
      </w:r>
      <w:r>
        <w:rPr>
          <w:szCs w:val="28"/>
        </w:rPr>
        <w:t xml:space="preserve">Ярославской области на дату обращения за </w:t>
      </w:r>
      <w:r w:rsidR="00702B04">
        <w:rPr>
          <w:szCs w:val="28"/>
        </w:rPr>
        <w:t>назначением пособия.</w:t>
      </w:r>
    </w:p>
    <w:p w:rsidR="002D5798" w:rsidRDefault="009A2784" w:rsidP="002D5798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</w:t>
      </w:r>
      <w:r w:rsidR="005874F9">
        <w:rPr>
          <w:szCs w:val="28"/>
        </w:rPr>
        <w:t>жемесячно</w:t>
      </w:r>
      <w:r w:rsidR="00831824">
        <w:rPr>
          <w:szCs w:val="28"/>
        </w:rPr>
        <w:t>е</w:t>
      </w:r>
      <w:r w:rsidR="005874F9">
        <w:rPr>
          <w:szCs w:val="28"/>
        </w:rPr>
        <w:t xml:space="preserve"> пособи</w:t>
      </w:r>
      <w:r w:rsidR="00831824">
        <w:rPr>
          <w:szCs w:val="28"/>
        </w:rPr>
        <w:t>е</w:t>
      </w:r>
      <w:r w:rsidR="005874F9">
        <w:rPr>
          <w:szCs w:val="28"/>
        </w:rPr>
        <w:t xml:space="preserve"> объединяет в себе несколько видов денежных выплат</w:t>
      </w:r>
      <w:r w:rsidR="00EB3EAD">
        <w:rPr>
          <w:szCs w:val="28"/>
        </w:rPr>
        <w:t>,</w:t>
      </w:r>
      <w:r w:rsidR="005874F9">
        <w:rPr>
          <w:szCs w:val="28"/>
        </w:rPr>
        <w:t xml:space="preserve"> установленных</w:t>
      </w:r>
      <w:r w:rsidR="002D5798">
        <w:rPr>
          <w:szCs w:val="28"/>
        </w:rPr>
        <w:t>:</w:t>
      </w:r>
    </w:p>
    <w:p w:rsidR="002D5798" w:rsidRPr="005720C3" w:rsidRDefault="00AA20DB" w:rsidP="00EB3EAD">
      <w:pPr>
        <w:rPr>
          <w:rFonts w:cs="Times New Roman"/>
          <w:szCs w:val="28"/>
        </w:rPr>
      </w:pPr>
      <w:proofErr w:type="gramStart"/>
      <w:r w:rsidRPr="005720C3">
        <w:rPr>
          <w:rFonts w:cs="Times New Roman"/>
          <w:szCs w:val="28"/>
        </w:rPr>
        <w:t xml:space="preserve">– </w:t>
      </w:r>
      <w:r w:rsidR="00702B04" w:rsidRPr="005720C3">
        <w:rPr>
          <w:rFonts w:cs="Times New Roman"/>
          <w:szCs w:val="28"/>
        </w:rPr>
        <w:t>З</w:t>
      </w:r>
      <w:r w:rsidR="002D5798" w:rsidRPr="005720C3">
        <w:rPr>
          <w:rFonts w:cs="Times New Roman"/>
          <w:szCs w:val="28"/>
        </w:rPr>
        <w:t xml:space="preserve">аконом Ярославской области </w:t>
      </w:r>
      <w:r w:rsidR="00EB3EAD" w:rsidRPr="005720C3">
        <w:rPr>
          <w:rFonts w:cs="Times New Roman"/>
          <w:szCs w:val="28"/>
        </w:rPr>
        <w:t xml:space="preserve">от 19.12.2008 № 65-з </w:t>
      </w:r>
      <w:r w:rsidR="002D5798" w:rsidRPr="005720C3">
        <w:rPr>
          <w:rFonts w:cs="Times New Roman"/>
          <w:szCs w:val="28"/>
        </w:rPr>
        <w:t>«Социаль</w:t>
      </w:r>
      <w:r w:rsidR="00702B04" w:rsidRPr="005720C3">
        <w:rPr>
          <w:rFonts w:cs="Times New Roman"/>
          <w:szCs w:val="28"/>
        </w:rPr>
        <w:t xml:space="preserve">ный кодекс Ярославской области» </w:t>
      </w:r>
      <w:r w:rsidR="00702B04" w:rsidRPr="005720C3">
        <w:rPr>
          <w:szCs w:val="28"/>
        </w:rPr>
        <w:t>(</w:t>
      </w:r>
      <w:r w:rsidR="005874F9" w:rsidRPr="005720C3">
        <w:rPr>
          <w:rFonts w:cs="Times New Roman"/>
          <w:szCs w:val="28"/>
        </w:rPr>
        <w:t>единовременн</w:t>
      </w:r>
      <w:r w:rsidR="00702B04" w:rsidRPr="005720C3">
        <w:rPr>
          <w:rFonts w:cs="Times New Roman"/>
          <w:szCs w:val="28"/>
        </w:rPr>
        <w:t>ая</w:t>
      </w:r>
      <w:r w:rsidR="005874F9" w:rsidRPr="005720C3">
        <w:rPr>
          <w:rFonts w:cs="Times New Roman"/>
          <w:szCs w:val="28"/>
        </w:rPr>
        <w:t xml:space="preserve"> выплат</w:t>
      </w:r>
      <w:r w:rsidR="00702B04" w:rsidRPr="005720C3">
        <w:rPr>
          <w:rFonts w:cs="Times New Roman"/>
          <w:szCs w:val="28"/>
        </w:rPr>
        <w:t>а</w:t>
      </w:r>
      <w:r w:rsidR="005874F9" w:rsidRPr="005720C3">
        <w:rPr>
          <w:rFonts w:cs="Times New Roman"/>
          <w:szCs w:val="28"/>
        </w:rPr>
        <w:t xml:space="preserve"> по беременности и родам </w:t>
      </w:r>
      <w:r w:rsidR="00702B04" w:rsidRPr="005720C3">
        <w:rPr>
          <w:rFonts w:cs="Times New Roman"/>
          <w:szCs w:val="28"/>
        </w:rPr>
        <w:t>(</w:t>
      </w:r>
      <w:r w:rsidR="002D5798" w:rsidRPr="005720C3">
        <w:rPr>
          <w:rFonts w:cs="Times New Roman"/>
          <w:szCs w:val="28"/>
        </w:rPr>
        <w:t>стать</w:t>
      </w:r>
      <w:r w:rsidR="00153F61" w:rsidRPr="005720C3">
        <w:rPr>
          <w:rFonts w:cs="Times New Roman"/>
          <w:szCs w:val="28"/>
        </w:rPr>
        <w:t>я</w:t>
      </w:r>
      <w:r w:rsidR="002D5798" w:rsidRPr="005720C3">
        <w:rPr>
          <w:rFonts w:cs="Times New Roman"/>
          <w:szCs w:val="28"/>
        </w:rPr>
        <w:t xml:space="preserve"> 76</w:t>
      </w:r>
      <w:r w:rsidR="009773C2" w:rsidRPr="005720C3">
        <w:rPr>
          <w:rFonts w:cs="Times New Roman"/>
          <w:szCs w:val="28"/>
        </w:rPr>
        <w:t xml:space="preserve">) </w:t>
      </w:r>
      <w:r w:rsidR="00702B04" w:rsidRPr="005720C3">
        <w:rPr>
          <w:rFonts w:cs="Times New Roman"/>
          <w:szCs w:val="28"/>
        </w:rPr>
        <w:t>и ежемесячное пособие на ребенка отдельным категориям граждан</w:t>
      </w:r>
      <w:r w:rsidR="002D5798" w:rsidRPr="005720C3">
        <w:rPr>
          <w:rFonts w:cs="Times New Roman"/>
          <w:szCs w:val="28"/>
        </w:rPr>
        <w:t xml:space="preserve"> </w:t>
      </w:r>
      <w:r w:rsidR="00702B04" w:rsidRPr="005720C3">
        <w:rPr>
          <w:rFonts w:cs="Times New Roman"/>
          <w:szCs w:val="28"/>
        </w:rPr>
        <w:t>(</w:t>
      </w:r>
      <w:r w:rsidR="002D5798" w:rsidRPr="005720C3">
        <w:rPr>
          <w:rFonts w:cs="Times New Roman"/>
          <w:szCs w:val="28"/>
        </w:rPr>
        <w:t>стать</w:t>
      </w:r>
      <w:r w:rsidRPr="005720C3">
        <w:rPr>
          <w:rFonts w:cs="Times New Roman"/>
          <w:szCs w:val="28"/>
        </w:rPr>
        <w:t>я 91)</w:t>
      </w:r>
      <w:r w:rsidR="0008273D" w:rsidRPr="005720C3">
        <w:rPr>
          <w:rFonts w:cs="Times New Roman"/>
          <w:szCs w:val="28"/>
        </w:rPr>
        <w:t>.</w:t>
      </w:r>
      <w:proofErr w:type="gramEnd"/>
      <w:r w:rsidR="0008273D" w:rsidRPr="005720C3">
        <w:rPr>
          <w:rFonts w:eastAsia="Calibri"/>
          <w:szCs w:val="28"/>
        </w:rPr>
        <w:t xml:space="preserve"> При этом законопроектом предлагается сохранить право многодетных семей на получение </w:t>
      </w:r>
      <w:r w:rsidR="009C3017" w:rsidRPr="005720C3">
        <w:rPr>
          <w:rFonts w:eastAsia="Calibri"/>
          <w:szCs w:val="28"/>
        </w:rPr>
        <w:t>ежемесячного пособия на ребенка</w:t>
      </w:r>
      <w:r w:rsidR="0008273D" w:rsidRPr="005720C3">
        <w:rPr>
          <w:rFonts w:eastAsia="Calibri"/>
          <w:szCs w:val="28"/>
        </w:rPr>
        <w:t xml:space="preserve"> в случае, если им не назначено ежемесячное пособие в связи с рождением и воспитанием ребенка</w:t>
      </w:r>
      <w:r w:rsidR="009773C2" w:rsidRPr="005720C3">
        <w:rPr>
          <w:rFonts w:eastAsia="Calibri"/>
          <w:szCs w:val="28"/>
        </w:rPr>
        <w:t xml:space="preserve">, а также право на </w:t>
      </w:r>
      <w:r w:rsidR="005720C3">
        <w:rPr>
          <w:rFonts w:eastAsia="Calibri"/>
          <w:bCs/>
          <w:szCs w:val="28"/>
        </w:rPr>
        <w:t>ежемесячную выплату на </w:t>
      </w:r>
      <w:bookmarkStart w:id="0" w:name="_GoBack"/>
      <w:bookmarkEnd w:id="0"/>
      <w:r w:rsidR="009773C2" w:rsidRPr="005720C3">
        <w:rPr>
          <w:rFonts w:eastAsia="Calibri"/>
          <w:bCs/>
          <w:szCs w:val="28"/>
        </w:rPr>
        <w:t>дополнительное питание детям в возрасте до 3 лет</w:t>
      </w:r>
      <w:r w:rsidR="00C75392" w:rsidRPr="005720C3">
        <w:rPr>
          <w:rFonts w:eastAsia="Calibri"/>
          <w:szCs w:val="28"/>
        </w:rPr>
        <w:t>;</w:t>
      </w:r>
    </w:p>
    <w:p w:rsidR="002D5798" w:rsidRDefault="00AA20DB" w:rsidP="00AA20DB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5720C3">
        <w:rPr>
          <w:rFonts w:cs="Times New Roman"/>
          <w:szCs w:val="28"/>
        </w:rPr>
        <w:t>– З</w:t>
      </w:r>
      <w:r w:rsidR="002D5798" w:rsidRPr="005720C3">
        <w:rPr>
          <w:rFonts w:cs="Times New Roman"/>
          <w:szCs w:val="28"/>
        </w:rPr>
        <w:t xml:space="preserve">аконом Ярославской области от 28.11.2011 № 45-з «О временных </w:t>
      </w:r>
      <w:r w:rsidR="002D5798">
        <w:rPr>
          <w:rFonts w:cs="Times New Roman"/>
          <w:szCs w:val="28"/>
        </w:rPr>
        <w:t>мерах социальной под</w:t>
      </w:r>
      <w:r>
        <w:rPr>
          <w:rFonts w:cs="Times New Roman"/>
          <w:szCs w:val="28"/>
        </w:rPr>
        <w:t>держки граждан, имеющих детей» (ежемесячная денежная выплата в случае рождения</w:t>
      </w:r>
      <w:r w:rsidR="002D5798">
        <w:rPr>
          <w:rFonts w:cs="Times New Roman"/>
          <w:szCs w:val="28"/>
        </w:rPr>
        <w:t xml:space="preserve"> третьего ребен</w:t>
      </w:r>
      <w:r>
        <w:rPr>
          <w:rFonts w:cs="Times New Roman"/>
          <w:szCs w:val="28"/>
        </w:rPr>
        <w:t>ка или последующих детей (статья 3</w:t>
      </w:r>
      <w:r w:rsidRPr="00AA20DB">
        <w:rPr>
          <w:rFonts w:cs="Times New Roman"/>
          <w:szCs w:val="28"/>
          <w:vertAlign w:val="superscript"/>
        </w:rPr>
        <w:t>2</w:t>
      </w:r>
      <w:r>
        <w:rPr>
          <w:rFonts w:cs="Times New Roman"/>
          <w:szCs w:val="28"/>
        </w:rPr>
        <w:t xml:space="preserve">), </w:t>
      </w:r>
      <w:r w:rsidR="002D5798">
        <w:rPr>
          <w:rFonts w:cs="Times New Roman"/>
          <w:szCs w:val="28"/>
        </w:rPr>
        <w:t>ежемесячная денежная выплата на ребенка</w:t>
      </w:r>
      <w:r>
        <w:rPr>
          <w:rFonts w:cs="Times New Roman"/>
          <w:szCs w:val="28"/>
        </w:rPr>
        <w:t xml:space="preserve"> в возрасте от трех до семи лет (статья </w:t>
      </w:r>
      <w:r w:rsidRPr="00AA20DB">
        <w:rPr>
          <w:rFonts w:cs="Times New Roman"/>
          <w:szCs w:val="28"/>
        </w:rPr>
        <w:t>3</w:t>
      </w:r>
      <w:r>
        <w:rPr>
          <w:rFonts w:cs="Times New Roman"/>
          <w:szCs w:val="28"/>
          <w:vertAlign w:val="superscript"/>
        </w:rPr>
        <w:t>9</w:t>
      </w:r>
      <w:r w:rsidRPr="00AA20DB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и </w:t>
      </w:r>
      <w:r w:rsidR="002D5798">
        <w:rPr>
          <w:rFonts w:cs="Times New Roman"/>
          <w:szCs w:val="28"/>
        </w:rPr>
        <w:t>ежемесячная денежная выплата на ребенка в возрасте от восьми до семнадцати лет</w:t>
      </w:r>
      <w:r>
        <w:rPr>
          <w:rFonts w:cs="Times New Roman"/>
          <w:szCs w:val="28"/>
        </w:rPr>
        <w:t xml:space="preserve"> </w:t>
      </w:r>
      <w:r w:rsidRPr="00AA20DB">
        <w:rPr>
          <w:rFonts w:cs="Times New Roman"/>
          <w:szCs w:val="28"/>
        </w:rPr>
        <w:t>(статья 3</w:t>
      </w:r>
      <w:r>
        <w:rPr>
          <w:rFonts w:cs="Times New Roman"/>
          <w:szCs w:val="28"/>
          <w:vertAlign w:val="superscript"/>
        </w:rPr>
        <w:t>10</w:t>
      </w:r>
      <w:r w:rsidRPr="00AA20DB">
        <w:rPr>
          <w:rFonts w:cs="Times New Roman"/>
          <w:szCs w:val="28"/>
        </w:rPr>
        <w:t>)</w:t>
      </w:r>
      <w:r w:rsidR="002D5798">
        <w:rPr>
          <w:rFonts w:cs="Times New Roman"/>
          <w:szCs w:val="28"/>
        </w:rPr>
        <w:t>.</w:t>
      </w:r>
      <w:proofErr w:type="gramEnd"/>
    </w:p>
    <w:p w:rsidR="0008273D" w:rsidRDefault="0008273D" w:rsidP="0008273D">
      <w:pPr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Назначение вышеперечисленных мер социальной поддержки с 1 января 2023 года производиться не будет</w:t>
      </w:r>
      <w:r w:rsidR="003D455D">
        <w:rPr>
          <w:rFonts w:eastAsia="Calibri"/>
          <w:szCs w:val="28"/>
        </w:rPr>
        <w:t xml:space="preserve"> (за исключением назначения</w:t>
      </w:r>
      <w:r w:rsidR="003D455D" w:rsidRPr="003D455D">
        <w:rPr>
          <w:rFonts w:cs="Times New Roman"/>
          <w:szCs w:val="28"/>
        </w:rPr>
        <w:t xml:space="preserve"> </w:t>
      </w:r>
      <w:r w:rsidR="003D455D" w:rsidRPr="003D455D">
        <w:rPr>
          <w:rFonts w:eastAsia="Calibri"/>
          <w:szCs w:val="28"/>
        </w:rPr>
        <w:t>ежемесячн</w:t>
      </w:r>
      <w:r w:rsidR="003D455D">
        <w:rPr>
          <w:rFonts w:eastAsia="Calibri"/>
          <w:szCs w:val="28"/>
        </w:rPr>
        <w:t>ой</w:t>
      </w:r>
      <w:r w:rsidR="003D455D" w:rsidRPr="003D455D">
        <w:rPr>
          <w:rFonts w:eastAsia="Calibri"/>
          <w:szCs w:val="28"/>
        </w:rPr>
        <w:t xml:space="preserve"> денежн</w:t>
      </w:r>
      <w:r w:rsidR="003D455D">
        <w:rPr>
          <w:rFonts w:eastAsia="Calibri"/>
          <w:szCs w:val="28"/>
        </w:rPr>
        <w:t>ой</w:t>
      </w:r>
      <w:r w:rsidR="003D455D" w:rsidRPr="003D455D">
        <w:rPr>
          <w:rFonts w:eastAsia="Calibri"/>
          <w:szCs w:val="28"/>
        </w:rPr>
        <w:t xml:space="preserve"> выплат</w:t>
      </w:r>
      <w:r w:rsidR="003D455D">
        <w:rPr>
          <w:rFonts w:eastAsia="Calibri"/>
          <w:szCs w:val="28"/>
        </w:rPr>
        <w:t>ы</w:t>
      </w:r>
      <w:r w:rsidR="003D455D" w:rsidRPr="003D455D">
        <w:rPr>
          <w:rFonts w:eastAsia="Calibri"/>
          <w:szCs w:val="28"/>
        </w:rPr>
        <w:t xml:space="preserve"> в случае рождения третьего ребенка или последующих детей</w:t>
      </w:r>
      <w:r w:rsidR="003D455D">
        <w:rPr>
          <w:rFonts w:eastAsia="Calibri"/>
          <w:szCs w:val="28"/>
        </w:rPr>
        <w:t xml:space="preserve"> в случаях, предусмотренных проектом закона)</w:t>
      </w:r>
      <w:r>
        <w:rPr>
          <w:rFonts w:eastAsia="Calibri"/>
          <w:szCs w:val="28"/>
        </w:rPr>
        <w:t xml:space="preserve">. </w:t>
      </w:r>
      <w:proofErr w:type="gramStart"/>
      <w:r>
        <w:rPr>
          <w:rFonts w:eastAsia="Calibri"/>
          <w:szCs w:val="28"/>
        </w:rPr>
        <w:t xml:space="preserve">При этом </w:t>
      </w:r>
      <w:r w:rsidRPr="0008273D">
        <w:rPr>
          <w:rFonts w:eastAsia="Calibri"/>
          <w:szCs w:val="28"/>
        </w:rPr>
        <w:t>граждане, которым указанные денежные выплаты назначены до 1 января 2023 года,</w:t>
      </w:r>
      <w:r>
        <w:rPr>
          <w:rFonts w:eastAsia="Calibri"/>
          <w:szCs w:val="28"/>
        </w:rPr>
        <w:t xml:space="preserve"> сохраняют право на их получение</w:t>
      </w:r>
      <w:r w:rsidRPr="0008273D">
        <w:rPr>
          <w:rFonts w:eastAsia="Calibri"/>
          <w:szCs w:val="28"/>
        </w:rPr>
        <w:t xml:space="preserve"> до окончания периодов, на которые они были назначены или до</w:t>
      </w:r>
      <w:proofErr w:type="gramEnd"/>
      <w:r w:rsidRPr="0008273D">
        <w:rPr>
          <w:rFonts w:eastAsia="Calibri"/>
          <w:szCs w:val="28"/>
        </w:rPr>
        <w:t xml:space="preserve"> назначения данным гражданам ежемесячного пособия в связи с рождением и воспитанием ребенка</w:t>
      </w:r>
      <w:r>
        <w:rPr>
          <w:rFonts w:eastAsia="Calibri"/>
          <w:szCs w:val="28"/>
        </w:rPr>
        <w:t>.</w:t>
      </w:r>
    </w:p>
    <w:p w:rsidR="0008273D" w:rsidRPr="0008273D" w:rsidRDefault="0008273D" w:rsidP="0008273D">
      <w:pPr>
        <w:rPr>
          <w:rFonts w:eastAsia="Calibri"/>
          <w:bCs/>
          <w:iCs/>
          <w:szCs w:val="28"/>
        </w:rPr>
      </w:pPr>
      <w:r w:rsidRPr="0008273D">
        <w:rPr>
          <w:rFonts w:eastAsia="Calibri"/>
          <w:bCs/>
          <w:iCs/>
          <w:szCs w:val="28"/>
        </w:rPr>
        <w:t xml:space="preserve">В целях </w:t>
      </w:r>
      <w:proofErr w:type="spellStart"/>
      <w:r w:rsidRPr="0008273D">
        <w:rPr>
          <w:rFonts w:eastAsia="Calibri"/>
          <w:bCs/>
          <w:iCs/>
          <w:szCs w:val="28"/>
        </w:rPr>
        <w:t>софинансирования</w:t>
      </w:r>
      <w:proofErr w:type="spellEnd"/>
      <w:r w:rsidRPr="0008273D">
        <w:rPr>
          <w:rFonts w:eastAsia="Calibri"/>
          <w:bCs/>
          <w:iCs/>
          <w:szCs w:val="28"/>
        </w:rPr>
        <w:t xml:space="preserve"> расходных обязательств Ярославской области </w:t>
      </w:r>
      <w:r w:rsidR="00C75392">
        <w:rPr>
          <w:rFonts w:eastAsia="Calibri"/>
          <w:bCs/>
          <w:iCs/>
          <w:szCs w:val="28"/>
        </w:rPr>
        <w:t xml:space="preserve">по назначению и выплате </w:t>
      </w:r>
      <w:r w:rsidR="00C75392" w:rsidRPr="00C75392">
        <w:rPr>
          <w:rFonts w:eastAsia="Calibri"/>
          <w:bCs/>
          <w:iCs/>
          <w:szCs w:val="28"/>
        </w:rPr>
        <w:t xml:space="preserve">ежемесячного пособия в связи с рождением и воспитанием ребенка </w:t>
      </w:r>
      <w:r w:rsidRPr="0008273D">
        <w:rPr>
          <w:rFonts w:eastAsia="Calibri"/>
          <w:bCs/>
          <w:iCs/>
          <w:szCs w:val="28"/>
        </w:rPr>
        <w:t xml:space="preserve">за счет бюджетных ассигнований федерального бюджета полномочия по </w:t>
      </w:r>
      <w:r w:rsidR="00C75392">
        <w:rPr>
          <w:rFonts w:eastAsia="Calibri"/>
          <w:bCs/>
          <w:iCs/>
          <w:szCs w:val="28"/>
        </w:rPr>
        <w:t xml:space="preserve">их </w:t>
      </w:r>
      <w:r w:rsidRPr="0008273D">
        <w:rPr>
          <w:rFonts w:eastAsia="Calibri"/>
          <w:bCs/>
          <w:iCs/>
          <w:szCs w:val="28"/>
        </w:rPr>
        <w:t>осуществлению проектом закона предлагается передать</w:t>
      </w:r>
      <w:r w:rsidR="00C75392">
        <w:rPr>
          <w:rFonts w:eastAsia="Calibri"/>
          <w:bCs/>
          <w:iCs/>
          <w:szCs w:val="28"/>
        </w:rPr>
        <w:t xml:space="preserve"> </w:t>
      </w:r>
      <w:r w:rsidR="00C75392" w:rsidRPr="009A2784">
        <w:rPr>
          <w:rFonts w:cs="Times New Roman"/>
          <w:bCs/>
          <w:szCs w:val="28"/>
        </w:rPr>
        <w:t>Фонду пенсионного и социального страхования Российской Федерации</w:t>
      </w:r>
      <w:r w:rsidRPr="0008273D">
        <w:rPr>
          <w:rFonts w:eastAsia="Calibri"/>
          <w:bCs/>
          <w:iCs/>
          <w:szCs w:val="28"/>
        </w:rPr>
        <w:t>.</w:t>
      </w:r>
    </w:p>
    <w:p w:rsidR="006B517D" w:rsidRPr="00C75392" w:rsidRDefault="0008273D" w:rsidP="00C75392">
      <w:pPr>
        <w:rPr>
          <w:rFonts w:eastAsia="Calibri"/>
          <w:bCs/>
          <w:iCs/>
          <w:szCs w:val="28"/>
        </w:rPr>
      </w:pPr>
      <w:r w:rsidRPr="0008273D">
        <w:rPr>
          <w:rFonts w:eastAsia="Calibri"/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08273D">
        <w:rPr>
          <w:rFonts w:eastAsia="Calibri"/>
          <w:bCs/>
          <w:iCs/>
          <w:szCs w:val="28"/>
        </w:rPr>
        <w:t>утратившими</w:t>
      </w:r>
      <w:proofErr w:type="gramEnd"/>
      <w:r w:rsidRPr="0008273D">
        <w:rPr>
          <w:rFonts w:eastAsia="Calibri"/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B517D" w:rsidRPr="00C75392" w:rsidSect="00557039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B8" w:rsidRDefault="00FC00B8" w:rsidP="00FD5A9F">
      <w:r>
        <w:separator/>
      </w:r>
    </w:p>
  </w:endnote>
  <w:endnote w:type="continuationSeparator" w:id="0">
    <w:p w:rsidR="00FC00B8" w:rsidRDefault="00FC00B8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B8" w:rsidRDefault="00FC00B8" w:rsidP="00FD5A9F">
      <w:r>
        <w:separator/>
      </w:r>
    </w:p>
  </w:footnote>
  <w:footnote w:type="continuationSeparator" w:id="0">
    <w:p w:rsidR="00FC00B8" w:rsidRDefault="00FC00B8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C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77E"/>
    <w:multiLevelType w:val="hybridMultilevel"/>
    <w:tmpl w:val="9976DABA"/>
    <w:lvl w:ilvl="0" w:tplc="341ED2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EFC5E3D"/>
    <w:multiLevelType w:val="hybridMultilevel"/>
    <w:tmpl w:val="F020AA84"/>
    <w:lvl w:ilvl="0" w:tplc="E94C8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8273D"/>
    <w:rsid w:val="00096FB2"/>
    <w:rsid w:val="000A21E4"/>
    <w:rsid w:val="000E1795"/>
    <w:rsid w:val="000F7B48"/>
    <w:rsid w:val="00153F61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D5798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455D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0C3"/>
    <w:rsid w:val="00572447"/>
    <w:rsid w:val="00575E5D"/>
    <w:rsid w:val="00582BBB"/>
    <w:rsid w:val="005874F9"/>
    <w:rsid w:val="005A280D"/>
    <w:rsid w:val="005A4C2A"/>
    <w:rsid w:val="005A59F8"/>
    <w:rsid w:val="005A696D"/>
    <w:rsid w:val="005C4A95"/>
    <w:rsid w:val="005E39B7"/>
    <w:rsid w:val="005E3C19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BD9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02B04"/>
    <w:rsid w:val="00752032"/>
    <w:rsid w:val="00757DCC"/>
    <w:rsid w:val="00766153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31824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773C2"/>
    <w:rsid w:val="009A2784"/>
    <w:rsid w:val="009C1341"/>
    <w:rsid w:val="009C3017"/>
    <w:rsid w:val="009C3478"/>
    <w:rsid w:val="00A120C8"/>
    <w:rsid w:val="00A1780D"/>
    <w:rsid w:val="00A2459C"/>
    <w:rsid w:val="00A26F88"/>
    <w:rsid w:val="00A61FC7"/>
    <w:rsid w:val="00A912ED"/>
    <w:rsid w:val="00AA20DB"/>
    <w:rsid w:val="00AA2B55"/>
    <w:rsid w:val="00AC76B2"/>
    <w:rsid w:val="00AD5372"/>
    <w:rsid w:val="00AE0B83"/>
    <w:rsid w:val="00B14368"/>
    <w:rsid w:val="00B2155B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65794"/>
    <w:rsid w:val="00C70269"/>
    <w:rsid w:val="00C75392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25A3A"/>
    <w:rsid w:val="00D4384F"/>
    <w:rsid w:val="00D50F0A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E3625"/>
    <w:rsid w:val="00DE3B99"/>
    <w:rsid w:val="00DF216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3EAD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37B1C"/>
    <w:rsid w:val="00F43A81"/>
    <w:rsid w:val="00F46E81"/>
    <w:rsid w:val="00F54C04"/>
    <w:rsid w:val="00F60C90"/>
    <w:rsid w:val="00F8497E"/>
    <w:rsid w:val="00F87DB5"/>
    <w:rsid w:val="00F96C47"/>
    <w:rsid w:val="00FC00B8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BB3C89499A2AEB95DBC07637B6923E2A3B187B1133EC4DB5C5ECCE0BA6FA1F7654A2D3E3BD22980056DC19FC6Bt2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13</cp:revision>
  <cp:lastPrinted>2022-12-08T12:15:00Z</cp:lastPrinted>
  <dcterms:created xsi:type="dcterms:W3CDTF">2022-12-06T14:57:00Z</dcterms:created>
  <dcterms:modified xsi:type="dcterms:W3CDTF">2022-12-13T13:39:00Z</dcterms:modified>
</cp:coreProperties>
</file>