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54385" w:rsidTr="00E54385">
        <w:tc>
          <w:tcPr>
            <w:tcW w:w="426" w:type="dxa"/>
            <w:vAlign w:val="bottom"/>
            <w:hideMark/>
          </w:tcPr>
          <w:p w:rsidR="00E54385" w:rsidRDefault="00E54385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54385" w:rsidRDefault="00E54385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31.05.2022</w:t>
            </w:r>
          </w:p>
        </w:tc>
        <w:tc>
          <w:tcPr>
            <w:tcW w:w="4111" w:type="dxa"/>
            <w:vAlign w:val="bottom"/>
          </w:tcPr>
          <w:p w:rsidR="00E54385" w:rsidRDefault="00E54385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E54385" w:rsidRDefault="00E54385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54385" w:rsidRDefault="00E54385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9</w:t>
            </w:r>
            <w:r>
              <w:rPr>
                <w:sz w:val="28"/>
                <w:lang w:eastAsia="en-US"/>
              </w:rPr>
              <w:t>6</w:t>
            </w:r>
            <w:bookmarkStart w:id="0" w:name="_GoBack"/>
            <w:bookmarkEnd w:id="0"/>
          </w:p>
        </w:tc>
      </w:tr>
    </w:tbl>
    <w:p w:rsidR="00937256" w:rsidRPr="00937256" w:rsidRDefault="00937256" w:rsidP="00B04CE7">
      <w:pPr>
        <w:rPr>
          <w:sz w:val="28"/>
          <w:szCs w:val="28"/>
        </w:rPr>
      </w:pPr>
    </w:p>
    <w:p w:rsidR="00937256" w:rsidRPr="00937256" w:rsidRDefault="00937256" w:rsidP="00B04CE7">
      <w:pPr>
        <w:rPr>
          <w:sz w:val="28"/>
          <w:szCs w:val="28"/>
        </w:rPr>
      </w:pPr>
    </w:p>
    <w:p w:rsidR="00B04CE7" w:rsidRPr="00937256" w:rsidRDefault="00B04CE7" w:rsidP="00B04CE7">
      <w:pPr>
        <w:rPr>
          <w:sz w:val="28"/>
          <w:szCs w:val="28"/>
        </w:rPr>
      </w:pPr>
      <w:r w:rsidRPr="00937256">
        <w:rPr>
          <w:sz w:val="28"/>
          <w:szCs w:val="28"/>
        </w:rPr>
        <w:t xml:space="preserve">О назначении </w:t>
      </w:r>
    </w:p>
    <w:p w:rsidR="00AA58DB" w:rsidRPr="00937256" w:rsidRDefault="00AA58DB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937256">
        <w:rPr>
          <w:sz w:val="28"/>
          <w:szCs w:val="28"/>
        </w:rPr>
        <w:t>Гусев</w:t>
      </w:r>
      <w:r w:rsidR="001F7980" w:rsidRPr="00937256">
        <w:rPr>
          <w:sz w:val="28"/>
          <w:szCs w:val="28"/>
        </w:rPr>
        <w:t>ой</w:t>
      </w:r>
      <w:r w:rsidRPr="00937256">
        <w:rPr>
          <w:sz w:val="28"/>
          <w:szCs w:val="28"/>
        </w:rPr>
        <w:t xml:space="preserve"> Анн</w:t>
      </w:r>
      <w:r w:rsidR="001F7980" w:rsidRPr="00937256">
        <w:rPr>
          <w:sz w:val="28"/>
          <w:szCs w:val="28"/>
        </w:rPr>
        <w:t>ы</w:t>
      </w:r>
      <w:r w:rsidRPr="00937256">
        <w:rPr>
          <w:sz w:val="28"/>
          <w:szCs w:val="28"/>
        </w:rPr>
        <w:t xml:space="preserve"> Викторовн</w:t>
      </w:r>
      <w:r w:rsidR="001F7980" w:rsidRPr="00937256">
        <w:rPr>
          <w:sz w:val="28"/>
          <w:szCs w:val="28"/>
        </w:rPr>
        <w:t>ы</w:t>
      </w:r>
      <w:r w:rsidRPr="00937256">
        <w:rPr>
          <w:sz w:val="28"/>
          <w:szCs w:val="28"/>
        </w:rPr>
        <w:t xml:space="preserve"> </w:t>
      </w:r>
    </w:p>
    <w:p w:rsidR="00B04CE7" w:rsidRPr="00937256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937256">
        <w:rPr>
          <w:sz w:val="28"/>
          <w:szCs w:val="28"/>
        </w:rPr>
        <w:t xml:space="preserve">на должность мирового судьи </w:t>
      </w:r>
    </w:p>
    <w:p w:rsidR="005C16F6" w:rsidRPr="00937256" w:rsidRDefault="005C16F6" w:rsidP="005C16F6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  <w:r w:rsidRPr="00937256">
        <w:rPr>
          <w:sz w:val="28"/>
          <w:szCs w:val="28"/>
        </w:rPr>
        <w:t xml:space="preserve">в Ленинский судебный район </w:t>
      </w:r>
    </w:p>
    <w:p w:rsidR="00040B4B" w:rsidRPr="00937256" w:rsidRDefault="005C16F6" w:rsidP="005C16F6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  <w:r w:rsidRPr="00937256">
        <w:rPr>
          <w:sz w:val="28"/>
          <w:szCs w:val="28"/>
        </w:rPr>
        <w:t>г</w:t>
      </w:r>
      <w:r w:rsidR="00612BAE" w:rsidRPr="00937256">
        <w:rPr>
          <w:sz w:val="28"/>
          <w:szCs w:val="28"/>
        </w:rPr>
        <w:t xml:space="preserve">. </w:t>
      </w:r>
      <w:r w:rsidRPr="00937256">
        <w:rPr>
          <w:sz w:val="28"/>
          <w:szCs w:val="28"/>
        </w:rPr>
        <w:t>Ярославля на судебный участок №</w:t>
      </w:r>
      <w:r w:rsidR="00AA58DB" w:rsidRPr="00937256">
        <w:rPr>
          <w:sz w:val="28"/>
          <w:szCs w:val="28"/>
        </w:rPr>
        <w:t xml:space="preserve"> 4</w:t>
      </w:r>
    </w:p>
    <w:p w:rsidR="005C16F6" w:rsidRPr="00937256" w:rsidRDefault="005C16F6" w:rsidP="002922AE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960D4F" w:rsidRPr="00937256" w:rsidRDefault="00960D4F" w:rsidP="002922AE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BE62D3" w:rsidRPr="00937256" w:rsidRDefault="00C20B0A" w:rsidP="00960D4F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937256">
        <w:rPr>
          <w:sz w:val="28"/>
          <w:szCs w:val="28"/>
        </w:rPr>
        <w:t xml:space="preserve">Рассмотрев представление председателя Ярославского областного суда Крайнова А.А. </w:t>
      </w:r>
      <w:r w:rsidR="00B04CE7" w:rsidRPr="00937256">
        <w:rPr>
          <w:sz w:val="28"/>
          <w:szCs w:val="28"/>
        </w:rPr>
        <w:t xml:space="preserve">о назначении </w:t>
      </w:r>
      <w:r w:rsidR="004D1C12" w:rsidRPr="00937256">
        <w:rPr>
          <w:sz w:val="28"/>
          <w:szCs w:val="28"/>
        </w:rPr>
        <w:t>Гусевой Анны Викторовны</w:t>
      </w:r>
      <w:r w:rsidR="005C16F6" w:rsidRPr="00937256">
        <w:rPr>
          <w:sz w:val="28"/>
          <w:szCs w:val="28"/>
        </w:rPr>
        <w:t xml:space="preserve"> </w:t>
      </w:r>
      <w:r w:rsidR="00B04CE7" w:rsidRPr="00937256">
        <w:rPr>
          <w:sz w:val="28"/>
          <w:szCs w:val="28"/>
        </w:rPr>
        <w:t>на должность мир</w:t>
      </w:r>
      <w:r w:rsidR="00B04CE7" w:rsidRPr="00937256">
        <w:rPr>
          <w:sz w:val="28"/>
          <w:szCs w:val="28"/>
        </w:rPr>
        <w:t>о</w:t>
      </w:r>
      <w:r w:rsidR="00B04CE7" w:rsidRPr="00937256">
        <w:rPr>
          <w:sz w:val="28"/>
          <w:szCs w:val="28"/>
        </w:rPr>
        <w:t xml:space="preserve">вого судьи </w:t>
      </w:r>
      <w:r w:rsidR="005C16F6" w:rsidRPr="00937256">
        <w:rPr>
          <w:sz w:val="28"/>
          <w:szCs w:val="28"/>
        </w:rPr>
        <w:t>в Ленинский судебный район г</w:t>
      </w:r>
      <w:r w:rsidR="00612BAE" w:rsidRPr="00937256">
        <w:rPr>
          <w:sz w:val="28"/>
          <w:szCs w:val="28"/>
        </w:rPr>
        <w:t>.</w:t>
      </w:r>
      <w:r w:rsidR="005C16F6" w:rsidRPr="00937256">
        <w:rPr>
          <w:sz w:val="28"/>
          <w:szCs w:val="28"/>
        </w:rPr>
        <w:t xml:space="preserve"> Ярославля на судебный участок № </w:t>
      </w:r>
      <w:r w:rsidR="004D1C12" w:rsidRPr="00937256">
        <w:rPr>
          <w:sz w:val="28"/>
          <w:szCs w:val="28"/>
        </w:rPr>
        <w:t>4</w:t>
      </w:r>
      <w:r w:rsidR="00B04CE7" w:rsidRPr="00937256">
        <w:rPr>
          <w:sz w:val="28"/>
          <w:szCs w:val="28"/>
        </w:rPr>
        <w:t xml:space="preserve">, в соответствии с пунктом </w:t>
      </w:r>
      <w:r w:rsidR="00596B15">
        <w:rPr>
          <w:sz w:val="28"/>
          <w:szCs w:val="28"/>
        </w:rPr>
        <w:t>9</w:t>
      </w:r>
      <w:r w:rsidR="00B04CE7" w:rsidRPr="00937256">
        <w:rPr>
          <w:sz w:val="28"/>
          <w:szCs w:val="28"/>
        </w:rPr>
        <w:t xml:space="preserve"> статьи 26 Устава Ярославской области и статьей 7 Закона Ярославской области «О мировых судьях в Ярославской о</w:t>
      </w:r>
      <w:r w:rsidR="00B04CE7" w:rsidRPr="00937256">
        <w:rPr>
          <w:sz w:val="28"/>
          <w:szCs w:val="28"/>
        </w:rPr>
        <w:t>б</w:t>
      </w:r>
      <w:r w:rsidR="00B04CE7" w:rsidRPr="00937256">
        <w:rPr>
          <w:sz w:val="28"/>
          <w:szCs w:val="28"/>
        </w:rPr>
        <w:t>ласти»</w:t>
      </w:r>
      <w:r w:rsidR="008B7A81" w:rsidRPr="00937256">
        <w:rPr>
          <w:sz w:val="28"/>
          <w:szCs w:val="28"/>
        </w:rPr>
        <w:t xml:space="preserve"> </w:t>
      </w:r>
      <w:r w:rsidR="00BE62D3" w:rsidRPr="00937256">
        <w:rPr>
          <w:sz w:val="28"/>
          <w:szCs w:val="28"/>
        </w:rPr>
        <w:t>Ярославская областная Дума</w:t>
      </w:r>
    </w:p>
    <w:p w:rsidR="00EB39D0" w:rsidRPr="00937256" w:rsidRDefault="00EB39D0" w:rsidP="00147428">
      <w:pPr>
        <w:ind w:firstLine="709"/>
        <w:jc w:val="both"/>
        <w:rPr>
          <w:sz w:val="28"/>
          <w:szCs w:val="28"/>
        </w:rPr>
      </w:pPr>
    </w:p>
    <w:p w:rsidR="00127523" w:rsidRPr="00937256" w:rsidRDefault="00127523" w:rsidP="00937256">
      <w:pPr>
        <w:jc w:val="center"/>
        <w:rPr>
          <w:b/>
          <w:sz w:val="28"/>
          <w:szCs w:val="28"/>
        </w:rPr>
      </w:pPr>
      <w:proofErr w:type="gramStart"/>
      <w:r w:rsidRPr="00937256">
        <w:rPr>
          <w:b/>
          <w:sz w:val="28"/>
          <w:szCs w:val="28"/>
        </w:rPr>
        <w:t>П</w:t>
      </w:r>
      <w:proofErr w:type="gramEnd"/>
      <w:r w:rsidRPr="00937256">
        <w:rPr>
          <w:b/>
          <w:sz w:val="28"/>
          <w:szCs w:val="28"/>
        </w:rPr>
        <w:t xml:space="preserve"> О С Т А Н О В И Л А:</w:t>
      </w:r>
    </w:p>
    <w:p w:rsidR="00127523" w:rsidRPr="00937256" w:rsidRDefault="00127523" w:rsidP="00BC1DE9">
      <w:pPr>
        <w:ind w:firstLine="709"/>
        <w:jc w:val="center"/>
        <w:rPr>
          <w:sz w:val="28"/>
          <w:szCs w:val="28"/>
        </w:rPr>
      </w:pPr>
    </w:p>
    <w:p w:rsidR="00C20B0A" w:rsidRPr="00937256" w:rsidRDefault="00C20B0A" w:rsidP="00C20B0A">
      <w:pPr>
        <w:pStyle w:val="20"/>
        <w:rPr>
          <w:szCs w:val="28"/>
        </w:rPr>
      </w:pPr>
      <w:r w:rsidRPr="00937256">
        <w:rPr>
          <w:szCs w:val="28"/>
        </w:rPr>
        <w:t>1. Назначить Гусеву Анну Викторовну на должность мирового судьи в Ленинский судебный район г</w:t>
      </w:r>
      <w:r w:rsidR="00612BAE" w:rsidRPr="00937256">
        <w:rPr>
          <w:szCs w:val="28"/>
        </w:rPr>
        <w:t>.</w:t>
      </w:r>
      <w:r w:rsidRPr="00937256">
        <w:rPr>
          <w:szCs w:val="28"/>
        </w:rPr>
        <w:t xml:space="preserve"> Ярославля на судебный участок № 4 без огр</w:t>
      </w:r>
      <w:r w:rsidRPr="00937256">
        <w:rPr>
          <w:szCs w:val="28"/>
        </w:rPr>
        <w:t>а</w:t>
      </w:r>
      <w:r w:rsidRPr="00937256">
        <w:rPr>
          <w:szCs w:val="28"/>
        </w:rPr>
        <w:t>ничения срока полномочий.</w:t>
      </w:r>
    </w:p>
    <w:p w:rsidR="00C20B0A" w:rsidRPr="00937256" w:rsidRDefault="00C20B0A" w:rsidP="00C20B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256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937256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937256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937256">
        <w:rPr>
          <w:rFonts w:ascii="Times New Roman" w:hAnsi="Times New Roman" w:cs="Times New Roman"/>
          <w:sz w:val="28"/>
          <w:szCs w:val="28"/>
        </w:rPr>
        <w:t>о</w:t>
      </w:r>
      <w:r w:rsidRPr="00937256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937256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93725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37256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93725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37256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93725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3725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37256">
        <w:rPr>
          <w:rFonts w:ascii="Times New Roman" w:hAnsi="Times New Roman" w:cs="Times New Roman"/>
          <w:sz w:val="28"/>
          <w:szCs w:val="28"/>
        </w:rPr>
        <w:t>).</w:t>
      </w:r>
    </w:p>
    <w:p w:rsidR="004657DF" w:rsidRPr="00937256" w:rsidRDefault="004657DF" w:rsidP="004657DF">
      <w:pPr>
        <w:rPr>
          <w:sz w:val="28"/>
          <w:szCs w:val="28"/>
        </w:rPr>
      </w:pPr>
    </w:p>
    <w:p w:rsidR="00040B4B" w:rsidRPr="00937256" w:rsidRDefault="00040B4B" w:rsidP="004657DF">
      <w:pPr>
        <w:rPr>
          <w:sz w:val="28"/>
          <w:szCs w:val="28"/>
        </w:rPr>
      </w:pPr>
    </w:p>
    <w:p w:rsidR="00211292" w:rsidRPr="00937256" w:rsidRDefault="00211292" w:rsidP="004657DF">
      <w:pPr>
        <w:rPr>
          <w:sz w:val="28"/>
          <w:szCs w:val="28"/>
        </w:rPr>
      </w:pPr>
    </w:p>
    <w:p w:rsidR="00CF31BF" w:rsidRPr="00937256" w:rsidRDefault="00CF31BF" w:rsidP="00CF31BF">
      <w:pPr>
        <w:jc w:val="both"/>
        <w:rPr>
          <w:sz w:val="28"/>
          <w:szCs w:val="28"/>
        </w:rPr>
      </w:pPr>
      <w:r w:rsidRPr="00937256">
        <w:rPr>
          <w:sz w:val="28"/>
          <w:szCs w:val="28"/>
        </w:rPr>
        <w:t>Председатель</w:t>
      </w:r>
    </w:p>
    <w:p w:rsidR="00127523" w:rsidRPr="00937256" w:rsidRDefault="00CF31BF" w:rsidP="00937256">
      <w:pPr>
        <w:jc w:val="both"/>
        <w:rPr>
          <w:sz w:val="28"/>
          <w:szCs w:val="28"/>
        </w:rPr>
      </w:pPr>
      <w:r w:rsidRPr="00937256">
        <w:rPr>
          <w:sz w:val="28"/>
          <w:szCs w:val="28"/>
        </w:rPr>
        <w:t>Ярославской областной Думы</w:t>
      </w:r>
      <w:r w:rsidRPr="00937256">
        <w:rPr>
          <w:sz w:val="28"/>
          <w:szCs w:val="28"/>
        </w:rPr>
        <w:tab/>
      </w:r>
      <w:r w:rsidRPr="00937256">
        <w:rPr>
          <w:sz w:val="28"/>
          <w:szCs w:val="28"/>
        </w:rPr>
        <w:tab/>
      </w:r>
      <w:r w:rsidRPr="00937256">
        <w:rPr>
          <w:sz w:val="28"/>
          <w:szCs w:val="28"/>
        </w:rPr>
        <w:tab/>
      </w:r>
      <w:r w:rsidRPr="00937256">
        <w:rPr>
          <w:sz w:val="28"/>
          <w:szCs w:val="28"/>
        </w:rPr>
        <w:tab/>
      </w:r>
      <w:r w:rsidRPr="00937256">
        <w:rPr>
          <w:sz w:val="28"/>
          <w:szCs w:val="28"/>
        </w:rPr>
        <w:tab/>
      </w:r>
      <w:r w:rsidR="00937256">
        <w:rPr>
          <w:sz w:val="28"/>
          <w:szCs w:val="28"/>
        </w:rPr>
        <w:t xml:space="preserve">  </w:t>
      </w:r>
      <w:r w:rsidR="00490516" w:rsidRPr="00937256">
        <w:rPr>
          <w:sz w:val="28"/>
          <w:szCs w:val="28"/>
        </w:rPr>
        <w:t>М.В.</w:t>
      </w:r>
      <w:r w:rsidR="00BE62D3" w:rsidRPr="00937256">
        <w:rPr>
          <w:sz w:val="28"/>
          <w:szCs w:val="28"/>
        </w:rPr>
        <w:t xml:space="preserve"> </w:t>
      </w:r>
      <w:r w:rsidR="00490516" w:rsidRPr="00937256">
        <w:rPr>
          <w:sz w:val="28"/>
          <w:szCs w:val="28"/>
        </w:rPr>
        <w:t>Боровицкий</w:t>
      </w:r>
    </w:p>
    <w:sectPr w:rsidR="00127523" w:rsidRPr="00937256" w:rsidSect="00937256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0B4B"/>
    <w:rsid w:val="000450C6"/>
    <w:rsid w:val="00047F42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47428"/>
    <w:rsid w:val="001734D6"/>
    <w:rsid w:val="001939A4"/>
    <w:rsid w:val="001A6709"/>
    <w:rsid w:val="001C04A8"/>
    <w:rsid w:val="001C4D39"/>
    <w:rsid w:val="001F7980"/>
    <w:rsid w:val="00206785"/>
    <w:rsid w:val="00211292"/>
    <w:rsid w:val="00211740"/>
    <w:rsid w:val="00215119"/>
    <w:rsid w:val="0022263D"/>
    <w:rsid w:val="00260523"/>
    <w:rsid w:val="00262580"/>
    <w:rsid w:val="00262760"/>
    <w:rsid w:val="002922AE"/>
    <w:rsid w:val="002962F6"/>
    <w:rsid w:val="002A58A0"/>
    <w:rsid w:val="002B0DCD"/>
    <w:rsid w:val="002E234A"/>
    <w:rsid w:val="00313BEC"/>
    <w:rsid w:val="00317A46"/>
    <w:rsid w:val="00355ABD"/>
    <w:rsid w:val="0037176C"/>
    <w:rsid w:val="00371DA0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772F2"/>
    <w:rsid w:val="004851EF"/>
    <w:rsid w:val="00490516"/>
    <w:rsid w:val="00494382"/>
    <w:rsid w:val="004A4407"/>
    <w:rsid w:val="004A6139"/>
    <w:rsid w:val="004B0A92"/>
    <w:rsid w:val="004B4E1C"/>
    <w:rsid w:val="004D1C12"/>
    <w:rsid w:val="004F6B3D"/>
    <w:rsid w:val="005304CF"/>
    <w:rsid w:val="00542CEA"/>
    <w:rsid w:val="00543AC3"/>
    <w:rsid w:val="00552ED8"/>
    <w:rsid w:val="00583C2A"/>
    <w:rsid w:val="00596B15"/>
    <w:rsid w:val="005A192D"/>
    <w:rsid w:val="005C16F6"/>
    <w:rsid w:val="005C7548"/>
    <w:rsid w:val="005F3481"/>
    <w:rsid w:val="005F4B8A"/>
    <w:rsid w:val="005F7B3C"/>
    <w:rsid w:val="00612BAE"/>
    <w:rsid w:val="00622602"/>
    <w:rsid w:val="0062681E"/>
    <w:rsid w:val="006417F8"/>
    <w:rsid w:val="006E2031"/>
    <w:rsid w:val="006F4AF7"/>
    <w:rsid w:val="0071597C"/>
    <w:rsid w:val="007459DC"/>
    <w:rsid w:val="007A1E91"/>
    <w:rsid w:val="007B30A5"/>
    <w:rsid w:val="007C6F14"/>
    <w:rsid w:val="00800219"/>
    <w:rsid w:val="008006F8"/>
    <w:rsid w:val="00800C91"/>
    <w:rsid w:val="008028E0"/>
    <w:rsid w:val="00802998"/>
    <w:rsid w:val="0080676A"/>
    <w:rsid w:val="00852D55"/>
    <w:rsid w:val="008605CF"/>
    <w:rsid w:val="008817F5"/>
    <w:rsid w:val="00883129"/>
    <w:rsid w:val="008965B4"/>
    <w:rsid w:val="008A35B9"/>
    <w:rsid w:val="008B7A81"/>
    <w:rsid w:val="008C71F0"/>
    <w:rsid w:val="00937256"/>
    <w:rsid w:val="0095027D"/>
    <w:rsid w:val="009532B0"/>
    <w:rsid w:val="00960D4F"/>
    <w:rsid w:val="009637DD"/>
    <w:rsid w:val="0097545E"/>
    <w:rsid w:val="00997E0D"/>
    <w:rsid w:val="009F1883"/>
    <w:rsid w:val="00A1532D"/>
    <w:rsid w:val="00A34F28"/>
    <w:rsid w:val="00A4409E"/>
    <w:rsid w:val="00A6335A"/>
    <w:rsid w:val="00A74A54"/>
    <w:rsid w:val="00A86518"/>
    <w:rsid w:val="00AA58DB"/>
    <w:rsid w:val="00AB084B"/>
    <w:rsid w:val="00AB08B2"/>
    <w:rsid w:val="00AB5DE6"/>
    <w:rsid w:val="00AC190A"/>
    <w:rsid w:val="00AC7106"/>
    <w:rsid w:val="00AD5705"/>
    <w:rsid w:val="00AF3E15"/>
    <w:rsid w:val="00B04CE7"/>
    <w:rsid w:val="00B14703"/>
    <w:rsid w:val="00B424BA"/>
    <w:rsid w:val="00BC1DE9"/>
    <w:rsid w:val="00BE62D3"/>
    <w:rsid w:val="00C20B0A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73CDD"/>
    <w:rsid w:val="00D812EA"/>
    <w:rsid w:val="00DB6464"/>
    <w:rsid w:val="00DC54E8"/>
    <w:rsid w:val="00DD59BB"/>
    <w:rsid w:val="00E03801"/>
    <w:rsid w:val="00E07DDF"/>
    <w:rsid w:val="00E54385"/>
    <w:rsid w:val="00E57CBB"/>
    <w:rsid w:val="00E67DA2"/>
    <w:rsid w:val="00E73527"/>
    <w:rsid w:val="00E80978"/>
    <w:rsid w:val="00EB071D"/>
    <w:rsid w:val="00EB39D0"/>
    <w:rsid w:val="00EC6C6D"/>
    <w:rsid w:val="00EE18B3"/>
    <w:rsid w:val="00EF6C0A"/>
    <w:rsid w:val="00F10A35"/>
    <w:rsid w:val="00F16F52"/>
    <w:rsid w:val="00F325B8"/>
    <w:rsid w:val="00F731C9"/>
    <w:rsid w:val="00F869EA"/>
    <w:rsid w:val="00F86C24"/>
    <w:rsid w:val="00FA3779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C20B0A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C20B0A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F5AD7-DF2D-4889-AFA1-8A515DF5E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96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49</cp:revision>
  <cp:lastPrinted>2017-04-20T10:53:00Z</cp:lastPrinted>
  <dcterms:created xsi:type="dcterms:W3CDTF">2015-04-08T08:46:00Z</dcterms:created>
  <dcterms:modified xsi:type="dcterms:W3CDTF">2022-05-31T10:30:00Z</dcterms:modified>
</cp:coreProperties>
</file>