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64C" w:rsidRDefault="003A164C" w:rsidP="003A164C">
      <w:pPr>
        <w:pStyle w:val="3"/>
      </w:pPr>
      <w:r w:rsidRPr="00BF70EB">
        <w:t>Проект вносит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 w:rsidRPr="00BF70EB">
        <w:rPr>
          <w:b/>
          <w:bCs/>
          <w:sz w:val="20"/>
        </w:rPr>
        <w:t>Губернатор Ярославской области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</w:p>
    <w:p w:rsidR="00322E70" w:rsidRPr="00BF70EB" w:rsidRDefault="003437E5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Евраев</w:t>
      </w:r>
      <w:r w:rsidR="002B33BE" w:rsidRPr="002B33BE">
        <w:rPr>
          <w:b/>
          <w:bCs/>
          <w:sz w:val="20"/>
        </w:rPr>
        <w:t xml:space="preserve"> </w:t>
      </w:r>
      <w:r w:rsidR="002B33BE">
        <w:rPr>
          <w:b/>
          <w:bCs/>
          <w:sz w:val="20"/>
        </w:rPr>
        <w:t>М</w:t>
      </w:r>
      <w:r w:rsidR="002B33BE" w:rsidRPr="00BF70EB">
        <w:rPr>
          <w:b/>
          <w:bCs/>
          <w:sz w:val="20"/>
        </w:rPr>
        <w:t>.</w:t>
      </w:r>
      <w:r w:rsidR="002B33BE">
        <w:rPr>
          <w:b/>
          <w:bCs/>
          <w:sz w:val="20"/>
        </w:rPr>
        <w:t>Я</w:t>
      </w:r>
      <w:r w:rsidR="002B33BE" w:rsidRPr="00BF70EB">
        <w:rPr>
          <w:b/>
          <w:bCs/>
          <w:sz w:val="20"/>
        </w:rPr>
        <w:t>.</w:t>
      </w:r>
    </w:p>
    <w:p w:rsidR="00757A1E" w:rsidRPr="00BF70EB" w:rsidRDefault="00401AFD" w:rsidP="005D00B0">
      <w:pPr>
        <w:jc w:val="center"/>
        <w:rPr>
          <w:b/>
          <w:sz w:val="36"/>
          <w:szCs w:val="36"/>
        </w:rPr>
      </w:pPr>
      <w:r w:rsidRPr="00BF70EB">
        <w:rPr>
          <w:noProof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B0" w:rsidRPr="00BF70EB" w:rsidRDefault="005D00B0" w:rsidP="005D00B0">
      <w:pPr>
        <w:pStyle w:val="18"/>
      </w:pPr>
      <w:r w:rsidRPr="00BF70EB">
        <w:t>З А К О Н</w:t>
      </w:r>
    </w:p>
    <w:p w:rsidR="005D00B0" w:rsidRPr="00BF70EB" w:rsidRDefault="005D00B0" w:rsidP="005D00B0">
      <w:pPr>
        <w:pStyle w:val="ad"/>
      </w:pPr>
      <w:r w:rsidRPr="00BF70EB">
        <w:t>ЯРОСЛАВСКОЙ ОБЛАСТИ</w:t>
      </w:r>
    </w:p>
    <w:p w:rsidR="0000543C" w:rsidRPr="00BF70EB" w:rsidRDefault="0000543C" w:rsidP="008C0C4A">
      <w:pPr>
        <w:pStyle w:val="ad"/>
      </w:pPr>
    </w:p>
    <w:p w:rsidR="00D4704E" w:rsidRPr="00BF70EB" w:rsidRDefault="00CF275E" w:rsidP="008C0C4A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 xml:space="preserve">О бюджете </w:t>
      </w:r>
      <w:r w:rsidR="00E576B5" w:rsidRPr="00BF70EB">
        <w:rPr>
          <w:b/>
          <w:sz w:val="28"/>
          <w:szCs w:val="28"/>
        </w:rPr>
        <w:t>Т</w:t>
      </w:r>
      <w:r w:rsidRPr="00BF70EB">
        <w:rPr>
          <w:b/>
          <w:sz w:val="28"/>
          <w:szCs w:val="28"/>
        </w:rPr>
        <w:t>ерриториального фонда</w:t>
      </w:r>
      <w:r w:rsidR="0000543C" w:rsidRPr="00BF70EB">
        <w:rPr>
          <w:b/>
          <w:sz w:val="28"/>
          <w:szCs w:val="28"/>
        </w:rPr>
        <w:t xml:space="preserve"> обязательного</w:t>
      </w:r>
    </w:p>
    <w:p w:rsidR="00D4704E" w:rsidRPr="00BF70EB" w:rsidRDefault="00CF275E" w:rsidP="008C0C4A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медицинского страхования Ярославской области</w:t>
      </w:r>
    </w:p>
    <w:p w:rsidR="00CF275E" w:rsidRPr="00BF70EB" w:rsidRDefault="00217101" w:rsidP="008C0C4A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на 202</w:t>
      </w:r>
      <w:r w:rsidR="008D405B">
        <w:rPr>
          <w:b/>
          <w:sz w:val="28"/>
          <w:szCs w:val="28"/>
        </w:rPr>
        <w:t>5</w:t>
      </w:r>
      <w:r w:rsidR="00493483" w:rsidRPr="00BF70EB">
        <w:rPr>
          <w:b/>
          <w:sz w:val="28"/>
          <w:szCs w:val="28"/>
        </w:rPr>
        <w:t xml:space="preserve"> год</w:t>
      </w:r>
      <w:r w:rsidR="00D4704E" w:rsidRPr="00BF70EB">
        <w:rPr>
          <w:b/>
          <w:sz w:val="28"/>
          <w:szCs w:val="28"/>
        </w:rPr>
        <w:t xml:space="preserve"> </w:t>
      </w:r>
      <w:r w:rsidR="00493483" w:rsidRPr="00BF70EB">
        <w:rPr>
          <w:b/>
          <w:sz w:val="28"/>
          <w:szCs w:val="28"/>
        </w:rPr>
        <w:t>и на</w:t>
      </w:r>
      <w:r w:rsidR="00BF259D" w:rsidRPr="00BF70EB">
        <w:rPr>
          <w:b/>
          <w:sz w:val="28"/>
          <w:szCs w:val="28"/>
        </w:rPr>
        <w:t xml:space="preserve"> плановый период 20</w:t>
      </w:r>
      <w:r w:rsidR="00A96607" w:rsidRPr="00BF70EB">
        <w:rPr>
          <w:b/>
          <w:sz w:val="28"/>
          <w:szCs w:val="28"/>
        </w:rPr>
        <w:t>2</w:t>
      </w:r>
      <w:r w:rsidR="008D405B">
        <w:rPr>
          <w:b/>
          <w:sz w:val="28"/>
          <w:szCs w:val="28"/>
        </w:rPr>
        <w:t>6</w:t>
      </w:r>
      <w:r w:rsidR="00BF259D" w:rsidRPr="00BF70EB">
        <w:rPr>
          <w:b/>
          <w:sz w:val="28"/>
          <w:szCs w:val="28"/>
        </w:rPr>
        <w:t xml:space="preserve"> и </w:t>
      </w:r>
      <w:r w:rsidR="00DF4444" w:rsidRPr="00BF70EB">
        <w:rPr>
          <w:b/>
          <w:sz w:val="28"/>
          <w:szCs w:val="28"/>
        </w:rPr>
        <w:t>20</w:t>
      </w:r>
      <w:r w:rsidR="00287195" w:rsidRPr="00BF70EB">
        <w:rPr>
          <w:b/>
          <w:sz w:val="28"/>
          <w:szCs w:val="28"/>
        </w:rPr>
        <w:t>2</w:t>
      </w:r>
      <w:r w:rsidR="008D405B">
        <w:rPr>
          <w:b/>
          <w:sz w:val="28"/>
          <w:szCs w:val="28"/>
        </w:rPr>
        <w:t>7</w:t>
      </w:r>
      <w:r w:rsidR="00493483" w:rsidRPr="00BF70EB">
        <w:rPr>
          <w:b/>
          <w:sz w:val="28"/>
          <w:szCs w:val="28"/>
        </w:rPr>
        <w:t xml:space="preserve"> годов</w:t>
      </w:r>
    </w:p>
    <w:p w:rsidR="00E81918" w:rsidRPr="002B33BE" w:rsidRDefault="00E81918" w:rsidP="00B93617">
      <w:pPr>
        <w:ind w:firstLine="709"/>
        <w:jc w:val="center"/>
        <w:rPr>
          <w:b/>
        </w:rPr>
      </w:pPr>
    </w:p>
    <w:p w:rsidR="007E4618" w:rsidRPr="002B33BE" w:rsidRDefault="007E4618" w:rsidP="00232B64">
      <w:pPr>
        <w:pStyle w:val="ab"/>
        <w:rPr>
          <w:szCs w:val="24"/>
        </w:rPr>
      </w:pPr>
    </w:p>
    <w:p w:rsidR="00962CDD" w:rsidRPr="00BF70EB" w:rsidRDefault="00962CDD" w:rsidP="00232B64">
      <w:pPr>
        <w:pStyle w:val="ab"/>
        <w:rPr>
          <w:szCs w:val="24"/>
        </w:rPr>
      </w:pPr>
      <w:r w:rsidRPr="00BF70EB">
        <w:rPr>
          <w:szCs w:val="24"/>
        </w:rPr>
        <w:t>Принят Ярославской областной Думой</w:t>
      </w:r>
    </w:p>
    <w:p w:rsidR="00962CDD" w:rsidRPr="00BF70EB" w:rsidRDefault="00962CDD" w:rsidP="00232B64">
      <w:pPr>
        <w:pStyle w:val="ab"/>
        <w:rPr>
          <w:szCs w:val="24"/>
        </w:rPr>
      </w:pPr>
      <w:r w:rsidRPr="00BF70EB">
        <w:rPr>
          <w:szCs w:val="24"/>
        </w:rPr>
        <w:t>«____»_____________ 20</w:t>
      </w:r>
      <w:r w:rsidR="004E1AD6" w:rsidRPr="00BF70EB">
        <w:rPr>
          <w:szCs w:val="24"/>
        </w:rPr>
        <w:t>2</w:t>
      </w:r>
      <w:r w:rsidR="008D405B">
        <w:rPr>
          <w:szCs w:val="24"/>
        </w:rPr>
        <w:t>4</w:t>
      </w:r>
      <w:r w:rsidRPr="00BF70EB">
        <w:rPr>
          <w:szCs w:val="24"/>
        </w:rPr>
        <w:t xml:space="preserve"> года</w:t>
      </w:r>
    </w:p>
    <w:p w:rsidR="00962CDD" w:rsidRDefault="00962CDD" w:rsidP="00B93617">
      <w:pPr>
        <w:ind w:firstLine="709"/>
        <w:jc w:val="both"/>
      </w:pPr>
    </w:p>
    <w:p w:rsidR="002B33BE" w:rsidRPr="002B33BE" w:rsidRDefault="002B33BE" w:rsidP="00B93617">
      <w:pPr>
        <w:ind w:firstLine="709"/>
        <w:jc w:val="both"/>
      </w:pPr>
    </w:p>
    <w:p w:rsidR="00E43630" w:rsidRPr="00BF70EB" w:rsidRDefault="00E43630" w:rsidP="00C472B5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F70EB">
        <w:rPr>
          <w:sz w:val="28"/>
          <w:szCs w:val="28"/>
        </w:rPr>
        <w:t>Статья</w:t>
      </w:r>
      <w:r w:rsidR="00C60D5F" w:rsidRPr="00BF70EB">
        <w:rPr>
          <w:sz w:val="28"/>
          <w:szCs w:val="28"/>
        </w:rPr>
        <w:t> </w:t>
      </w:r>
      <w:r w:rsidRPr="00BF70EB">
        <w:rPr>
          <w:sz w:val="28"/>
          <w:szCs w:val="28"/>
        </w:rPr>
        <w:t>1.</w:t>
      </w:r>
      <w:r w:rsidR="00C60D5F" w:rsidRPr="00BF70EB">
        <w:rPr>
          <w:sz w:val="28"/>
          <w:szCs w:val="28"/>
        </w:rPr>
        <w:t> </w:t>
      </w:r>
      <w:r w:rsidRPr="00BF70EB">
        <w:rPr>
          <w:b/>
          <w:sz w:val="28"/>
          <w:szCs w:val="28"/>
        </w:rPr>
        <w:t>Основные характери</w:t>
      </w:r>
      <w:r w:rsidR="00E576B5" w:rsidRPr="00BF70EB">
        <w:rPr>
          <w:b/>
          <w:sz w:val="28"/>
          <w:szCs w:val="28"/>
        </w:rPr>
        <w:t>стики бюджета Т</w:t>
      </w:r>
      <w:r w:rsidRPr="00BF70EB">
        <w:rPr>
          <w:b/>
          <w:sz w:val="28"/>
          <w:szCs w:val="28"/>
        </w:rPr>
        <w:t>ерриториального фонда обязательного медицинского страхования</w:t>
      </w:r>
      <w:r w:rsidR="005A31DC" w:rsidRPr="00BF70EB">
        <w:rPr>
          <w:b/>
          <w:sz w:val="28"/>
          <w:szCs w:val="28"/>
        </w:rPr>
        <w:t xml:space="preserve"> Ярославской области</w:t>
      </w:r>
      <w:r w:rsidR="00D565F5" w:rsidRPr="00BF70EB">
        <w:rPr>
          <w:b/>
          <w:sz w:val="28"/>
          <w:szCs w:val="28"/>
        </w:rPr>
        <w:t xml:space="preserve"> </w:t>
      </w:r>
    </w:p>
    <w:p w:rsidR="00385A5D" w:rsidRPr="00BF70EB" w:rsidRDefault="00385A5D" w:rsidP="00C472B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1.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Территориального фонда обязательного медицинского страхования Ярославской области (далее</w:t>
      </w:r>
      <w:r w:rsidR="0090551A" w:rsidRPr="00BF70E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73D5D" w:rsidRPr="00BF70EB">
        <w:rPr>
          <w:rFonts w:ascii="Times New Roman" w:hAnsi="Times New Roman" w:cs="Times New Roman"/>
          <w:sz w:val="28"/>
          <w:szCs w:val="28"/>
        </w:rPr>
        <w:t>–</w:t>
      </w:r>
      <w:r w:rsidR="00217101" w:rsidRPr="00BF70EB">
        <w:rPr>
          <w:rFonts w:ascii="Times New Roman" w:hAnsi="Times New Roman" w:cs="Times New Roman"/>
          <w:sz w:val="28"/>
          <w:szCs w:val="28"/>
        </w:rPr>
        <w:t xml:space="preserve"> Фонд) на 202</w:t>
      </w:r>
      <w:r w:rsidR="008D405B">
        <w:rPr>
          <w:rFonts w:ascii="Times New Roman" w:hAnsi="Times New Roman" w:cs="Times New Roman"/>
          <w:sz w:val="28"/>
          <w:szCs w:val="28"/>
        </w:rPr>
        <w:t>5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в сумме</w:t>
      </w:r>
      <w:r w:rsidR="00673D5D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101BE8" w:rsidRPr="00101BE8">
        <w:rPr>
          <w:rFonts w:ascii="Times New Roman" w:hAnsi="Times New Roman" w:cs="Times New Roman"/>
          <w:sz w:val="28"/>
          <w:szCs w:val="28"/>
        </w:rPr>
        <w:t>27 730 621 500,0</w:t>
      </w:r>
      <w:r w:rsidR="00AD35A7" w:rsidRPr="00101BE8">
        <w:rPr>
          <w:rFonts w:ascii="Times New Roman" w:hAnsi="Times New Roman" w:cs="Times New Roman"/>
          <w:sz w:val="28"/>
          <w:szCs w:val="28"/>
        </w:rPr>
        <w:t xml:space="preserve">0 </w:t>
      </w:r>
      <w:r w:rsidR="00A13A55" w:rsidRPr="00101BE8">
        <w:rPr>
          <w:rFonts w:ascii="Times New Roman" w:hAnsi="Times New Roman" w:cs="Times New Roman"/>
          <w:sz w:val="28"/>
          <w:szCs w:val="28"/>
        </w:rPr>
        <w:t>рубл</w:t>
      </w:r>
      <w:r w:rsidR="00101BE8" w:rsidRPr="00101BE8">
        <w:rPr>
          <w:rFonts w:ascii="Times New Roman" w:hAnsi="Times New Roman" w:cs="Times New Roman"/>
          <w:sz w:val="28"/>
          <w:szCs w:val="28"/>
        </w:rPr>
        <w:t>я</w:t>
      </w:r>
      <w:r w:rsidRPr="00BF70EB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</w:t>
      </w:r>
      <w:r w:rsidR="001C3A8E" w:rsidRPr="00BF70EB">
        <w:rPr>
          <w:rFonts w:ascii="Times New Roman" w:hAnsi="Times New Roman" w:cs="Times New Roman"/>
          <w:sz w:val="28"/>
          <w:szCs w:val="28"/>
        </w:rPr>
        <w:t>получаемых</w:t>
      </w:r>
      <w:r w:rsidR="008D4FF0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6423F5" w:rsidRPr="00BF70EB">
        <w:rPr>
          <w:rFonts w:ascii="Times New Roman" w:hAnsi="Times New Roman" w:cs="Times New Roman"/>
          <w:sz w:val="28"/>
          <w:szCs w:val="28"/>
        </w:rPr>
        <w:t>из бюджета Федерального фонда обязательного медицинского страхования</w:t>
      </w:r>
      <w:r w:rsidR="00143D9D" w:rsidRPr="00BF70E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43D9D" w:rsidRPr="00BF70E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43D9D" w:rsidRPr="00BF70EB">
        <w:rPr>
          <w:rFonts w:ascii="Times New Roman" w:hAnsi="Times New Roman" w:cs="Times New Roman"/>
          <w:sz w:val="28"/>
          <w:szCs w:val="28"/>
        </w:rPr>
        <w:t xml:space="preserve">– ФОМС) </w:t>
      </w:r>
      <w:r w:rsidR="006423F5" w:rsidRPr="00BF70E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01BE8">
        <w:rPr>
          <w:rFonts w:ascii="Times New Roman" w:hAnsi="Times New Roman" w:cs="Times New Roman"/>
          <w:sz w:val="28"/>
          <w:szCs w:val="28"/>
        </w:rPr>
        <w:t>26 800 376 200,00</w:t>
      </w:r>
      <w:r w:rsidR="006423F5" w:rsidRPr="00BF70EB">
        <w:rPr>
          <w:rFonts w:ascii="Times New Roman" w:hAnsi="Times New Roman" w:cs="Times New Roman"/>
          <w:sz w:val="28"/>
          <w:szCs w:val="28"/>
        </w:rPr>
        <w:t xml:space="preserve"> 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322E70" w:rsidRPr="00BF70EB">
        <w:rPr>
          <w:rFonts w:ascii="Times New Roman" w:hAnsi="Times New Roman" w:cs="Times New Roman"/>
          <w:sz w:val="28"/>
          <w:szCs w:val="28"/>
        </w:rPr>
        <w:t xml:space="preserve"> и</w:t>
      </w:r>
      <w:r w:rsidR="006423F5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BF70EB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904A7A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101BE8">
        <w:rPr>
          <w:rFonts w:ascii="Times New Roman" w:hAnsi="Times New Roman" w:cs="Times New Roman"/>
          <w:sz w:val="28"/>
          <w:szCs w:val="28"/>
        </w:rPr>
        <w:t>866 446 200,00</w:t>
      </w:r>
      <w:r w:rsidR="00904A7A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Pr="00BF70EB">
        <w:rPr>
          <w:rFonts w:ascii="Times New Roman" w:hAnsi="Times New Roman" w:cs="Times New Roman"/>
          <w:sz w:val="28"/>
          <w:szCs w:val="28"/>
        </w:rPr>
        <w:t>;</w:t>
      </w:r>
    </w:p>
    <w:p w:rsidR="00385A5D" w:rsidRPr="00BF70EB" w:rsidRDefault="00385A5D" w:rsidP="00DD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Фонда в сумме </w:t>
      </w:r>
      <w:r w:rsidR="00101BE8">
        <w:rPr>
          <w:rFonts w:ascii="Times New Roman" w:hAnsi="Times New Roman" w:cs="Times New Roman"/>
          <w:sz w:val="28"/>
          <w:szCs w:val="28"/>
        </w:rPr>
        <w:t>27 730 621 500,00</w:t>
      </w:r>
      <w:r w:rsidR="002B33BE">
        <w:rPr>
          <w:rFonts w:ascii="Times New Roman" w:hAnsi="Times New Roman" w:cs="Times New Roman"/>
          <w:sz w:val="28"/>
          <w:szCs w:val="28"/>
        </w:rPr>
        <w:t> </w:t>
      </w:r>
      <w:r w:rsidR="00A13A55" w:rsidRPr="00BF70EB">
        <w:rPr>
          <w:rFonts w:ascii="Times New Roman" w:hAnsi="Times New Roman" w:cs="Times New Roman"/>
          <w:sz w:val="28"/>
          <w:szCs w:val="28"/>
        </w:rPr>
        <w:t>рубл</w:t>
      </w:r>
      <w:r w:rsidR="00A66D95">
        <w:rPr>
          <w:rFonts w:ascii="Times New Roman" w:hAnsi="Times New Roman" w:cs="Times New Roman"/>
          <w:sz w:val="28"/>
          <w:szCs w:val="28"/>
        </w:rPr>
        <w:t>я</w:t>
      </w:r>
      <w:r w:rsidR="00F07042" w:rsidRPr="00BF70EB">
        <w:rPr>
          <w:rFonts w:ascii="Times New Roman" w:hAnsi="Times New Roman" w:cs="Times New Roman"/>
          <w:sz w:val="28"/>
          <w:szCs w:val="28"/>
        </w:rPr>
        <w:t>, в том числе межбюджетны</w:t>
      </w:r>
      <w:r w:rsidR="006423F5" w:rsidRPr="00BF70EB">
        <w:rPr>
          <w:rFonts w:ascii="Times New Roman" w:hAnsi="Times New Roman" w:cs="Times New Roman"/>
          <w:sz w:val="28"/>
          <w:szCs w:val="28"/>
        </w:rPr>
        <w:t>е</w:t>
      </w:r>
      <w:r w:rsidR="00F07042" w:rsidRPr="00BF70EB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423F5" w:rsidRPr="00BF70EB">
        <w:rPr>
          <w:rFonts w:ascii="Times New Roman" w:hAnsi="Times New Roman" w:cs="Times New Roman"/>
          <w:sz w:val="28"/>
          <w:szCs w:val="28"/>
        </w:rPr>
        <w:t>ы</w:t>
      </w:r>
      <w:r w:rsidR="00F07042" w:rsidRPr="00BF70EB">
        <w:rPr>
          <w:rFonts w:ascii="Times New Roman" w:hAnsi="Times New Roman" w:cs="Times New Roman"/>
          <w:sz w:val="28"/>
          <w:szCs w:val="28"/>
        </w:rPr>
        <w:t>, передаваемы</w:t>
      </w:r>
      <w:r w:rsidR="006423F5" w:rsidRPr="00BF70EB">
        <w:rPr>
          <w:rFonts w:ascii="Times New Roman" w:hAnsi="Times New Roman" w:cs="Times New Roman"/>
          <w:sz w:val="28"/>
          <w:szCs w:val="28"/>
        </w:rPr>
        <w:t>е</w:t>
      </w:r>
      <w:r w:rsidR="00F07042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1C3A8E" w:rsidRPr="00BF70EB">
        <w:rPr>
          <w:rFonts w:ascii="Times New Roman" w:hAnsi="Times New Roman" w:cs="Times New Roman"/>
          <w:sz w:val="28"/>
          <w:szCs w:val="28"/>
        </w:rPr>
        <w:t xml:space="preserve">бюджетам других территориальных фондов обязательного медицинского страхования в сумме </w:t>
      </w:r>
      <w:r w:rsidR="00101BE8">
        <w:rPr>
          <w:rFonts w:ascii="Times New Roman" w:hAnsi="Times New Roman" w:cs="Times New Roman"/>
          <w:sz w:val="28"/>
          <w:szCs w:val="28"/>
        </w:rPr>
        <w:t>838 825 900,00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1C3A8E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D00350" w:rsidRPr="00BF70EB">
        <w:rPr>
          <w:rFonts w:ascii="Times New Roman" w:hAnsi="Times New Roman" w:cs="Times New Roman"/>
          <w:sz w:val="28"/>
          <w:szCs w:val="28"/>
        </w:rPr>
        <w:t>.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2.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Фонда на плановый период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8D405B">
        <w:rPr>
          <w:rFonts w:ascii="Times New Roman" w:hAnsi="Times New Roman" w:cs="Times New Roman"/>
          <w:sz w:val="28"/>
          <w:szCs w:val="28"/>
        </w:rPr>
        <w:t>6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20</w:t>
      </w:r>
      <w:r w:rsidR="00E53611" w:rsidRPr="00BF70EB">
        <w:rPr>
          <w:rFonts w:ascii="Times New Roman" w:hAnsi="Times New Roman" w:cs="Times New Roman"/>
          <w:sz w:val="28"/>
          <w:szCs w:val="28"/>
        </w:rPr>
        <w:t>2</w:t>
      </w:r>
      <w:r w:rsidR="008D405B">
        <w:rPr>
          <w:rFonts w:ascii="Times New Roman" w:hAnsi="Times New Roman" w:cs="Times New Roman"/>
          <w:sz w:val="28"/>
          <w:szCs w:val="28"/>
        </w:rPr>
        <w:t>7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A13A55" w:rsidRPr="00BF70EB" w:rsidRDefault="00385A5D" w:rsidP="00BA0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="00A13A55" w:rsidRPr="00BF70EB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на</w:t>
      </w:r>
      <w:r w:rsidR="00993392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BF70EB">
        <w:rPr>
          <w:rFonts w:ascii="Times New Roman" w:hAnsi="Times New Roman" w:cs="Times New Roman"/>
          <w:sz w:val="28"/>
          <w:szCs w:val="28"/>
        </w:rPr>
        <w:t>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8D405B">
        <w:rPr>
          <w:rFonts w:ascii="Times New Roman" w:hAnsi="Times New Roman" w:cs="Times New Roman"/>
          <w:sz w:val="28"/>
          <w:szCs w:val="28"/>
        </w:rPr>
        <w:t>6</w:t>
      </w:r>
      <w:r w:rsidR="00993392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BF70E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101BE8">
        <w:rPr>
          <w:rFonts w:ascii="Times New Roman" w:hAnsi="Times New Roman" w:cs="Times New Roman"/>
          <w:sz w:val="28"/>
          <w:szCs w:val="28"/>
        </w:rPr>
        <w:t>29 892 169 500,00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A13A55" w:rsidRPr="00BF70EB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</w:t>
      </w:r>
      <w:r w:rsidR="001C3A8E" w:rsidRPr="00BF70EB">
        <w:rPr>
          <w:rFonts w:ascii="Times New Roman" w:hAnsi="Times New Roman" w:cs="Times New Roman"/>
          <w:sz w:val="28"/>
          <w:szCs w:val="28"/>
        </w:rPr>
        <w:t xml:space="preserve">получаемых </w:t>
      </w:r>
      <w:r w:rsidR="00331E69" w:rsidRPr="00BF70EB">
        <w:rPr>
          <w:rFonts w:ascii="Times New Roman" w:hAnsi="Times New Roman" w:cs="Times New Roman"/>
          <w:sz w:val="28"/>
          <w:szCs w:val="28"/>
        </w:rPr>
        <w:t>из</w:t>
      </w:r>
      <w:r w:rsidR="006A245A" w:rsidRPr="00BF70E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43D9D" w:rsidRPr="00BF70EB">
        <w:rPr>
          <w:rFonts w:ascii="Times New Roman" w:hAnsi="Times New Roman" w:cs="Times New Roman"/>
          <w:sz w:val="28"/>
          <w:szCs w:val="28"/>
        </w:rPr>
        <w:t>ФОМС</w:t>
      </w:r>
      <w:r w:rsidR="006A245A" w:rsidRPr="00BF70E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01BE8">
        <w:rPr>
          <w:rFonts w:ascii="Times New Roman" w:hAnsi="Times New Roman" w:cs="Times New Roman"/>
          <w:sz w:val="28"/>
          <w:szCs w:val="28"/>
        </w:rPr>
        <w:t>28 901 785 600,00</w:t>
      </w:r>
      <w:r w:rsidR="002B33BE">
        <w:rPr>
          <w:rFonts w:ascii="Times New Roman" w:hAnsi="Times New Roman" w:cs="Times New Roman"/>
          <w:sz w:val="28"/>
          <w:szCs w:val="28"/>
        </w:rPr>
        <w:t> </w:t>
      </w:r>
      <w:r w:rsidR="006A245A" w:rsidRPr="00BF70EB">
        <w:rPr>
          <w:rFonts w:ascii="Times New Roman" w:hAnsi="Times New Roman" w:cs="Times New Roman"/>
          <w:sz w:val="28"/>
          <w:szCs w:val="28"/>
        </w:rPr>
        <w:t>рубл</w:t>
      </w:r>
      <w:r w:rsidR="00496E4E">
        <w:rPr>
          <w:rFonts w:ascii="Times New Roman" w:hAnsi="Times New Roman" w:cs="Times New Roman"/>
          <w:sz w:val="28"/>
          <w:szCs w:val="28"/>
        </w:rPr>
        <w:t>я</w:t>
      </w:r>
      <w:r w:rsidR="00322E70" w:rsidRPr="00BF70EB">
        <w:rPr>
          <w:rFonts w:ascii="Times New Roman" w:hAnsi="Times New Roman" w:cs="Times New Roman"/>
          <w:sz w:val="28"/>
          <w:szCs w:val="28"/>
        </w:rPr>
        <w:t xml:space="preserve"> и</w:t>
      </w:r>
      <w:r w:rsidR="00331E69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BF70EB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904A7A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101BE8">
        <w:rPr>
          <w:rFonts w:ascii="Times New Roman" w:hAnsi="Times New Roman" w:cs="Times New Roman"/>
          <w:sz w:val="28"/>
          <w:szCs w:val="28"/>
        </w:rPr>
        <w:t>933 004 900,00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, </w:t>
      </w:r>
      <w:r w:rsidR="002B33BE">
        <w:rPr>
          <w:rFonts w:ascii="Times New Roman" w:hAnsi="Times New Roman" w:cs="Times New Roman"/>
          <w:sz w:val="28"/>
          <w:szCs w:val="28"/>
        </w:rPr>
        <w:br/>
      </w:r>
      <w:r w:rsidR="00AB648E" w:rsidRPr="00BF70EB">
        <w:rPr>
          <w:rFonts w:ascii="Times New Roman" w:hAnsi="Times New Roman" w:cs="Times New Roman"/>
          <w:sz w:val="28"/>
          <w:szCs w:val="28"/>
        </w:rPr>
        <w:t>и на 20</w:t>
      </w:r>
      <w:r w:rsidR="00E53611" w:rsidRPr="00BF70EB">
        <w:rPr>
          <w:rFonts w:ascii="Times New Roman" w:hAnsi="Times New Roman" w:cs="Times New Roman"/>
          <w:sz w:val="28"/>
          <w:szCs w:val="28"/>
        </w:rPr>
        <w:t>2</w:t>
      </w:r>
      <w:r w:rsidR="008D405B">
        <w:rPr>
          <w:rFonts w:ascii="Times New Roman" w:hAnsi="Times New Roman" w:cs="Times New Roman"/>
          <w:sz w:val="28"/>
          <w:szCs w:val="28"/>
        </w:rPr>
        <w:t>7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01BE8">
        <w:rPr>
          <w:rFonts w:ascii="Times New Roman" w:hAnsi="Times New Roman" w:cs="Times New Roman"/>
          <w:sz w:val="28"/>
          <w:szCs w:val="28"/>
        </w:rPr>
        <w:t>31 926 228 200,00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получаемых из бюджета </w:t>
      </w:r>
      <w:r w:rsidR="00143D9D" w:rsidRPr="00BF70EB">
        <w:rPr>
          <w:rFonts w:ascii="Times New Roman" w:hAnsi="Times New Roman" w:cs="Times New Roman"/>
          <w:sz w:val="28"/>
          <w:szCs w:val="28"/>
        </w:rPr>
        <w:t>ФОМС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01BE8">
        <w:rPr>
          <w:rFonts w:ascii="Times New Roman" w:hAnsi="Times New Roman" w:cs="Times New Roman"/>
          <w:sz w:val="28"/>
          <w:szCs w:val="28"/>
        </w:rPr>
        <w:lastRenderedPageBreak/>
        <w:t>30 878 348 800,00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 рубл</w:t>
      </w:r>
      <w:r w:rsidR="00DD6DC5">
        <w:rPr>
          <w:rFonts w:ascii="Times New Roman" w:hAnsi="Times New Roman" w:cs="Times New Roman"/>
          <w:sz w:val="28"/>
          <w:szCs w:val="28"/>
        </w:rPr>
        <w:t>я</w:t>
      </w:r>
      <w:r w:rsidR="00322E70" w:rsidRPr="00BF70EB">
        <w:rPr>
          <w:rFonts w:ascii="Times New Roman" w:hAnsi="Times New Roman" w:cs="Times New Roman"/>
          <w:sz w:val="28"/>
          <w:szCs w:val="28"/>
        </w:rPr>
        <w:t xml:space="preserve"> и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 бюджетов других территориальных фондов обязательного медицинского страхования в сумме </w:t>
      </w:r>
      <w:r w:rsidR="00101BE8">
        <w:rPr>
          <w:rFonts w:ascii="Times New Roman" w:hAnsi="Times New Roman" w:cs="Times New Roman"/>
          <w:sz w:val="28"/>
          <w:szCs w:val="28"/>
        </w:rPr>
        <w:t>996 449 200,00</w:t>
      </w:r>
      <w:r w:rsidR="00F35B42">
        <w:rPr>
          <w:rFonts w:ascii="Times New Roman" w:hAnsi="Times New Roman" w:cs="Times New Roman"/>
          <w:sz w:val="28"/>
          <w:szCs w:val="28"/>
        </w:rPr>
        <w:t xml:space="preserve"> </w:t>
      </w:r>
      <w:r w:rsidR="00942EB6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A13A55" w:rsidRPr="00BF70EB">
        <w:rPr>
          <w:rFonts w:ascii="Times New Roman" w:hAnsi="Times New Roman" w:cs="Times New Roman"/>
          <w:sz w:val="28"/>
          <w:szCs w:val="28"/>
        </w:rPr>
        <w:t>;</w:t>
      </w:r>
    </w:p>
    <w:p w:rsidR="00A13A55" w:rsidRPr="00BF70EB" w:rsidRDefault="00A13A55" w:rsidP="00A13A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общий объем расходов бюджета Фонда на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8D405B">
        <w:rPr>
          <w:rFonts w:ascii="Times New Roman" w:hAnsi="Times New Roman" w:cs="Times New Roman"/>
          <w:sz w:val="28"/>
          <w:szCs w:val="28"/>
        </w:rPr>
        <w:t>6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01BE8">
        <w:rPr>
          <w:rFonts w:ascii="Times New Roman" w:hAnsi="Times New Roman" w:cs="Times New Roman"/>
          <w:sz w:val="28"/>
          <w:szCs w:val="28"/>
        </w:rPr>
        <w:t>29 892 169 500,00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1C3A8E" w:rsidRPr="00BF70EB">
        <w:rPr>
          <w:rFonts w:ascii="Times New Roman" w:hAnsi="Times New Roman" w:cs="Times New Roman"/>
          <w:sz w:val="28"/>
          <w:szCs w:val="28"/>
        </w:rPr>
        <w:t>, в том числе межбюджетны</w:t>
      </w:r>
      <w:r w:rsidR="006A245A" w:rsidRPr="00BF70EB">
        <w:rPr>
          <w:rFonts w:ascii="Times New Roman" w:hAnsi="Times New Roman" w:cs="Times New Roman"/>
          <w:sz w:val="28"/>
          <w:szCs w:val="28"/>
        </w:rPr>
        <w:t>е</w:t>
      </w:r>
      <w:r w:rsidR="001C3A8E" w:rsidRPr="00BF70EB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A245A" w:rsidRPr="00BF70EB">
        <w:rPr>
          <w:rFonts w:ascii="Times New Roman" w:hAnsi="Times New Roman" w:cs="Times New Roman"/>
          <w:sz w:val="28"/>
          <w:szCs w:val="28"/>
        </w:rPr>
        <w:t>ы</w:t>
      </w:r>
      <w:r w:rsidR="001C3A8E" w:rsidRPr="00BF70EB">
        <w:rPr>
          <w:rFonts w:ascii="Times New Roman" w:hAnsi="Times New Roman" w:cs="Times New Roman"/>
          <w:sz w:val="28"/>
          <w:szCs w:val="28"/>
        </w:rPr>
        <w:t>, передаваемы</w:t>
      </w:r>
      <w:r w:rsidR="006A245A" w:rsidRPr="00BF70EB">
        <w:rPr>
          <w:rFonts w:ascii="Times New Roman" w:hAnsi="Times New Roman" w:cs="Times New Roman"/>
          <w:sz w:val="28"/>
          <w:szCs w:val="28"/>
        </w:rPr>
        <w:t>е</w:t>
      </w:r>
      <w:r w:rsidR="001C3A8E" w:rsidRPr="00BF70EB">
        <w:rPr>
          <w:rFonts w:ascii="Times New Roman" w:hAnsi="Times New Roman" w:cs="Times New Roman"/>
          <w:sz w:val="28"/>
          <w:szCs w:val="28"/>
        </w:rPr>
        <w:t xml:space="preserve"> бюджетам других территориальных фондов обязательного медицинского страхования в сумме </w:t>
      </w:r>
      <w:r w:rsidR="00101BE8">
        <w:rPr>
          <w:rFonts w:ascii="Times New Roman" w:hAnsi="Times New Roman" w:cs="Times New Roman"/>
          <w:sz w:val="28"/>
          <w:szCs w:val="28"/>
        </w:rPr>
        <w:t>904 254 300,00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1C3A8E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AB648E" w:rsidRPr="00BF70EB">
        <w:rPr>
          <w:rFonts w:ascii="Times New Roman" w:hAnsi="Times New Roman" w:cs="Times New Roman"/>
          <w:sz w:val="28"/>
          <w:szCs w:val="28"/>
        </w:rPr>
        <w:t>, и на 20</w:t>
      </w:r>
      <w:r w:rsidR="00E53611" w:rsidRPr="00BF70EB">
        <w:rPr>
          <w:rFonts w:ascii="Times New Roman" w:hAnsi="Times New Roman" w:cs="Times New Roman"/>
          <w:sz w:val="28"/>
          <w:szCs w:val="28"/>
        </w:rPr>
        <w:t>2</w:t>
      </w:r>
      <w:r w:rsidR="008D405B">
        <w:rPr>
          <w:rFonts w:ascii="Times New Roman" w:hAnsi="Times New Roman" w:cs="Times New Roman"/>
          <w:sz w:val="28"/>
          <w:szCs w:val="28"/>
        </w:rPr>
        <w:t>7</w:t>
      </w:r>
      <w:r w:rsidR="00BB0446">
        <w:rPr>
          <w:rFonts w:ascii="Times New Roman" w:hAnsi="Times New Roman" w:cs="Times New Roman"/>
          <w:sz w:val="28"/>
          <w:szCs w:val="28"/>
        </w:rPr>
        <w:t xml:space="preserve"> год в 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01BE8">
        <w:rPr>
          <w:rFonts w:ascii="Times New Roman" w:hAnsi="Times New Roman" w:cs="Times New Roman"/>
          <w:sz w:val="28"/>
          <w:szCs w:val="28"/>
        </w:rPr>
        <w:t>31 926 228 200,00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AB648E" w:rsidRPr="00BF70EB">
        <w:rPr>
          <w:rFonts w:ascii="Times New Roman" w:hAnsi="Times New Roman" w:cs="Times New Roman"/>
          <w:sz w:val="28"/>
          <w:szCs w:val="28"/>
        </w:rPr>
        <w:t>, в том числе межбюджетные трансферты, передаваемые бюджетам других территориальных фондов обязательного ме</w:t>
      </w:r>
      <w:r w:rsidR="00322E70" w:rsidRPr="00BF70EB">
        <w:rPr>
          <w:rFonts w:ascii="Times New Roman" w:hAnsi="Times New Roman" w:cs="Times New Roman"/>
          <w:sz w:val="28"/>
          <w:szCs w:val="28"/>
        </w:rPr>
        <w:t xml:space="preserve">дицинского страхования в сумме </w:t>
      </w:r>
      <w:r w:rsidR="00101BE8">
        <w:rPr>
          <w:rFonts w:ascii="Times New Roman" w:hAnsi="Times New Roman" w:cs="Times New Roman"/>
          <w:sz w:val="28"/>
          <w:szCs w:val="28"/>
        </w:rPr>
        <w:t>965 743 600,00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Pr="00BF70EB">
        <w:rPr>
          <w:rFonts w:ascii="Times New Roman" w:hAnsi="Times New Roman" w:cs="Times New Roman"/>
          <w:sz w:val="28"/>
          <w:szCs w:val="28"/>
        </w:rPr>
        <w:t>.</w:t>
      </w:r>
    </w:p>
    <w:p w:rsidR="00B464D5" w:rsidRPr="00BF70EB" w:rsidRDefault="00B464D5" w:rsidP="00A13A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BFB" w:rsidRPr="00BF70EB" w:rsidRDefault="005A31DC" w:rsidP="00C472B5">
      <w:pPr>
        <w:pStyle w:val="a4"/>
        <w:ind w:firstLine="709"/>
        <w:jc w:val="both"/>
        <w:rPr>
          <w:i w:val="0"/>
          <w:smallCaps w:val="0"/>
          <w:color w:val="000000"/>
          <w:szCs w:val="28"/>
        </w:rPr>
      </w:pPr>
      <w:r w:rsidRPr="00BF70EB">
        <w:rPr>
          <w:b w:val="0"/>
          <w:i w:val="0"/>
          <w:smallCaps w:val="0"/>
          <w:color w:val="000000"/>
          <w:szCs w:val="28"/>
        </w:rPr>
        <w:t>Стат</w:t>
      </w:r>
      <w:r w:rsidR="00E37D0E" w:rsidRPr="00BF70EB">
        <w:rPr>
          <w:b w:val="0"/>
          <w:i w:val="0"/>
          <w:smallCaps w:val="0"/>
          <w:color w:val="000000"/>
          <w:szCs w:val="28"/>
        </w:rPr>
        <w:t>ья</w:t>
      </w:r>
      <w:r w:rsidR="00C60D5F" w:rsidRPr="00BF70EB">
        <w:rPr>
          <w:b w:val="0"/>
          <w:i w:val="0"/>
          <w:smallCaps w:val="0"/>
          <w:color w:val="000000"/>
          <w:szCs w:val="28"/>
        </w:rPr>
        <w:t> </w:t>
      </w:r>
      <w:r w:rsidR="00B41107">
        <w:rPr>
          <w:b w:val="0"/>
          <w:i w:val="0"/>
          <w:smallCaps w:val="0"/>
          <w:color w:val="000000"/>
          <w:szCs w:val="28"/>
        </w:rPr>
        <w:t>2</w:t>
      </w:r>
      <w:r w:rsidR="00E37D0E" w:rsidRPr="00BF70EB">
        <w:rPr>
          <w:b w:val="0"/>
          <w:i w:val="0"/>
          <w:smallCaps w:val="0"/>
          <w:color w:val="000000"/>
          <w:szCs w:val="28"/>
        </w:rPr>
        <w:t>.</w:t>
      </w:r>
      <w:r w:rsidR="00C60D5F" w:rsidRPr="00BF70EB">
        <w:rPr>
          <w:b w:val="0"/>
          <w:i w:val="0"/>
          <w:smallCaps w:val="0"/>
          <w:color w:val="000000"/>
          <w:szCs w:val="28"/>
        </w:rPr>
        <w:t> </w:t>
      </w:r>
      <w:r w:rsidRPr="00BF70EB">
        <w:rPr>
          <w:i w:val="0"/>
          <w:smallCaps w:val="0"/>
          <w:color w:val="000000"/>
          <w:szCs w:val="28"/>
        </w:rPr>
        <w:t xml:space="preserve">Доходы бюджета </w:t>
      </w:r>
      <w:r w:rsidR="00B21F77" w:rsidRPr="00BF70EB">
        <w:rPr>
          <w:i w:val="0"/>
          <w:smallCaps w:val="0"/>
          <w:color w:val="000000"/>
          <w:szCs w:val="28"/>
        </w:rPr>
        <w:t>Ф</w:t>
      </w:r>
      <w:r w:rsidRPr="00BF70EB">
        <w:rPr>
          <w:i w:val="0"/>
          <w:smallCaps w:val="0"/>
          <w:color w:val="000000"/>
          <w:szCs w:val="28"/>
        </w:rPr>
        <w:t>онда</w:t>
      </w:r>
      <w:r w:rsidR="006938D5" w:rsidRPr="00BF70EB">
        <w:rPr>
          <w:i w:val="0"/>
          <w:smallCaps w:val="0"/>
          <w:color w:val="000000"/>
          <w:szCs w:val="28"/>
        </w:rPr>
        <w:t xml:space="preserve"> </w:t>
      </w:r>
    </w:p>
    <w:p w:rsidR="00844456" w:rsidRPr="00BF70EB" w:rsidRDefault="00844456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Утвердить доходы бюджета Фонда в соответствии с классификацией доходов бюджетов: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="00217101" w:rsidRPr="00BF70EB">
        <w:rPr>
          <w:rFonts w:ascii="Times New Roman" w:hAnsi="Times New Roman" w:cs="Times New Roman"/>
          <w:sz w:val="28"/>
          <w:szCs w:val="28"/>
        </w:rPr>
        <w:t>на 20</w:t>
      </w:r>
      <w:r w:rsidR="0046387B">
        <w:rPr>
          <w:rFonts w:ascii="Times New Roman" w:hAnsi="Times New Roman" w:cs="Times New Roman"/>
          <w:sz w:val="28"/>
          <w:szCs w:val="28"/>
        </w:rPr>
        <w:t>2</w:t>
      </w:r>
      <w:r w:rsidR="008D405B">
        <w:rPr>
          <w:rFonts w:ascii="Times New Roman" w:hAnsi="Times New Roman" w:cs="Times New Roman"/>
          <w:sz w:val="28"/>
          <w:szCs w:val="28"/>
        </w:rPr>
        <w:t>5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1</w:t>
      </w:r>
      <w:r w:rsidRPr="00BF70EB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8D405B">
        <w:rPr>
          <w:rFonts w:ascii="Times New Roman" w:hAnsi="Times New Roman" w:cs="Times New Roman"/>
          <w:sz w:val="28"/>
          <w:szCs w:val="28"/>
        </w:rPr>
        <w:t>6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BF70EB">
        <w:rPr>
          <w:rFonts w:ascii="Times New Roman" w:hAnsi="Times New Roman" w:cs="Times New Roman"/>
          <w:sz w:val="28"/>
          <w:szCs w:val="28"/>
        </w:rPr>
        <w:t>2</w:t>
      </w:r>
      <w:r w:rsidR="008D405B">
        <w:rPr>
          <w:rFonts w:ascii="Times New Roman" w:hAnsi="Times New Roman" w:cs="Times New Roman"/>
          <w:sz w:val="28"/>
          <w:szCs w:val="28"/>
        </w:rPr>
        <w:t>7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2</w:t>
      </w:r>
      <w:r w:rsidR="00084BA7">
        <w:rPr>
          <w:rFonts w:ascii="Times New Roman" w:hAnsi="Times New Roman" w:cs="Times New Roman"/>
          <w:sz w:val="28"/>
          <w:szCs w:val="28"/>
        </w:rPr>
        <w:t xml:space="preserve"> к </w:t>
      </w:r>
      <w:r w:rsidRPr="00BF70EB">
        <w:rPr>
          <w:rFonts w:ascii="Times New Roman" w:hAnsi="Times New Roman" w:cs="Times New Roman"/>
          <w:sz w:val="28"/>
          <w:szCs w:val="28"/>
        </w:rPr>
        <w:t>настоящему Закону.</w:t>
      </w:r>
    </w:p>
    <w:p w:rsidR="00385A5D" w:rsidRPr="00BF70EB" w:rsidRDefault="00385A5D" w:rsidP="00C472B5">
      <w:pPr>
        <w:pStyle w:val="a4"/>
        <w:ind w:firstLine="709"/>
        <w:jc w:val="both"/>
        <w:rPr>
          <w:b w:val="0"/>
          <w:i w:val="0"/>
          <w:smallCaps w:val="0"/>
          <w:color w:val="000000"/>
          <w:szCs w:val="28"/>
        </w:rPr>
      </w:pPr>
    </w:p>
    <w:p w:rsidR="00B21F77" w:rsidRPr="00BF70EB" w:rsidRDefault="00B21F77" w:rsidP="00C472B5">
      <w:pPr>
        <w:pStyle w:val="a4"/>
        <w:ind w:firstLine="709"/>
        <w:jc w:val="both"/>
        <w:rPr>
          <w:i w:val="0"/>
          <w:smallCaps w:val="0"/>
          <w:color w:val="000000"/>
          <w:szCs w:val="28"/>
        </w:rPr>
      </w:pPr>
      <w:r w:rsidRPr="00BF70EB">
        <w:rPr>
          <w:b w:val="0"/>
          <w:i w:val="0"/>
          <w:smallCaps w:val="0"/>
          <w:color w:val="000000"/>
          <w:szCs w:val="28"/>
        </w:rPr>
        <w:t>Статья</w:t>
      </w:r>
      <w:r w:rsidR="00C60D5F" w:rsidRPr="00BF70EB">
        <w:rPr>
          <w:b w:val="0"/>
          <w:i w:val="0"/>
          <w:smallCaps w:val="0"/>
          <w:color w:val="000000"/>
          <w:szCs w:val="28"/>
        </w:rPr>
        <w:t> </w:t>
      </w:r>
      <w:r w:rsidR="00B41107">
        <w:rPr>
          <w:b w:val="0"/>
          <w:i w:val="0"/>
          <w:smallCaps w:val="0"/>
          <w:color w:val="000000"/>
          <w:szCs w:val="28"/>
        </w:rPr>
        <w:t>3</w:t>
      </w:r>
      <w:r w:rsidRPr="00BF70EB">
        <w:rPr>
          <w:b w:val="0"/>
          <w:i w:val="0"/>
          <w:smallCaps w:val="0"/>
          <w:color w:val="000000"/>
          <w:szCs w:val="28"/>
        </w:rPr>
        <w:t>.</w:t>
      </w:r>
      <w:r w:rsidR="00C60D5F" w:rsidRPr="00BF70EB">
        <w:rPr>
          <w:b w:val="0"/>
          <w:i w:val="0"/>
          <w:smallCaps w:val="0"/>
          <w:color w:val="000000"/>
          <w:szCs w:val="28"/>
        </w:rPr>
        <w:t> </w:t>
      </w:r>
      <w:r w:rsidR="000B1A65" w:rsidRPr="00BF70EB">
        <w:rPr>
          <w:i w:val="0"/>
          <w:smallCaps w:val="0"/>
          <w:color w:val="000000"/>
          <w:szCs w:val="28"/>
        </w:rPr>
        <w:t>Распределение бюджетных ассигнований</w:t>
      </w:r>
      <w:r w:rsidR="00577F4B" w:rsidRPr="00BF70EB">
        <w:rPr>
          <w:i w:val="0"/>
          <w:smallCaps w:val="0"/>
          <w:color w:val="000000"/>
          <w:szCs w:val="28"/>
        </w:rPr>
        <w:t xml:space="preserve"> бюджета</w:t>
      </w:r>
      <w:r w:rsidR="000B1A65" w:rsidRPr="00BF70EB">
        <w:rPr>
          <w:i w:val="0"/>
          <w:smallCaps w:val="0"/>
          <w:color w:val="000000"/>
          <w:szCs w:val="28"/>
        </w:rPr>
        <w:t xml:space="preserve"> </w:t>
      </w:r>
      <w:r w:rsidRPr="00BF70EB">
        <w:rPr>
          <w:i w:val="0"/>
          <w:smallCaps w:val="0"/>
          <w:color w:val="000000"/>
          <w:szCs w:val="28"/>
        </w:rPr>
        <w:t>Фонда</w:t>
      </w:r>
      <w:r w:rsidR="00D565F5" w:rsidRPr="00BF70EB">
        <w:rPr>
          <w:i w:val="0"/>
          <w:smallCaps w:val="0"/>
          <w:color w:val="000000"/>
          <w:szCs w:val="28"/>
        </w:rPr>
        <w:t xml:space="preserve"> 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76073" w:rsidRPr="00BF70EB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577F4B" w:rsidRPr="00BF70E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76073" w:rsidRPr="00BF70EB">
        <w:rPr>
          <w:rFonts w:ascii="Times New Roman" w:hAnsi="Times New Roman" w:cs="Times New Roman"/>
          <w:sz w:val="28"/>
          <w:szCs w:val="28"/>
        </w:rPr>
        <w:t>Фонда по разделам и подразделам, целевым статьям и</w:t>
      </w:r>
      <w:r w:rsidR="00F12837" w:rsidRPr="00BF70EB">
        <w:rPr>
          <w:rFonts w:ascii="Times New Roman" w:hAnsi="Times New Roman" w:cs="Times New Roman"/>
          <w:sz w:val="28"/>
          <w:szCs w:val="28"/>
        </w:rPr>
        <w:t xml:space="preserve"> группам</w:t>
      </w:r>
      <w:r w:rsidR="00576073" w:rsidRPr="00BF70EB">
        <w:rPr>
          <w:rFonts w:ascii="Times New Roman" w:hAnsi="Times New Roman" w:cs="Times New Roman"/>
          <w:sz w:val="28"/>
          <w:szCs w:val="28"/>
        </w:rPr>
        <w:t xml:space="preserve"> вид</w:t>
      </w:r>
      <w:r w:rsidR="00F12837" w:rsidRPr="00BF70EB">
        <w:rPr>
          <w:rFonts w:ascii="Times New Roman" w:hAnsi="Times New Roman" w:cs="Times New Roman"/>
          <w:sz w:val="28"/>
          <w:szCs w:val="28"/>
        </w:rPr>
        <w:t>ов</w:t>
      </w:r>
      <w:r w:rsidR="00576073" w:rsidRPr="00BF70E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577F4B" w:rsidRPr="00BF70EB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r w:rsidR="00662E3E" w:rsidRPr="00BF70EB">
        <w:rPr>
          <w:rFonts w:ascii="Times New Roman" w:hAnsi="Times New Roman" w:cs="Times New Roman"/>
          <w:sz w:val="28"/>
          <w:szCs w:val="28"/>
        </w:rPr>
        <w:t>: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="00217101" w:rsidRPr="00BF70EB">
        <w:rPr>
          <w:rFonts w:ascii="Times New Roman" w:hAnsi="Times New Roman" w:cs="Times New Roman"/>
          <w:sz w:val="28"/>
          <w:szCs w:val="28"/>
        </w:rPr>
        <w:t>на 202</w:t>
      </w:r>
      <w:r w:rsidR="008D405B">
        <w:rPr>
          <w:rFonts w:ascii="Times New Roman" w:hAnsi="Times New Roman" w:cs="Times New Roman"/>
          <w:sz w:val="28"/>
          <w:szCs w:val="28"/>
        </w:rPr>
        <w:t>5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3</w:t>
      </w:r>
      <w:r w:rsidRPr="00BF70EB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8D405B">
        <w:rPr>
          <w:rFonts w:ascii="Times New Roman" w:hAnsi="Times New Roman" w:cs="Times New Roman"/>
          <w:sz w:val="28"/>
          <w:szCs w:val="28"/>
        </w:rPr>
        <w:t>6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BF70EB">
        <w:rPr>
          <w:rFonts w:ascii="Times New Roman" w:hAnsi="Times New Roman" w:cs="Times New Roman"/>
          <w:sz w:val="28"/>
          <w:szCs w:val="28"/>
        </w:rPr>
        <w:t>2</w:t>
      </w:r>
      <w:r w:rsidR="008D405B">
        <w:rPr>
          <w:rFonts w:ascii="Times New Roman" w:hAnsi="Times New Roman" w:cs="Times New Roman"/>
          <w:sz w:val="28"/>
          <w:szCs w:val="28"/>
        </w:rPr>
        <w:t>7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4</w:t>
      </w:r>
      <w:r w:rsidR="00084BA7">
        <w:rPr>
          <w:rFonts w:ascii="Times New Roman" w:hAnsi="Times New Roman" w:cs="Times New Roman"/>
          <w:sz w:val="28"/>
          <w:szCs w:val="28"/>
        </w:rPr>
        <w:t xml:space="preserve"> к </w:t>
      </w:r>
      <w:r w:rsidRPr="00BF70EB">
        <w:rPr>
          <w:rFonts w:ascii="Times New Roman" w:hAnsi="Times New Roman" w:cs="Times New Roman"/>
          <w:sz w:val="28"/>
          <w:szCs w:val="28"/>
        </w:rPr>
        <w:t>настоящему Закону.</w:t>
      </w:r>
    </w:p>
    <w:p w:rsidR="00063DDD" w:rsidRPr="00BF70EB" w:rsidRDefault="00063DDD" w:rsidP="00C472B5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F50F62" w:rsidRPr="00BF70EB" w:rsidRDefault="00F50F62" w:rsidP="00F50F6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70EB">
        <w:rPr>
          <w:sz w:val="28"/>
          <w:szCs w:val="28"/>
        </w:rPr>
        <w:t>Статья </w:t>
      </w:r>
      <w:r w:rsidR="00C64DD1">
        <w:rPr>
          <w:sz w:val="28"/>
          <w:szCs w:val="28"/>
        </w:rPr>
        <w:t>4</w:t>
      </w:r>
      <w:r w:rsidRPr="00BF70EB">
        <w:rPr>
          <w:sz w:val="28"/>
          <w:szCs w:val="28"/>
        </w:rPr>
        <w:t>. </w:t>
      </w:r>
      <w:r w:rsidR="00AD2D4B" w:rsidRPr="00BF70EB">
        <w:rPr>
          <w:b/>
          <w:sz w:val="28"/>
          <w:szCs w:val="28"/>
        </w:rPr>
        <w:t>Межбюджетные трансферты</w:t>
      </w:r>
      <w:r w:rsidR="00D271CC" w:rsidRPr="00BF70EB">
        <w:rPr>
          <w:b/>
          <w:sz w:val="28"/>
          <w:szCs w:val="28"/>
        </w:rPr>
        <w:t xml:space="preserve"> бюджету Фонда</w:t>
      </w:r>
    </w:p>
    <w:p w:rsidR="006629A9" w:rsidRPr="00BF70EB" w:rsidRDefault="006629A9" w:rsidP="006629A9">
      <w:pPr>
        <w:pStyle w:val="ConsPlusNormal"/>
        <w:ind w:firstLine="709"/>
        <w:jc w:val="both"/>
        <w:rPr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 xml:space="preserve">Утвердить распределение межбюджетных трансфертов, получаемых из бюджета </w:t>
      </w:r>
      <w:r w:rsidR="00611A31" w:rsidRPr="00BF70EB">
        <w:rPr>
          <w:rFonts w:ascii="Times New Roman" w:hAnsi="Times New Roman" w:cs="Times New Roman"/>
          <w:sz w:val="28"/>
          <w:szCs w:val="28"/>
        </w:rPr>
        <w:t>ФОМС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бюджетов других территориальных фондов обязательного медицинского страхования</w:t>
      </w:r>
      <w:r w:rsidRPr="00BF70EB">
        <w:rPr>
          <w:sz w:val="28"/>
          <w:szCs w:val="28"/>
        </w:rPr>
        <w:t>:</w:t>
      </w:r>
    </w:p>
    <w:p w:rsidR="006629A9" w:rsidRPr="00BF70EB" w:rsidRDefault="00217101" w:rsidP="00662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 на 202</w:t>
      </w:r>
      <w:r w:rsidR="008D405B">
        <w:rPr>
          <w:rFonts w:ascii="Times New Roman" w:hAnsi="Times New Roman" w:cs="Times New Roman"/>
          <w:sz w:val="28"/>
          <w:szCs w:val="28"/>
        </w:rPr>
        <w:t>5</w:t>
      </w:r>
      <w:r w:rsidR="006629A9" w:rsidRPr="00BF70EB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5</w:t>
      </w:r>
      <w:r w:rsidR="006629A9" w:rsidRPr="00BF70EB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6629A9" w:rsidRPr="00BF70EB" w:rsidRDefault="006629A9" w:rsidP="00662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 на плановый период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8D405B">
        <w:rPr>
          <w:rFonts w:ascii="Times New Roman" w:hAnsi="Times New Roman" w:cs="Times New Roman"/>
          <w:sz w:val="28"/>
          <w:szCs w:val="28"/>
        </w:rPr>
        <w:t>6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BF70EB">
        <w:rPr>
          <w:rFonts w:ascii="Times New Roman" w:hAnsi="Times New Roman" w:cs="Times New Roman"/>
          <w:sz w:val="28"/>
          <w:szCs w:val="28"/>
        </w:rPr>
        <w:t>2</w:t>
      </w:r>
      <w:r w:rsidR="008D405B">
        <w:rPr>
          <w:rFonts w:ascii="Times New Roman" w:hAnsi="Times New Roman" w:cs="Times New Roman"/>
          <w:sz w:val="28"/>
          <w:szCs w:val="28"/>
        </w:rPr>
        <w:t>7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6</w:t>
      </w:r>
      <w:r w:rsidR="00084BA7">
        <w:rPr>
          <w:rFonts w:ascii="Times New Roman" w:hAnsi="Times New Roman" w:cs="Times New Roman"/>
          <w:sz w:val="28"/>
          <w:szCs w:val="28"/>
        </w:rPr>
        <w:t xml:space="preserve"> к </w:t>
      </w:r>
      <w:r w:rsidRPr="00BF70EB">
        <w:rPr>
          <w:rFonts w:ascii="Times New Roman" w:hAnsi="Times New Roman" w:cs="Times New Roman"/>
          <w:sz w:val="28"/>
          <w:szCs w:val="28"/>
        </w:rPr>
        <w:t>настоящему Закону.</w:t>
      </w:r>
    </w:p>
    <w:p w:rsidR="000A7328" w:rsidRPr="00BF70EB" w:rsidRDefault="000A7328" w:rsidP="00C472B5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9A5E4A" w:rsidRPr="00BF70EB" w:rsidRDefault="00C6448E" w:rsidP="00C472B5">
      <w:pPr>
        <w:pStyle w:val="a4"/>
        <w:ind w:firstLine="709"/>
        <w:jc w:val="both"/>
        <w:rPr>
          <w:i w:val="0"/>
          <w:smallCaps w:val="0"/>
          <w:szCs w:val="28"/>
        </w:rPr>
      </w:pPr>
      <w:r w:rsidRPr="00BF70EB">
        <w:rPr>
          <w:b w:val="0"/>
          <w:i w:val="0"/>
          <w:smallCaps w:val="0"/>
          <w:szCs w:val="28"/>
        </w:rPr>
        <w:t>Статья</w:t>
      </w:r>
      <w:r w:rsidR="00C60D5F" w:rsidRPr="00BF70EB">
        <w:rPr>
          <w:b w:val="0"/>
          <w:i w:val="0"/>
          <w:smallCaps w:val="0"/>
          <w:szCs w:val="28"/>
        </w:rPr>
        <w:t> </w:t>
      </w:r>
      <w:r w:rsidR="00C64DD1">
        <w:rPr>
          <w:b w:val="0"/>
          <w:i w:val="0"/>
          <w:smallCaps w:val="0"/>
          <w:szCs w:val="28"/>
        </w:rPr>
        <w:t>5</w:t>
      </w:r>
      <w:r w:rsidRPr="00BF70EB">
        <w:rPr>
          <w:b w:val="0"/>
          <w:i w:val="0"/>
          <w:smallCaps w:val="0"/>
          <w:szCs w:val="28"/>
        </w:rPr>
        <w:t>.</w:t>
      </w:r>
      <w:r w:rsidR="00C60D5F" w:rsidRPr="00BF70EB">
        <w:rPr>
          <w:b w:val="0"/>
          <w:i w:val="0"/>
          <w:smallCaps w:val="0"/>
          <w:szCs w:val="28"/>
        </w:rPr>
        <w:t> </w:t>
      </w:r>
      <w:r w:rsidRPr="00BF70EB">
        <w:rPr>
          <w:i w:val="0"/>
          <w:smallCaps w:val="0"/>
          <w:szCs w:val="28"/>
        </w:rPr>
        <w:t>Нормированный</w:t>
      </w:r>
      <w:bookmarkStart w:id="0" w:name="_GoBack"/>
      <w:bookmarkEnd w:id="0"/>
      <w:r w:rsidRPr="00BF70EB">
        <w:rPr>
          <w:i w:val="0"/>
          <w:smallCaps w:val="0"/>
          <w:szCs w:val="28"/>
        </w:rPr>
        <w:t xml:space="preserve"> страховой запас Фонда</w:t>
      </w:r>
      <w:r w:rsidR="004A777A" w:rsidRPr="00BF70EB">
        <w:rPr>
          <w:i w:val="0"/>
          <w:smallCaps w:val="0"/>
          <w:szCs w:val="28"/>
        </w:rPr>
        <w:t xml:space="preserve"> </w:t>
      </w:r>
    </w:p>
    <w:p w:rsidR="001E60E0" w:rsidRDefault="009A5E4A" w:rsidP="001E60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1.</w:t>
      </w:r>
      <w:r w:rsidR="00C60D5F" w:rsidRPr="00BF70EB">
        <w:rPr>
          <w:sz w:val="28"/>
          <w:szCs w:val="28"/>
        </w:rPr>
        <w:t> </w:t>
      </w:r>
      <w:r w:rsidR="001E60E0">
        <w:rPr>
          <w:sz w:val="28"/>
          <w:szCs w:val="28"/>
        </w:rPr>
        <w:t>Для обеспечения финансовой устойчивости системы обязательного медицинского страхования утвердить нормированный страховой запас Фонда на 202</w:t>
      </w:r>
      <w:r w:rsidR="008D405B">
        <w:rPr>
          <w:sz w:val="28"/>
          <w:szCs w:val="28"/>
        </w:rPr>
        <w:t>5</w:t>
      </w:r>
      <w:r w:rsidR="001E60E0">
        <w:rPr>
          <w:sz w:val="28"/>
          <w:szCs w:val="28"/>
        </w:rPr>
        <w:t xml:space="preserve"> год в сумме </w:t>
      </w:r>
      <w:r w:rsidR="00101BE8">
        <w:rPr>
          <w:sz w:val="28"/>
          <w:szCs w:val="28"/>
        </w:rPr>
        <w:t>2 230 816 800,00</w:t>
      </w:r>
      <w:r w:rsidR="00AD35A7">
        <w:rPr>
          <w:sz w:val="28"/>
          <w:szCs w:val="28"/>
        </w:rPr>
        <w:t xml:space="preserve"> </w:t>
      </w:r>
      <w:r w:rsidR="001E60E0">
        <w:rPr>
          <w:sz w:val="28"/>
          <w:szCs w:val="28"/>
        </w:rPr>
        <w:t>рубл</w:t>
      </w:r>
      <w:r w:rsidR="00101BE8">
        <w:rPr>
          <w:sz w:val="28"/>
          <w:szCs w:val="28"/>
        </w:rPr>
        <w:t>я</w:t>
      </w:r>
      <w:r w:rsidR="001E60E0">
        <w:rPr>
          <w:sz w:val="28"/>
          <w:szCs w:val="28"/>
        </w:rPr>
        <w:t>, на 202</w:t>
      </w:r>
      <w:r w:rsidR="008D405B">
        <w:rPr>
          <w:sz w:val="28"/>
          <w:szCs w:val="28"/>
        </w:rPr>
        <w:t>6</w:t>
      </w:r>
      <w:r w:rsidR="001E60E0">
        <w:rPr>
          <w:sz w:val="28"/>
          <w:szCs w:val="28"/>
        </w:rPr>
        <w:t xml:space="preserve"> год в сумме </w:t>
      </w:r>
      <w:r w:rsidR="00101BE8">
        <w:rPr>
          <w:sz w:val="28"/>
          <w:szCs w:val="28"/>
        </w:rPr>
        <w:t>2 392 448 000,00</w:t>
      </w:r>
      <w:r w:rsidR="00AD35A7">
        <w:rPr>
          <w:sz w:val="28"/>
          <w:szCs w:val="28"/>
        </w:rPr>
        <w:t xml:space="preserve"> </w:t>
      </w:r>
      <w:r w:rsidR="001E60E0">
        <w:rPr>
          <w:sz w:val="28"/>
          <w:szCs w:val="28"/>
        </w:rPr>
        <w:t>рубл</w:t>
      </w:r>
      <w:r w:rsidR="00101BE8">
        <w:rPr>
          <w:sz w:val="28"/>
          <w:szCs w:val="28"/>
        </w:rPr>
        <w:t>я</w:t>
      </w:r>
      <w:r w:rsidR="001E60E0">
        <w:rPr>
          <w:sz w:val="28"/>
          <w:szCs w:val="28"/>
        </w:rPr>
        <w:t xml:space="preserve"> и на 202</w:t>
      </w:r>
      <w:r w:rsidR="008D405B">
        <w:rPr>
          <w:sz w:val="28"/>
          <w:szCs w:val="28"/>
        </w:rPr>
        <w:t>7</w:t>
      </w:r>
      <w:r w:rsidR="001E60E0">
        <w:rPr>
          <w:sz w:val="28"/>
          <w:szCs w:val="28"/>
        </w:rPr>
        <w:t xml:space="preserve"> год в </w:t>
      </w:r>
      <w:r w:rsidR="001E60E0" w:rsidRPr="00101BE8">
        <w:rPr>
          <w:sz w:val="28"/>
          <w:szCs w:val="28"/>
        </w:rPr>
        <w:t xml:space="preserve">сумме </w:t>
      </w:r>
      <w:r w:rsidR="00101BE8" w:rsidRPr="00101BE8">
        <w:rPr>
          <w:sz w:val="28"/>
          <w:szCs w:val="28"/>
        </w:rPr>
        <w:t>2 545 480 600,00</w:t>
      </w:r>
      <w:r w:rsidR="00AD35A7" w:rsidRPr="00101BE8">
        <w:rPr>
          <w:sz w:val="28"/>
          <w:szCs w:val="28"/>
        </w:rPr>
        <w:t xml:space="preserve"> </w:t>
      </w:r>
      <w:r w:rsidR="001E60E0" w:rsidRPr="00101BE8">
        <w:rPr>
          <w:sz w:val="28"/>
          <w:szCs w:val="28"/>
        </w:rPr>
        <w:t>рубл</w:t>
      </w:r>
      <w:r w:rsidR="00101BE8" w:rsidRPr="00101BE8">
        <w:rPr>
          <w:sz w:val="28"/>
          <w:szCs w:val="28"/>
        </w:rPr>
        <w:t>я</w:t>
      </w:r>
      <w:r w:rsidR="001E60E0">
        <w:rPr>
          <w:sz w:val="28"/>
          <w:szCs w:val="28"/>
        </w:rPr>
        <w:t>.</w:t>
      </w:r>
    </w:p>
    <w:p w:rsidR="007C5A8D" w:rsidRPr="00BF70EB" w:rsidRDefault="007C5A8D" w:rsidP="001E60E0">
      <w:pPr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2.</w:t>
      </w:r>
      <w:r w:rsidR="00C60D5F" w:rsidRPr="00BF70EB">
        <w:rPr>
          <w:sz w:val="28"/>
          <w:szCs w:val="28"/>
        </w:rPr>
        <w:t> </w:t>
      </w:r>
      <w:r w:rsidRPr="00BF70EB">
        <w:rPr>
          <w:sz w:val="28"/>
          <w:szCs w:val="28"/>
        </w:rPr>
        <w:t xml:space="preserve">Установить, что средства нормированного страхового </w:t>
      </w:r>
      <w:r w:rsidR="00217101" w:rsidRPr="00BF70EB">
        <w:rPr>
          <w:sz w:val="28"/>
          <w:szCs w:val="28"/>
        </w:rPr>
        <w:t xml:space="preserve">запаса Фонда </w:t>
      </w:r>
      <w:r w:rsidRPr="00BF70EB">
        <w:rPr>
          <w:sz w:val="28"/>
          <w:szCs w:val="28"/>
        </w:rPr>
        <w:t>используются на:</w:t>
      </w:r>
    </w:p>
    <w:p w:rsidR="006D75DA" w:rsidRPr="00BF70EB" w:rsidRDefault="006D75DA" w:rsidP="006D75DA">
      <w:pPr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</w:rPr>
        <w:t>1) дополнительное финансовое обеспечение реализации территориальной программы обязательного медицинского страхования;</w:t>
      </w:r>
    </w:p>
    <w:p w:rsidR="006D75DA" w:rsidRPr="00BF70EB" w:rsidRDefault="006D75DA" w:rsidP="006D75DA">
      <w:pPr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</w:rPr>
        <w:t>2) расчеты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D15ACF" w:rsidRDefault="006D75DA" w:rsidP="00E67AD4">
      <w:pPr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</w:rPr>
        <w:lastRenderedPageBreak/>
        <w:t>3) 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023F3">
        <w:rPr>
          <w:rStyle w:val="pt-a0-000012"/>
          <w:sz w:val="28"/>
        </w:rPr>
        <w:t xml:space="preserve"> (далее – финансовое обеспечение мероприятий)</w:t>
      </w:r>
      <w:r w:rsidR="001E60E0">
        <w:rPr>
          <w:rStyle w:val="pt-a0-000012"/>
          <w:sz w:val="28"/>
        </w:rPr>
        <w:t>;</w:t>
      </w:r>
    </w:p>
    <w:p w:rsidR="001E60E0" w:rsidRDefault="001E60E0" w:rsidP="001E60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софинансирование расходов медицинских организаций на оплату труда врачей и среднего медицинского персонала.</w:t>
      </w:r>
    </w:p>
    <w:p w:rsidR="00566385" w:rsidRPr="00BF70EB" w:rsidRDefault="00566385" w:rsidP="00753F34">
      <w:pPr>
        <w:ind w:firstLine="709"/>
        <w:jc w:val="both"/>
        <w:rPr>
          <w:sz w:val="28"/>
          <w:szCs w:val="28"/>
        </w:rPr>
      </w:pPr>
    </w:p>
    <w:p w:rsidR="00C23D78" w:rsidRPr="00BF70EB" w:rsidRDefault="00C23D78" w:rsidP="00753F34">
      <w:pPr>
        <w:ind w:firstLine="709"/>
        <w:jc w:val="both"/>
        <w:rPr>
          <w:b/>
          <w:sz w:val="28"/>
          <w:szCs w:val="28"/>
        </w:rPr>
      </w:pPr>
      <w:r w:rsidRPr="00BF70EB">
        <w:rPr>
          <w:sz w:val="28"/>
          <w:szCs w:val="28"/>
        </w:rPr>
        <w:t>Статья</w:t>
      </w:r>
      <w:r w:rsidR="00C60D5F" w:rsidRPr="00BF70EB">
        <w:rPr>
          <w:sz w:val="28"/>
          <w:szCs w:val="28"/>
        </w:rPr>
        <w:t> </w:t>
      </w:r>
      <w:r w:rsidR="00C64DD1">
        <w:rPr>
          <w:sz w:val="28"/>
          <w:szCs w:val="28"/>
        </w:rPr>
        <w:t>6</w:t>
      </w:r>
      <w:r w:rsidR="00C6448E" w:rsidRPr="00BF70EB">
        <w:rPr>
          <w:sz w:val="28"/>
          <w:szCs w:val="28"/>
        </w:rPr>
        <w:t>.</w:t>
      </w:r>
      <w:r w:rsidR="00C60D5F" w:rsidRPr="00BF70EB">
        <w:rPr>
          <w:sz w:val="28"/>
          <w:szCs w:val="28"/>
        </w:rPr>
        <w:t> </w:t>
      </w:r>
      <w:r w:rsidR="00C6448E" w:rsidRPr="00BF70EB">
        <w:rPr>
          <w:b/>
          <w:sz w:val="28"/>
          <w:szCs w:val="28"/>
        </w:rPr>
        <w:t xml:space="preserve">Особенности исполнения бюджета Фонда </w:t>
      </w:r>
    </w:p>
    <w:p w:rsidR="0075519E" w:rsidRPr="00BF70EB" w:rsidRDefault="00E03C8C" w:rsidP="00755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27E">
        <w:rPr>
          <w:sz w:val="28"/>
          <w:szCs w:val="28"/>
        </w:rPr>
        <w:t xml:space="preserve">1. </w:t>
      </w:r>
      <w:r w:rsidR="0075519E" w:rsidRPr="00E9627E">
        <w:rPr>
          <w:sz w:val="28"/>
          <w:szCs w:val="28"/>
        </w:rPr>
        <w:t>В соответствии</w:t>
      </w:r>
      <w:r w:rsidR="0075519E" w:rsidRPr="00BF70EB">
        <w:rPr>
          <w:sz w:val="28"/>
          <w:szCs w:val="28"/>
        </w:rPr>
        <w:t xml:space="preserve"> с пунктом 8 статьи 217 Бюджетного кодекса Российской Федерации и частью 3 статьи 16</w:t>
      </w:r>
      <w:r w:rsidR="0075519E" w:rsidRPr="00BF70EB">
        <w:rPr>
          <w:sz w:val="28"/>
          <w:szCs w:val="28"/>
          <w:vertAlign w:val="superscript"/>
        </w:rPr>
        <w:t>2</w:t>
      </w:r>
      <w:r w:rsidR="002B33BE">
        <w:rPr>
          <w:sz w:val="28"/>
          <w:szCs w:val="28"/>
        </w:rPr>
        <w:t xml:space="preserve"> Закона Ярославской области от </w:t>
      </w:r>
      <w:r w:rsidR="0075519E" w:rsidRPr="00BF70EB">
        <w:rPr>
          <w:sz w:val="28"/>
          <w:szCs w:val="28"/>
        </w:rPr>
        <w:t>26.06.2008 № 28-з «О бюджетном процессе» установить, что основаниями для внесения в 202</w:t>
      </w:r>
      <w:r w:rsidR="008D405B">
        <w:rPr>
          <w:sz w:val="28"/>
          <w:szCs w:val="28"/>
        </w:rPr>
        <w:t>5</w:t>
      </w:r>
      <w:r w:rsidR="0075519E" w:rsidRPr="00BF70EB">
        <w:rPr>
          <w:sz w:val="28"/>
          <w:szCs w:val="28"/>
        </w:rPr>
        <w:t xml:space="preserve"> году изменений в сводную бюджетную роспись бюджета Фонда являются: </w:t>
      </w:r>
    </w:p>
    <w:p w:rsidR="0075519E" w:rsidRPr="00BF70EB" w:rsidRDefault="0075519E" w:rsidP="0075519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F70EB">
        <w:rPr>
          <w:sz w:val="28"/>
          <w:szCs w:val="28"/>
        </w:rPr>
        <w:t>1) использование остатков по состоянию на 1 января 202</w:t>
      </w:r>
      <w:r w:rsidR="008D405B">
        <w:rPr>
          <w:sz w:val="28"/>
          <w:szCs w:val="28"/>
        </w:rPr>
        <w:t>5</w:t>
      </w:r>
      <w:r w:rsidRPr="00BF70EB">
        <w:rPr>
          <w:sz w:val="28"/>
          <w:szCs w:val="28"/>
        </w:rPr>
        <w:t xml:space="preserve"> года средств</w:t>
      </w:r>
      <w:r w:rsidRPr="007150A4">
        <w:rPr>
          <w:sz w:val="28"/>
          <w:szCs w:val="28"/>
        </w:rPr>
        <w:t>:</w:t>
      </w:r>
    </w:p>
    <w:p w:rsidR="0075519E" w:rsidRPr="00BF70EB" w:rsidRDefault="0075519E" w:rsidP="00755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а) штрафов, пеней, неустоек</w:t>
      </w:r>
      <w:r>
        <w:rPr>
          <w:sz w:val="28"/>
          <w:szCs w:val="28"/>
        </w:rPr>
        <w:t>, в том числе</w:t>
      </w:r>
      <w:r w:rsidRPr="00F775D3">
        <w:rPr>
          <w:sz w:val="28"/>
          <w:szCs w:val="28"/>
        </w:rPr>
        <w:t xml:space="preserve"> </w:t>
      </w:r>
      <w:r w:rsidRPr="00506745">
        <w:rPr>
          <w:sz w:val="28"/>
          <w:szCs w:val="28"/>
        </w:rPr>
        <w:t>поступ</w:t>
      </w:r>
      <w:r>
        <w:rPr>
          <w:sz w:val="28"/>
          <w:szCs w:val="28"/>
        </w:rPr>
        <w:t>ивших</w:t>
      </w:r>
      <w:r w:rsidRPr="00506745">
        <w:rPr>
          <w:sz w:val="28"/>
          <w:szCs w:val="28"/>
        </w:rPr>
        <w:t xml:space="preserve"> в счет погашения задолженности, образ</w:t>
      </w:r>
      <w:r w:rsidR="005810AB">
        <w:rPr>
          <w:sz w:val="28"/>
          <w:szCs w:val="28"/>
        </w:rPr>
        <w:t>овавшейся до 1 января 2020 года</w:t>
      </w:r>
      <w:r w:rsidR="002B33BE">
        <w:rPr>
          <w:sz w:val="28"/>
          <w:szCs w:val="28"/>
        </w:rPr>
        <w:t xml:space="preserve"> (за </w:t>
      </w:r>
      <w:r w:rsidRPr="00BF70EB">
        <w:rPr>
          <w:sz w:val="28"/>
          <w:szCs w:val="28"/>
        </w:rPr>
        <w:t xml:space="preserve">исключением </w:t>
      </w:r>
      <w:r w:rsidRPr="00BF70EB">
        <w:rPr>
          <w:rStyle w:val="pt-a0-000012"/>
          <w:sz w:val="28"/>
        </w:rPr>
        <w:t xml:space="preserve">средств, поступивших на формирование нормированного страхового запаса </w:t>
      </w:r>
      <w:r w:rsidR="008E256C">
        <w:rPr>
          <w:rStyle w:val="pt-a0-000012"/>
          <w:sz w:val="28"/>
        </w:rPr>
        <w:t>Фонда в соответствии с частью 6</w:t>
      </w:r>
      <w:r w:rsidRPr="008E256C">
        <w:rPr>
          <w:rStyle w:val="pt-a0-000012"/>
          <w:sz w:val="28"/>
          <w:vertAlign w:val="superscript"/>
        </w:rPr>
        <w:t>3</w:t>
      </w:r>
      <w:r w:rsidRPr="00BF70EB">
        <w:rPr>
          <w:rStyle w:val="pt-a0-000012"/>
          <w:sz w:val="28"/>
        </w:rPr>
        <w:t xml:space="preserve"> статьи 26 </w:t>
      </w:r>
      <w:r w:rsidRPr="00F977AE">
        <w:rPr>
          <w:rStyle w:val="pt-a0-000012"/>
          <w:sz w:val="28"/>
        </w:rPr>
        <w:t>Федерального закона от 29</w:t>
      </w:r>
      <w:r w:rsidR="00D0067C">
        <w:rPr>
          <w:rStyle w:val="pt-a0-000012"/>
          <w:sz w:val="28"/>
        </w:rPr>
        <w:t xml:space="preserve"> ноября </w:t>
      </w:r>
      <w:r w:rsidRPr="00F977AE">
        <w:rPr>
          <w:rStyle w:val="pt-a0-000012"/>
          <w:sz w:val="28"/>
        </w:rPr>
        <w:t>2010</w:t>
      </w:r>
      <w:r w:rsidR="00D0067C">
        <w:rPr>
          <w:rStyle w:val="pt-a0-000012"/>
          <w:sz w:val="28"/>
        </w:rPr>
        <w:t xml:space="preserve"> года</w:t>
      </w:r>
      <w:r w:rsidRPr="00F977AE">
        <w:rPr>
          <w:rStyle w:val="pt-a0-000012"/>
          <w:sz w:val="28"/>
        </w:rPr>
        <w:t xml:space="preserve"> № 326-ФЗ «Об обязательном медицинском страховании в Российской Федерации»</w:t>
      </w:r>
      <w:r w:rsidR="002B33BE">
        <w:rPr>
          <w:rStyle w:val="pt-a0-000012"/>
          <w:sz w:val="28"/>
        </w:rPr>
        <w:t xml:space="preserve"> (далее – Федеральный закон «Об </w:t>
      </w:r>
      <w:r w:rsidRPr="00F977AE">
        <w:rPr>
          <w:rStyle w:val="pt-a0-000012"/>
          <w:sz w:val="28"/>
        </w:rPr>
        <w:t>обязательном медицинском страховании в Российской Федерации»</w:t>
      </w:r>
      <w:r w:rsidRPr="00F977AE">
        <w:rPr>
          <w:sz w:val="28"/>
          <w:szCs w:val="28"/>
        </w:rPr>
        <w:t>),</w:t>
      </w:r>
      <w:r w:rsidRPr="00BF70EB">
        <w:rPr>
          <w:sz w:val="28"/>
          <w:szCs w:val="28"/>
        </w:rPr>
        <w:t xml:space="preserve"> направляемых в 202</w:t>
      </w:r>
      <w:r w:rsidR="008D405B">
        <w:rPr>
          <w:sz w:val="28"/>
          <w:szCs w:val="28"/>
        </w:rPr>
        <w:t>5</w:t>
      </w:r>
      <w:r w:rsidRPr="00BF70EB">
        <w:rPr>
          <w:sz w:val="28"/>
          <w:szCs w:val="28"/>
        </w:rPr>
        <w:t xml:space="preserve"> году на дополнительное финансовое обеспечение организации обязательного медицинского страхования на территории Ярославской области</w:t>
      </w:r>
      <w:r w:rsidRPr="00BF70EB">
        <w:rPr>
          <w:rStyle w:val="pt-a0-000012"/>
          <w:sz w:val="28"/>
        </w:rPr>
        <w:t>;</w:t>
      </w:r>
    </w:p>
    <w:p w:rsidR="0075519E" w:rsidRPr="00BF70EB" w:rsidRDefault="0075519E" w:rsidP="0075519E">
      <w:pPr>
        <w:autoSpaceDE w:val="0"/>
        <w:autoSpaceDN w:val="0"/>
        <w:adjustRightInd w:val="0"/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  <w:szCs w:val="28"/>
        </w:rPr>
        <w:t>б) </w:t>
      </w:r>
      <w:r w:rsidRPr="00BF70EB">
        <w:rPr>
          <w:sz w:val="28"/>
          <w:szCs w:val="28"/>
        </w:rPr>
        <w:t>неналоговых доходов бюджета Фонда, поступивших на формирование нормированного страхового запаса Фонда в соответствии с</w:t>
      </w:r>
      <w:r w:rsidR="00271191">
        <w:rPr>
          <w:sz w:val="28"/>
          <w:szCs w:val="28"/>
        </w:rPr>
        <w:t> </w:t>
      </w:r>
      <w:hyperlink r:id="rId9" w:history="1">
        <w:r w:rsidRPr="00BF70EB">
          <w:rPr>
            <w:sz w:val="28"/>
            <w:szCs w:val="28"/>
          </w:rPr>
          <w:t>частью 6</w:t>
        </w:r>
        <w:r w:rsidRPr="00A63C21">
          <w:rPr>
            <w:sz w:val="28"/>
            <w:szCs w:val="28"/>
            <w:vertAlign w:val="superscript"/>
          </w:rPr>
          <w:t>3</w:t>
        </w:r>
        <w:r w:rsidRPr="00BF70EB">
          <w:rPr>
            <w:sz w:val="28"/>
            <w:szCs w:val="28"/>
          </w:rPr>
          <w:t xml:space="preserve"> статьи 26</w:t>
        </w:r>
      </w:hyperlink>
      <w:r w:rsidRPr="00BF70EB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«</w:t>
      </w:r>
      <w:r w:rsidRPr="00BF70EB">
        <w:rPr>
          <w:sz w:val="28"/>
          <w:szCs w:val="28"/>
        </w:rPr>
        <w:t>Об обязательном медицинском страховании в Российской Федерации</w:t>
      </w:r>
      <w:r>
        <w:rPr>
          <w:sz w:val="28"/>
          <w:szCs w:val="28"/>
        </w:rPr>
        <w:t>»</w:t>
      </w:r>
      <w:r w:rsidRPr="00BF70EB">
        <w:rPr>
          <w:sz w:val="28"/>
          <w:szCs w:val="28"/>
        </w:rPr>
        <w:t>, направляемых в 202</w:t>
      </w:r>
      <w:r w:rsidR="008D405B">
        <w:rPr>
          <w:sz w:val="28"/>
          <w:szCs w:val="28"/>
        </w:rPr>
        <w:t>5</w:t>
      </w:r>
      <w:r w:rsidR="00271191">
        <w:rPr>
          <w:sz w:val="28"/>
          <w:szCs w:val="28"/>
        </w:rPr>
        <w:t xml:space="preserve"> году на </w:t>
      </w:r>
      <w:r w:rsidRPr="00BF70EB">
        <w:rPr>
          <w:sz w:val="28"/>
          <w:szCs w:val="28"/>
        </w:rPr>
        <w:t>финансовое обеспечение мероприятий</w:t>
      </w:r>
      <w:r w:rsidRPr="00BF70EB">
        <w:rPr>
          <w:rStyle w:val="pt-a0-000012"/>
          <w:sz w:val="28"/>
        </w:rPr>
        <w:t>;</w:t>
      </w:r>
    </w:p>
    <w:p w:rsidR="0075519E" w:rsidRPr="00BF70EB" w:rsidRDefault="0075519E" w:rsidP="0075519E">
      <w:pPr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</w:rPr>
        <w:t xml:space="preserve">в) денежных взысканий, налагаемых в возмещение ущерба, причиненного в результате незаконного или нецелевого использования медицинскими организациями средств нормированного страхового запаса Фонда, сформированного за счет </w:t>
      </w:r>
      <w:r w:rsidRPr="00BF70EB">
        <w:rPr>
          <w:rStyle w:val="pt-a0-000012"/>
          <w:sz w:val="28"/>
          <w:szCs w:val="28"/>
        </w:rPr>
        <w:t>средств</w:t>
      </w:r>
      <w:r>
        <w:rPr>
          <w:rStyle w:val="pt-a0-000012"/>
          <w:sz w:val="28"/>
          <w:szCs w:val="28"/>
        </w:rPr>
        <w:t xml:space="preserve"> неналоговых доходов</w:t>
      </w:r>
      <w:r w:rsidRPr="00BF70EB">
        <w:rPr>
          <w:rStyle w:val="pt-a0-000012"/>
          <w:sz w:val="28"/>
          <w:szCs w:val="28"/>
        </w:rPr>
        <w:t xml:space="preserve"> </w:t>
      </w:r>
      <w:r w:rsidR="00271191">
        <w:rPr>
          <w:rStyle w:val="pt-a0-000012"/>
          <w:sz w:val="28"/>
        </w:rPr>
        <w:t>в </w:t>
      </w:r>
      <w:r w:rsidRPr="00BF70EB">
        <w:rPr>
          <w:rStyle w:val="pt-a0-000012"/>
          <w:sz w:val="28"/>
        </w:rPr>
        <w:t>соотв</w:t>
      </w:r>
      <w:r w:rsidR="008E256C">
        <w:rPr>
          <w:rStyle w:val="pt-a0-000012"/>
          <w:sz w:val="28"/>
        </w:rPr>
        <w:t>етствии с частью 6</w:t>
      </w:r>
      <w:r w:rsidRPr="008E256C">
        <w:rPr>
          <w:rStyle w:val="pt-a0-000012"/>
          <w:sz w:val="28"/>
          <w:vertAlign w:val="superscript"/>
        </w:rPr>
        <w:t>3</w:t>
      </w:r>
      <w:r w:rsidRPr="00BF70EB">
        <w:rPr>
          <w:rStyle w:val="pt-a0-000012"/>
          <w:sz w:val="28"/>
        </w:rPr>
        <w:t xml:space="preserve"> ст</w:t>
      </w:r>
      <w:r w:rsidR="00BB0446">
        <w:rPr>
          <w:rStyle w:val="pt-a0-000012"/>
          <w:sz w:val="28"/>
        </w:rPr>
        <w:t>атьи 26 Федерального закона «Об </w:t>
      </w:r>
      <w:r w:rsidRPr="00BF70EB">
        <w:rPr>
          <w:rStyle w:val="pt-a0-000012"/>
          <w:sz w:val="28"/>
        </w:rPr>
        <w:t xml:space="preserve">обязательном медицинском страховании в Российской Федерации», </w:t>
      </w:r>
      <w:r w:rsidR="00271191">
        <w:rPr>
          <w:sz w:val="28"/>
          <w:szCs w:val="28"/>
        </w:rPr>
        <w:t>направляемых в </w:t>
      </w:r>
      <w:r w:rsidRPr="00BF70EB">
        <w:rPr>
          <w:sz w:val="28"/>
          <w:szCs w:val="28"/>
        </w:rPr>
        <w:t>202</w:t>
      </w:r>
      <w:r w:rsidR="008D405B">
        <w:rPr>
          <w:sz w:val="28"/>
          <w:szCs w:val="28"/>
        </w:rPr>
        <w:t>5</w:t>
      </w:r>
      <w:r w:rsidR="00271191">
        <w:rPr>
          <w:sz w:val="28"/>
          <w:szCs w:val="28"/>
        </w:rPr>
        <w:t> </w:t>
      </w:r>
      <w:r w:rsidRPr="00BF70EB">
        <w:rPr>
          <w:sz w:val="28"/>
          <w:szCs w:val="28"/>
        </w:rPr>
        <w:t xml:space="preserve">году </w:t>
      </w:r>
      <w:r w:rsidRPr="00BF70EB">
        <w:rPr>
          <w:rStyle w:val="pt-a0-000012"/>
          <w:sz w:val="28"/>
        </w:rPr>
        <w:t>на финансовое обеспечение мероприятий;</w:t>
      </w:r>
    </w:p>
    <w:p w:rsidR="00DB3AF5" w:rsidRPr="005738B4" w:rsidRDefault="0075519E" w:rsidP="00DB3AF5">
      <w:pPr>
        <w:ind w:firstLine="709"/>
        <w:jc w:val="both"/>
        <w:rPr>
          <w:rStyle w:val="pt-a0-000012"/>
          <w:sz w:val="28"/>
        </w:rPr>
      </w:pPr>
      <w:r w:rsidRPr="005738B4">
        <w:rPr>
          <w:rStyle w:val="pt-a0-000012"/>
          <w:sz w:val="28"/>
          <w:szCs w:val="28"/>
        </w:rPr>
        <w:t>г)</w:t>
      </w:r>
      <w:r w:rsidR="009F0137" w:rsidRPr="005738B4">
        <w:rPr>
          <w:rStyle w:val="pt-a0-000012"/>
          <w:sz w:val="28"/>
          <w:szCs w:val="28"/>
        </w:rPr>
        <w:t> </w:t>
      </w:r>
      <w:r w:rsidR="00DB3AF5" w:rsidRPr="005738B4">
        <w:rPr>
          <w:rStyle w:val="pt-a0-000012"/>
          <w:sz w:val="28"/>
          <w:szCs w:val="28"/>
        </w:rPr>
        <w:t>субвенции</w:t>
      </w:r>
      <w:r w:rsidR="00C40F1B">
        <w:rPr>
          <w:rStyle w:val="pt-a0-000012"/>
          <w:sz w:val="28"/>
          <w:szCs w:val="28"/>
        </w:rPr>
        <w:t xml:space="preserve"> из</w:t>
      </w:r>
      <w:r w:rsidR="00DB3AF5" w:rsidRPr="005738B4">
        <w:rPr>
          <w:rStyle w:val="pt-a0-000012"/>
          <w:sz w:val="28"/>
          <w:szCs w:val="28"/>
        </w:rPr>
        <w:t xml:space="preserve"> бюджета ФОМС </w:t>
      </w:r>
      <w:r w:rsidR="00DB3AF5" w:rsidRPr="005738B4">
        <w:rPr>
          <w:sz w:val="28"/>
          <w:szCs w:val="28"/>
        </w:rPr>
        <w:t xml:space="preserve">(за исключением </w:t>
      </w:r>
      <w:r w:rsidR="00DB3AF5" w:rsidRPr="005738B4">
        <w:rPr>
          <w:rStyle w:val="pt-a0-000012"/>
          <w:sz w:val="28"/>
        </w:rPr>
        <w:t>средств, поступивших на формирование нормирова</w:t>
      </w:r>
      <w:r w:rsidR="00271191">
        <w:rPr>
          <w:rStyle w:val="pt-a0-000012"/>
          <w:sz w:val="28"/>
        </w:rPr>
        <w:t>нного страхового запаса Фонда в </w:t>
      </w:r>
      <w:r w:rsidR="00DB3AF5" w:rsidRPr="005738B4">
        <w:rPr>
          <w:rStyle w:val="pt-a0-000012"/>
          <w:sz w:val="28"/>
        </w:rPr>
        <w:t>соответствии с частью 6</w:t>
      </w:r>
      <w:r w:rsidR="00DB3AF5" w:rsidRPr="005738B4">
        <w:rPr>
          <w:rStyle w:val="pt-a0-000012"/>
          <w:sz w:val="28"/>
          <w:vertAlign w:val="superscript"/>
        </w:rPr>
        <w:t>3</w:t>
      </w:r>
      <w:r w:rsidR="00DB3AF5" w:rsidRPr="005738B4">
        <w:rPr>
          <w:rStyle w:val="pt-a0-000012"/>
          <w:sz w:val="28"/>
        </w:rPr>
        <w:t xml:space="preserve"> ст</w:t>
      </w:r>
      <w:r w:rsidR="00BB0446">
        <w:rPr>
          <w:rStyle w:val="pt-a0-000012"/>
          <w:sz w:val="28"/>
        </w:rPr>
        <w:t>атьи 26 Федерального закона «Об </w:t>
      </w:r>
      <w:r w:rsidR="00DB3AF5" w:rsidRPr="005738B4">
        <w:rPr>
          <w:rStyle w:val="pt-a0-000012"/>
          <w:sz w:val="28"/>
        </w:rPr>
        <w:t>обязательном медицинском страховании в Российской Федерации»</w:t>
      </w:r>
      <w:r w:rsidR="00DB3AF5" w:rsidRPr="005738B4">
        <w:rPr>
          <w:sz w:val="28"/>
          <w:szCs w:val="28"/>
        </w:rPr>
        <w:t>)</w:t>
      </w:r>
      <w:r w:rsidR="00DB3AF5" w:rsidRPr="005738B4">
        <w:rPr>
          <w:rStyle w:val="pt-a0-000012"/>
          <w:sz w:val="28"/>
          <w:szCs w:val="28"/>
        </w:rPr>
        <w:t>, перечисленных Фондом в бюджет ФОМС и возвращенных ФОМС в бюджет Фонда в 202</w:t>
      </w:r>
      <w:r w:rsidR="008D405B">
        <w:rPr>
          <w:rStyle w:val="pt-a0-000012"/>
          <w:sz w:val="28"/>
          <w:szCs w:val="28"/>
        </w:rPr>
        <w:t>5</w:t>
      </w:r>
      <w:r w:rsidR="00DB3AF5" w:rsidRPr="005738B4">
        <w:rPr>
          <w:rStyle w:val="pt-a0-000012"/>
          <w:sz w:val="28"/>
          <w:szCs w:val="28"/>
        </w:rPr>
        <w:t xml:space="preserve"> году после принятия решения о наличии в них потребности, </w:t>
      </w:r>
      <w:r w:rsidR="00DB3AF5" w:rsidRPr="005738B4">
        <w:rPr>
          <w:sz w:val="28"/>
          <w:szCs w:val="28"/>
        </w:rPr>
        <w:t>направляемых в 202</w:t>
      </w:r>
      <w:r w:rsidR="008D405B">
        <w:rPr>
          <w:sz w:val="28"/>
          <w:szCs w:val="28"/>
        </w:rPr>
        <w:t>5</w:t>
      </w:r>
      <w:r w:rsidR="00DB3AF5" w:rsidRPr="005738B4">
        <w:rPr>
          <w:sz w:val="28"/>
          <w:szCs w:val="28"/>
        </w:rPr>
        <w:t xml:space="preserve"> году </w:t>
      </w:r>
      <w:r w:rsidR="00DB3AF5" w:rsidRPr="005738B4">
        <w:rPr>
          <w:rStyle w:val="pt-a0-000012"/>
          <w:sz w:val="28"/>
          <w:szCs w:val="28"/>
        </w:rPr>
        <w:t xml:space="preserve">на </w:t>
      </w:r>
      <w:r w:rsidR="00DB3AF5" w:rsidRPr="005738B4">
        <w:rPr>
          <w:sz w:val="28"/>
          <w:szCs w:val="28"/>
        </w:rPr>
        <w:t xml:space="preserve">финансовое обеспечение организации </w:t>
      </w:r>
      <w:r w:rsidR="00DB3AF5" w:rsidRPr="005738B4">
        <w:rPr>
          <w:sz w:val="28"/>
          <w:szCs w:val="28"/>
        </w:rPr>
        <w:lastRenderedPageBreak/>
        <w:t>обязательного медицинского страхования на территории Ярославской области в части</w:t>
      </w:r>
      <w:r w:rsidR="00DB3AF5" w:rsidRPr="005738B4">
        <w:rPr>
          <w:rStyle w:val="pt-a0-000012"/>
          <w:sz w:val="28"/>
          <w:szCs w:val="28"/>
        </w:rPr>
        <w:t xml:space="preserve"> р</w:t>
      </w:r>
      <w:r w:rsidR="00DB3AF5" w:rsidRPr="005738B4">
        <w:rPr>
          <w:rStyle w:val="pt-a0-000012"/>
          <w:sz w:val="28"/>
        </w:rPr>
        <w:t>еализаци</w:t>
      </w:r>
      <w:r w:rsidR="00941493">
        <w:rPr>
          <w:rStyle w:val="pt-a0-000012"/>
          <w:sz w:val="28"/>
        </w:rPr>
        <w:t>и</w:t>
      </w:r>
      <w:r w:rsidR="00DB3AF5" w:rsidRPr="005738B4">
        <w:rPr>
          <w:rStyle w:val="pt-a0-000012"/>
          <w:sz w:val="28"/>
        </w:rPr>
        <w:t xml:space="preserve"> территориальной программы обязательного медицинского страхования;</w:t>
      </w:r>
    </w:p>
    <w:p w:rsidR="0075519E" w:rsidRPr="00BF70EB" w:rsidRDefault="0075519E" w:rsidP="00755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2) поступление в 20</w:t>
      </w:r>
      <w:r w:rsidR="003D7C60">
        <w:rPr>
          <w:sz w:val="28"/>
          <w:szCs w:val="28"/>
        </w:rPr>
        <w:t>2</w:t>
      </w:r>
      <w:r w:rsidR="008D405B">
        <w:rPr>
          <w:sz w:val="28"/>
          <w:szCs w:val="28"/>
        </w:rPr>
        <w:t>5</w:t>
      </w:r>
      <w:r w:rsidRPr="00BF70EB">
        <w:rPr>
          <w:sz w:val="28"/>
          <w:szCs w:val="28"/>
        </w:rPr>
        <w:t xml:space="preserve"> году доходов сверх объемов, утвержденных настоящим Законом:</w:t>
      </w:r>
    </w:p>
    <w:p w:rsidR="0075519E" w:rsidRPr="00BF70EB" w:rsidRDefault="0075519E" w:rsidP="00210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а) штрафов, пеней, неустоек</w:t>
      </w:r>
      <w:r>
        <w:rPr>
          <w:sz w:val="28"/>
          <w:szCs w:val="28"/>
        </w:rPr>
        <w:t>, в том числе</w:t>
      </w:r>
      <w:r w:rsidRPr="00F775D3">
        <w:rPr>
          <w:sz w:val="28"/>
          <w:szCs w:val="28"/>
        </w:rPr>
        <w:t xml:space="preserve"> </w:t>
      </w:r>
      <w:r w:rsidRPr="00506745">
        <w:rPr>
          <w:sz w:val="28"/>
          <w:szCs w:val="28"/>
        </w:rPr>
        <w:t>поступ</w:t>
      </w:r>
      <w:r>
        <w:rPr>
          <w:sz w:val="28"/>
          <w:szCs w:val="28"/>
        </w:rPr>
        <w:t>ивших</w:t>
      </w:r>
      <w:r w:rsidRPr="00506745">
        <w:rPr>
          <w:sz w:val="28"/>
          <w:szCs w:val="28"/>
        </w:rPr>
        <w:t xml:space="preserve"> в счет погашения задолженности, образ</w:t>
      </w:r>
      <w:r w:rsidR="005810AB">
        <w:rPr>
          <w:sz w:val="28"/>
          <w:szCs w:val="28"/>
        </w:rPr>
        <w:t>овавшейся до 1 января 2020 года</w:t>
      </w:r>
      <w:r w:rsidR="00271191">
        <w:rPr>
          <w:sz w:val="28"/>
          <w:szCs w:val="28"/>
        </w:rPr>
        <w:t xml:space="preserve"> (за </w:t>
      </w:r>
      <w:r w:rsidRPr="00BF70EB">
        <w:rPr>
          <w:sz w:val="28"/>
          <w:szCs w:val="28"/>
        </w:rPr>
        <w:t xml:space="preserve">исключением </w:t>
      </w:r>
      <w:r w:rsidRPr="00BF70EB">
        <w:rPr>
          <w:rStyle w:val="pt-a0-000012"/>
          <w:sz w:val="28"/>
        </w:rPr>
        <w:t>средств, поступивших на формирование нормированного страхового запаса Фонда в соответствии с частью 6</w:t>
      </w:r>
      <w:r w:rsidRPr="008E256C">
        <w:rPr>
          <w:rStyle w:val="pt-a0-000012"/>
          <w:sz w:val="28"/>
          <w:vertAlign w:val="superscript"/>
        </w:rPr>
        <w:t>3</w:t>
      </w:r>
      <w:r w:rsidRPr="00BF70EB">
        <w:rPr>
          <w:rStyle w:val="pt-a0-000012"/>
          <w:sz w:val="28"/>
        </w:rPr>
        <w:t xml:space="preserve"> статьи 26 Федерального закона «Об обязательном медицинском страховании в Российской Федерации»</w:t>
      </w:r>
      <w:r w:rsidRPr="00BF70EB">
        <w:rPr>
          <w:sz w:val="28"/>
          <w:szCs w:val="28"/>
        </w:rPr>
        <w:t>), направляемых в 20</w:t>
      </w:r>
      <w:r w:rsidR="004A0E6B">
        <w:rPr>
          <w:sz w:val="28"/>
          <w:szCs w:val="28"/>
        </w:rPr>
        <w:t>2</w:t>
      </w:r>
      <w:r w:rsidR="008D405B">
        <w:rPr>
          <w:sz w:val="28"/>
          <w:szCs w:val="28"/>
        </w:rPr>
        <w:t>5</w:t>
      </w:r>
      <w:r w:rsidRPr="00BF70EB">
        <w:rPr>
          <w:sz w:val="28"/>
          <w:szCs w:val="28"/>
        </w:rPr>
        <w:t xml:space="preserve"> году на дополнительное финансовое обеспечение организации обязательн</w:t>
      </w:r>
      <w:r w:rsidR="00271191">
        <w:rPr>
          <w:sz w:val="28"/>
          <w:szCs w:val="28"/>
        </w:rPr>
        <w:t>ого медицинского страхования на </w:t>
      </w:r>
      <w:r w:rsidRPr="00BF70EB">
        <w:rPr>
          <w:sz w:val="28"/>
          <w:szCs w:val="28"/>
        </w:rPr>
        <w:t>территории Ярославской области;</w:t>
      </w:r>
    </w:p>
    <w:p w:rsidR="00210075" w:rsidRDefault="0075519E" w:rsidP="00210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б) </w:t>
      </w:r>
      <w:r w:rsidR="00210075">
        <w:rPr>
          <w:sz w:val="28"/>
          <w:szCs w:val="28"/>
        </w:rPr>
        <w:t>межбюджетных трансфертов, полученных Фондом от других территориальных фондов обязатель</w:t>
      </w:r>
      <w:r w:rsidR="00271191">
        <w:rPr>
          <w:sz w:val="28"/>
          <w:szCs w:val="28"/>
        </w:rPr>
        <w:t>ного медицинского страхования в </w:t>
      </w:r>
      <w:r w:rsidR="00210075">
        <w:rPr>
          <w:sz w:val="28"/>
          <w:szCs w:val="28"/>
        </w:rPr>
        <w:t>качестве возмещения затрат по оплате стоимости медицинской помощи, оказанной медицинскими организациями, участвующими в реализации территориальной программы обязательного медицинского страхования Ярославской области, лицам, застрахованным за пределами территории Ярославской области, источником которых являлись средства:</w:t>
      </w:r>
    </w:p>
    <w:p w:rsidR="00210075" w:rsidRDefault="00210075" w:rsidP="00210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Федерации, направляемых в 202</w:t>
      </w:r>
      <w:r w:rsidR="008D405B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на финансовое обеспечение организации обязательного медицинского страхования на территории Ярославской области в 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210075" w:rsidRPr="00863330" w:rsidRDefault="00863330" w:rsidP="002100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6761D">
        <w:rPr>
          <w:sz w:val="28"/>
          <w:szCs w:val="28"/>
        </w:rPr>
        <w:t xml:space="preserve">иных </w:t>
      </w:r>
      <w:r w:rsidR="00210075" w:rsidRPr="00A6761D">
        <w:rPr>
          <w:bCs/>
          <w:sz w:val="28"/>
          <w:szCs w:val="28"/>
        </w:rPr>
        <w:t xml:space="preserve">межбюджетных трансфертов, передаваемых бюджетам </w:t>
      </w:r>
      <w:r w:rsidR="000F776B" w:rsidRPr="00A6761D">
        <w:rPr>
          <w:bCs/>
          <w:sz w:val="28"/>
          <w:szCs w:val="28"/>
        </w:rPr>
        <w:t xml:space="preserve">других </w:t>
      </w:r>
      <w:r w:rsidR="00210075" w:rsidRPr="00A6761D">
        <w:rPr>
          <w:bCs/>
          <w:sz w:val="28"/>
          <w:szCs w:val="28"/>
        </w:rPr>
        <w:t xml:space="preserve">территориальных фондов </w:t>
      </w:r>
      <w:r w:rsidR="00210075" w:rsidRPr="005738B4">
        <w:rPr>
          <w:bCs/>
          <w:sz w:val="28"/>
          <w:szCs w:val="28"/>
        </w:rPr>
        <w:t>обязательного медицинского страхования из бюджетов субъектов Российской Федерации</w:t>
      </w:r>
      <w:r w:rsidR="00A6761D" w:rsidRPr="005738B4">
        <w:rPr>
          <w:bCs/>
          <w:sz w:val="28"/>
          <w:szCs w:val="28"/>
        </w:rPr>
        <w:t>, а также неналоговых доходов бюджетов территориальных фондов обязательного медицинского страхования других субъектов Российской Федерации</w:t>
      </w:r>
      <w:r w:rsidR="00271191">
        <w:rPr>
          <w:bCs/>
          <w:sz w:val="28"/>
          <w:szCs w:val="28"/>
        </w:rPr>
        <w:t>, направляемых в </w:t>
      </w:r>
      <w:r w:rsidR="00210075" w:rsidRPr="005738B4">
        <w:rPr>
          <w:bCs/>
          <w:sz w:val="28"/>
          <w:szCs w:val="28"/>
        </w:rPr>
        <w:t>202</w:t>
      </w:r>
      <w:r w:rsidR="008D405B">
        <w:rPr>
          <w:bCs/>
          <w:sz w:val="28"/>
          <w:szCs w:val="28"/>
        </w:rPr>
        <w:t>5</w:t>
      </w:r>
      <w:r w:rsidR="00271191">
        <w:rPr>
          <w:bCs/>
          <w:sz w:val="28"/>
          <w:szCs w:val="28"/>
        </w:rPr>
        <w:t> </w:t>
      </w:r>
      <w:r w:rsidR="00210075" w:rsidRPr="005738B4">
        <w:rPr>
          <w:bCs/>
          <w:sz w:val="28"/>
          <w:szCs w:val="28"/>
        </w:rPr>
        <w:t>году на финансовое обеспечение расходов на оплату</w:t>
      </w:r>
      <w:r w:rsidR="00210075" w:rsidRPr="00A6761D">
        <w:rPr>
          <w:bCs/>
          <w:sz w:val="28"/>
          <w:szCs w:val="28"/>
        </w:rPr>
        <w:t xml:space="preserve">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863330" w:rsidRDefault="00863330" w:rsidP="00863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иных </w:t>
      </w:r>
      <w:r>
        <w:rPr>
          <w:bCs/>
          <w:sz w:val="28"/>
          <w:szCs w:val="28"/>
        </w:rPr>
        <w:t xml:space="preserve">межбюджетных трансфертов, </w:t>
      </w:r>
      <w:r w:rsidRPr="00E9627E">
        <w:rPr>
          <w:sz w:val="28"/>
          <w:szCs w:val="28"/>
        </w:rPr>
        <w:t>передаваемы</w:t>
      </w:r>
      <w:r>
        <w:rPr>
          <w:sz w:val="28"/>
          <w:szCs w:val="28"/>
        </w:rPr>
        <w:t>х</w:t>
      </w:r>
      <w:r w:rsidRPr="00E9627E">
        <w:rPr>
          <w:sz w:val="28"/>
          <w:szCs w:val="28"/>
        </w:rPr>
        <w:t xml:space="preserve"> бюджетам </w:t>
      </w:r>
      <w:r w:rsidR="000F776B">
        <w:rPr>
          <w:sz w:val="28"/>
          <w:szCs w:val="28"/>
        </w:rPr>
        <w:t xml:space="preserve">других </w:t>
      </w:r>
      <w:r w:rsidRPr="00E9627E">
        <w:rPr>
          <w:sz w:val="28"/>
          <w:szCs w:val="28"/>
        </w:rPr>
        <w:t>территориальных фондов обязательного медицинского страхования, источником финансового обеспечения которых являлись бюджетные ассигнования резервного фонда Правительства Российской Федерации и бюджета ФОМС</w:t>
      </w:r>
      <w:r>
        <w:rPr>
          <w:bCs/>
          <w:sz w:val="28"/>
          <w:szCs w:val="28"/>
        </w:rPr>
        <w:t>, направляемых в 202</w:t>
      </w:r>
      <w:r w:rsidR="008D405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году по соответствующей целевой статье расходов </w:t>
      </w:r>
      <w:r>
        <w:rPr>
          <w:sz w:val="28"/>
          <w:szCs w:val="28"/>
        </w:rPr>
        <w:t xml:space="preserve">в части расходов на оплату медицинской помощи, оказанной застрахованным лицам за пределами территории субъекта </w:t>
      </w:r>
      <w:r>
        <w:rPr>
          <w:sz w:val="28"/>
          <w:szCs w:val="28"/>
        </w:rPr>
        <w:lastRenderedPageBreak/>
        <w:t>Российской Федерации, в котором выдан полис обязательного медицинского страхования</w:t>
      </w:r>
      <w:r>
        <w:rPr>
          <w:bCs/>
          <w:sz w:val="28"/>
          <w:szCs w:val="28"/>
        </w:rPr>
        <w:t>;</w:t>
      </w:r>
    </w:p>
    <w:p w:rsidR="00210075" w:rsidRDefault="0075519E" w:rsidP="002100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F70EB">
        <w:rPr>
          <w:sz w:val="28"/>
          <w:szCs w:val="28"/>
        </w:rPr>
        <w:t>3) </w:t>
      </w:r>
      <w:r w:rsidR="00210075">
        <w:rPr>
          <w:bCs/>
          <w:sz w:val="28"/>
          <w:szCs w:val="28"/>
        </w:rPr>
        <w:t>перераспределение бюджетных ассигнований в ходе исполнения бюджета Фонда в текущем финансовом году между группами видов расходов в пределах общего объема бюджетных ассигнований, предусмотренных по соответствующей целевой статье расходов в разделах «Здравоохранение» и «Общегосударственные вопросы»</w:t>
      </w:r>
      <w:r w:rsidR="00FD3D08">
        <w:rPr>
          <w:bCs/>
          <w:sz w:val="28"/>
          <w:szCs w:val="28"/>
        </w:rPr>
        <w:t>;</w:t>
      </w:r>
    </w:p>
    <w:p w:rsidR="00FD3D08" w:rsidRPr="00FD3D08" w:rsidRDefault="00FD3D08" w:rsidP="002100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 перераспределение бюджетных ассигнований в ходе исполнения бюджета Фонда в текущем финансовом году между разделами и подразделами </w:t>
      </w:r>
      <w:r>
        <w:rPr>
          <w:sz w:val="28"/>
          <w:szCs w:val="28"/>
        </w:rPr>
        <w:t xml:space="preserve">классификации расходов бюджетов </w:t>
      </w:r>
      <w:r>
        <w:rPr>
          <w:bCs/>
          <w:sz w:val="28"/>
          <w:szCs w:val="28"/>
        </w:rPr>
        <w:t>в пределах общего объема бюджетных ассигнований, предусмотренных по соответствующей целевой статье расходов.</w:t>
      </w:r>
    </w:p>
    <w:p w:rsidR="00E03C8C" w:rsidRDefault="00E03C8C" w:rsidP="002100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27E">
        <w:rPr>
          <w:rFonts w:ascii="Times New Roman" w:hAnsi="Times New Roman" w:cs="Times New Roman"/>
          <w:sz w:val="28"/>
          <w:szCs w:val="28"/>
        </w:rPr>
        <w:t>2. Иные межбюджетные трансферты, передаваемые бюджетам территориальных фондов обязательного медицинского страхования (имеющие целевое назначение), источником финансового обеспечения которых являлись бюджетные ассигнования резервного фонда Правительства Российской Федерации и бюджета ФОМС, не являются источником расходов бюджета Фонда на ведение дела по обязательному медицинскому страхованию страховыми медицинскими организациями.</w:t>
      </w:r>
    </w:p>
    <w:p w:rsidR="00175535" w:rsidRPr="00BF70EB" w:rsidRDefault="00175535" w:rsidP="002100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BE9" w:rsidRPr="00BF70EB" w:rsidRDefault="003D3BE9" w:rsidP="003D3BE9">
      <w:pPr>
        <w:ind w:firstLine="709"/>
        <w:jc w:val="both"/>
        <w:rPr>
          <w:b/>
          <w:sz w:val="28"/>
          <w:szCs w:val="28"/>
        </w:rPr>
      </w:pPr>
      <w:r w:rsidRPr="00BF70EB">
        <w:rPr>
          <w:sz w:val="28"/>
          <w:szCs w:val="28"/>
        </w:rPr>
        <w:t>Статья</w:t>
      </w:r>
      <w:r w:rsidR="00C60D5F" w:rsidRPr="00BF70EB">
        <w:rPr>
          <w:sz w:val="28"/>
          <w:szCs w:val="28"/>
        </w:rPr>
        <w:t> </w:t>
      </w:r>
      <w:r w:rsidR="00C64DD1">
        <w:rPr>
          <w:sz w:val="28"/>
          <w:szCs w:val="28"/>
        </w:rPr>
        <w:t>7</w:t>
      </w:r>
      <w:r w:rsidRPr="00BF70EB">
        <w:rPr>
          <w:sz w:val="28"/>
          <w:szCs w:val="28"/>
        </w:rPr>
        <w:t>.</w:t>
      </w:r>
      <w:r w:rsidR="00C60D5F" w:rsidRPr="00BF70EB">
        <w:rPr>
          <w:sz w:val="28"/>
          <w:szCs w:val="28"/>
        </w:rPr>
        <w:t> </w:t>
      </w:r>
      <w:r w:rsidRPr="00BF70EB">
        <w:rPr>
          <w:b/>
          <w:sz w:val="28"/>
          <w:szCs w:val="28"/>
        </w:rPr>
        <w:t xml:space="preserve">Норматив расходов на ведение дела по обязательному медицинскому страхованию </w:t>
      </w:r>
    </w:p>
    <w:p w:rsidR="001D56E0" w:rsidRDefault="001D56E0" w:rsidP="001D56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для страховых медицинских организа</w:t>
      </w:r>
      <w:r w:rsidR="00271191">
        <w:rPr>
          <w:sz w:val="28"/>
          <w:szCs w:val="28"/>
        </w:rPr>
        <w:t>ций, участвующих в </w:t>
      </w:r>
      <w:r>
        <w:rPr>
          <w:sz w:val="28"/>
          <w:szCs w:val="28"/>
        </w:rPr>
        <w:t>реализации территориальной программы обязательного медицинского страхования Ярославской области, норма</w:t>
      </w:r>
      <w:r w:rsidR="00567540">
        <w:rPr>
          <w:sz w:val="28"/>
          <w:szCs w:val="28"/>
        </w:rPr>
        <w:t>тив расходов на ведение дела по </w:t>
      </w:r>
      <w:r>
        <w:rPr>
          <w:sz w:val="28"/>
          <w:szCs w:val="28"/>
        </w:rPr>
        <w:t>обязательному медицинскому страхо</w:t>
      </w:r>
      <w:r w:rsidR="00567540">
        <w:rPr>
          <w:sz w:val="28"/>
          <w:szCs w:val="28"/>
        </w:rPr>
        <w:t>ванию в размере 0,8 процента от </w:t>
      </w:r>
      <w:r>
        <w:rPr>
          <w:sz w:val="28"/>
          <w:szCs w:val="28"/>
        </w:rPr>
        <w:t>суммы средств, поступивших в страховую</w:t>
      </w:r>
      <w:r w:rsidR="00271191">
        <w:rPr>
          <w:sz w:val="28"/>
          <w:szCs w:val="28"/>
        </w:rPr>
        <w:t xml:space="preserve"> медицинскую организацию по </w:t>
      </w:r>
      <w:r>
        <w:rPr>
          <w:sz w:val="28"/>
          <w:szCs w:val="28"/>
        </w:rPr>
        <w:t>дифференцированным подушевым н</w:t>
      </w:r>
      <w:r w:rsidR="00271191">
        <w:rPr>
          <w:sz w:val="28"/>
          <w:szCs w:val="28"/>
        </w:rPr>
        <w:t>ормативам за январь 2025 года и </w:t>
      </w:r>
      <w:r>
        <w:rPr>
          <w:sz w:val="28"/>
          <w:szCs w:val="28"/>
        </w:rPr>
        <w:t>последующие периоды, и в размере 0,9 процента от суммы средств, поступивших в страховую медицин</w:t>
      </w:r>
      <w:r w:rsidR="00271191">
        <w:rPr>
          <w:sz w:val="28"/>
          <w:szCs w:val="28"/>
        </w:rPr>
        <w:t>скую организацию в 2025 году по </w:t>
      </w:r>
      <w:r>
        <w:rPr>
          <w:sz w:val="28"/>
          <w:szCs w:val="28"/>
        </w:rPr>
        <w:t xml:space="preserve">дифференцированным подушевым нормативам за декабрь 2024 года. </w:t>
      </w:r>
    </w:p>
    <w:p w:rsidR="003D3BE9" w:rsidRPr="00BF70EB" w:rsidRDefault="003D3BE9" w:rsidP="00C472B5">
      <w:pPr>
        <w:ind w:firstLine="709"/>
        <w:jc w:val="both"/>
        <w:rPr>
          <w:sz w:val="28"/>
          <w:szCs w:val="28"/>
        </w:rPr>
      </w:pPr>
    </w:p>
    <w:p w:rsidR="004B4E5C" w:rsidRPr="00BF70EB" w:rsidRDefault="004B4E5C" w:rsidP="00C472B5">
      <w:pPr>
        <w:ind w:firstLine="709"/>
        <w:jc w:val="both"/>
        <w:rPr>
          <w:b/>
          <w:sz w:val="28"/>
          <w:szCs w:val="28"/>
        </w:rPr>
      </w:pPr>
      <w:r w:rsidRPr="00BF70EB">
        <w:rPr>
          <w:sz w:val="28"/>
          <w:szCs w:val="28"/>
        </w:rPr>
        <w:t>Статья</w:t>
      </w:r>
      <w:r w:rsidR="00C60D5F" w:rsidRPr="00BF70EB">
        <w:rPr>
          <w:sz w:val="28"/>
          <w:szCs w:val="28"/>
        </w:rPr>
        <w:t> </w:t>
      </w:r>
      <w:r w:rsidR="00C64DD1">
        <w:rPr>
          <w:sz w:val="28"/>
          <w:szCs w:val="28"/>
        </w:rPr>
        <w:t>8</w:t>
      </w:r>
      <w:r w:rsidRPr="00BF70EB">
        <w:rPr>
          <w:sz w:val="28"/>
          <w:szCs w:val="28"/>
        </w:rPr>
        <w:t>.</w:t>
      </w:r>
      <w:r w:rsidR="00C60D5F" w:rsidRPr="00BF70EB">
        <w:rPr>
          <w:sz w:val="28"/>
          <w:szCs w:val="28"/>
        </w:rPr>
        <w:t> </w:t>
      </w:r>
      <w:r w:rsidRPr="00BF70EB">
        <w:rPr>
          <w:b/>
          <w:sz w:val="28"/>
          <w:szCs w:val="28"/>
        </w:rPr>
        <w:t>Вступление в силу настоящего Закона</w:t>
      </w:r>
    </w:p>
    <w:p w:rsidR="004B4E5C" w:rsidRPr="00BF70EB" w:rsidRDefault="004B4E5C" w:rsidP="00C472B5">
      <w:pPr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Настоящий Зако</w:t>
      </w:r>
      <w:r w:rsidR="002F11E1" w:rsidRPr="00BF70EB">
        <w:rPr>
          <w:sz w:val="28"/>
          <w:szCs w:val="28"/>
        </w:rPr>
        <w:t>н вступает в силу с 1 января 202</w:t>
      </w:r>
      <w:r w:rsidR="008D405B">
        <w:rPr>
          <w:sz w:val="28"/>
          <w:szCs w:val="28"/>
        </w:rPr>
        <w:t>5</w:t>
      </w:r>
      <w:r w:rsidRPr="00BF70EB">
        <w:rPr>
          <w:sz w:val="28"/>
          <w:szCs w:val="28"/>
        </w:rPr>
        <w:t xml:space="preserve"> года.</w:t>
      </w:r>
    </w:p>
    <w:p w:rsidR="00D641A4" w:rsidRDefault="00D641A4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271191" w:rsidRDefault="00271191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BB0446" w:rsidRDefault="00BB0446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573D08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 xml:space="preserve">Губернатор </w:t>
      </w:r>
    </w:p>
    <w:p w:rsidR="00322E70" w:rsidRPr="00BF70EB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Ярославской области</w:t>
      </w:r>
      <w:r w:rsidRPr="00BF70EB">
        <w:rPr>
          <w:bCs/>
          <w:sz w:val="28"/>
          <w:szCs w:val="28"/>
        </w:rPr>
        <w:tab/>
      </w:r>
      <w:r w:rsidR="00271191">
        <w:rPr>
          <w:bCs/>
          <w:sz w:val="28"/>
          <w:szCs w:val="28"/>
        </w:rPr>
        <w:t xml:space="preserve">   </w:t>
      </w:r>
      <w:r w:rsidRPr="00BF70EB">
        <w:rPr>
          <w:bCs/>
          <w:sz w:val="28"/>
          <w:szCs w:val="28"/>
        </w:rPr>
        <w:t xml:space="preserve">  </w:t>
      </w:r>
      <w:r w:rsidR="003437E5">
        <w:rPr>
          <w:bCs/>
          <w:sz w:val="28"/>
          <w:szCs w:val="28"/>
        </w:rPr>
        <w:t>М</w:t>
      </w:r>
      <w:r w:rsidRPr="00BF70EB">
        <w:rPr>
          <w:bCs/>
          <w:sz w:val="28"/>
          <w:szCs w:val="28"/>
        </w:rPr>
        <w:t>.</w:t>
      </w:r>
      <w:r w:rsidR="003437E5">
        <w:rPr>
          <w:bCs/>
          <w:sz w:val="28"/>
          <w:szCs w:val="28"/>
        </w:rPr>
        <w:t>Я</w:t>
      </w:r>
      <w:r w:rsidRPr="00BF70EB">
        <w:rPr>
          <w:bCs/>
          <w:sz w:val="28"/>
          <w:szCs w:val="28"/>
        </w:rPr>
        <w:t xml:space="preserve">. </w:t>
      </w:r>
      <w:r w:rsidR="003437E5">
        <w:rPr>
          <w:bCs/>
          <w:sz w:val="28"/>
          <w:szCs w:val="28"/>
        </w:rPr>
        <w:t>Евраев</w:t>
      </w:r>
    </w:p>
    <w:p w:rsid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271191" w:rsidRPr="00BF70EB" w:rsidRDefault="00271191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BF70EB" w:rsidRDefault="00E854EF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«_____»_____________202</w:t>
      </w:r>
      <w:r w:rsidR="008D405B">
        <w:rPr>
          <w:bCs/>
          <w:sz w:val="28"/>
          <w:szCs w:val="28"/>
        </w:rPr>
        <w:t>4</w:t>
      </w:r>
      <w:r w:rsidR="00322E70" w:rsidRPr="00BF70EB">
        <w:rPr>
          <w:bCs/>
          <w:sz w:val="28"/>
          <w:szCs w:val="28"/>
        </w:rPr>
        <w:t xml:space="preserve"> г.</w:t>
      </w:r>
    </w:p>
    <w:p w:rsidR="00322E70" w:rsidRPr="00BF70EB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№______</w:t>
      </w:r>
    </w:p>
    <w:p w:rsidR="00907971" w:rsidRPr="00322E70" w:rsidRDefault="00907971" w:rsidP="00322E70">
      <w:pPr>
        <w:pStyle w:val="4"/>
        <w:spacing w:before="0" w:after="0"/>
        <w:jc w:val="both"/>
      </w:pPr>
    </w:p>
    <w:sectPr w:rsidR="00907971" w:rsidRPr="00322E70" w:rsidSect="00BB0446">
      <w:headerReference w:type="even" r:id="rId10"/>
      <w:headerReference w:type="default" r:id="rId11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133" w:rsidRDefault="00CE2133">
      <w:r>
        <w:separator/>
      </w:r>
    </w:p>
  </w:endnote>
  <w:endnote w:type="continuationSeparator" w:id="0">
    <w:p w:rsidR="00CE2133" w:rsidRDefault="00CE2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133" w:rsidRDefault="00CE2133">
      <w:r>
        <w:separator/>
      </w:r>
    </w:p>
  </w:footnote>
  <w:footnote w:type="continuationSeparator" w:id="0">
    <w:p w:rsidR="00CE2133" w:rsidRDefault="00CE2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980" w:rsidRDefault="00BA0980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0980" w:rsidRDefault="00BA098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980" w:rsidRPr="005C2B5C" w:rsidRDefault="00BA0980" w:rsidP="00475FED">
    <w:pPr>
      <w:pStyle w:val="a7"/>
      <w:framePr w:wrap="around" w:vAnchor="text" w:hAnchor="margin" w:xAlign="center" w:y="1"/>
      <w:rPr>
        <w:rStyle w:val="a8"/>
        <w:sz w:val="28"/>
        <w:szCs w:val="28"/>
      </w:rPr>
    </w:pPr>
    <w:r w:rsidRPr="005C2B5C">
      <w:rPr>
        <w:rStyle w:val="a8"/>
        <w:sz w:val="28"/>
        <w:szCs w:val="28"/>
      </w:rPr>
      <w:fldChar w:fldCharType="begin"/>
    </w:r>
    <w:r w:rsidRPr="005C2B5C">
      <w:rPr>
        <w:rStyle w:val="a8"/>
        <w:sz w:val="28"/>
        <w:szCs w:val="28"/>
      </w:rPr>
      <w:instrText xml:space="preserve">PAGE  </w:instrText>
    </w:r>
    <w:r w:rsidRPr="005C2B5C">
      <w:rPr>
        <w:rStyle w:val="a8"/>
        <w:sz w:val="28"/>
        <w:szCs w:val="28"/>
      </w:rPr>
      <w:fldChar w:fldCharType="separate"/>
    </w:r>
    <w:r w:rsidR="00D16055">
      <w:rPr>
        <w:rStyle w:val="a8"/>
        <w:noProof/>
        <w:sz w:val="28"/>
        <w:szCs w:val="28"/>
      </w:rPr>
      <w:t>3</w:t>
    </w:r>
    <w:r w:rsidRPr="005C2B5C">
      <w:rPr>
        <w:rStyle w:val="a8"/>
        <w:sz w:val="28"/>
        <w:szCs w:val="28"/>
      </w:rPr>
      <w:fldChar w:fldCharType="end"/>
    </w:r>
  </w:p>
  <w:p w:rsidR="00BA0980" w:rsidRDefault="00BA0980" w:rsidP="00E8191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53A3"/>
    <w:rsid w:val="00016275"/>
    <w:rsid w:val="00017E78"/>
    <w:rsid w:val="00023500"/>
    <w:rsid w:val="00023B24"/>
    <w:rsid w:val="000310F9"/>
    <w:rsid w:val="000317AC"/>
    <w:rsid w:val="00034047"/>
    <w:rsid w:val="00035A5C"/>
    <w:rsid w:val="0004156E"/>
    <w:rsid w:val="00053B9E"/>
    <w:rsid w:val="000559A5"/>
    <w:rsid w:val="00055BD8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77A4"/>
    <w:rsid w:val="00077AFB"/>
    <w:rsid w:val="0008449A"/>
    <w:rsid w:val="00084BA7"/>
    <w:rsid w:val="00091323"/>
    <w:rsid w:val="00093253"/>
    <w:rsid w:val="00093BD8"/>
    <w:rsid w:val="00096071"/>
    <w:rsid w:val="000A086B"/>
    <w:rsid w:val="000A407A"/>
    <w:rsid w:val="000A614D"/>
    <w:rsid w:val="000A624F"/>
    <w:rsid w:val="000A6FA1"/>
    <w:rsid w:val="000A7328"/>
    <w:rsid w:val="000B0EB9"/>
    <w:rsid w:val="000B1A65"/>
    <w:rsid w:val="000B5402"/>
    <w:rsid w:val="000B57C5"/>
    <w:rsid w:val="000B75CC"/>
    <w:rsid w:val="000B7907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0F776B"/>
    <w:rsid w:val="00100B3C"/>
    <w:rsid w:val="00101BE8"/>
    <w:rsid w:val="0010512F"/>
    <w:rsid w:val="00106191"/>
    <w:rsid w:val="0011042E"/>
    <w:rsid w:val="00113607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456A"/>
    <w:rsid w:val="00145B34"/>
    <w:rsid w:val="00147726"/>
    <w:rsid w:val="00147E98"/>
    <w:rsid w:val="001504B5"/>
    <w:rsid w:val="00162ABF"/>
    <w:rsid w:val="001631D0"/>
    <w:rsid w:val="001667E9"/>
    <w:rsid w:val="00171B67"/>
    <w:rsid w:val="0017429D"/>
    <w:rsid w:val="0017493F"/>
    <w:rsid w:val="00175535"/>
    <w:rsid w:val="00175BE4"/>
    <w:rsid w:val="00175CBD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273F"/>
    <w:rsid w:val="00193ADB"/>
    <w:rsid w:val="00197FEA"/>
    <w:rsid w:val="001A42D8"/>
    <w:rsid w:val="001A7CC3"/>
    <w:rsid w:val="001B16F2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D0A15"/>
    <w:rsid w:val="001D216F"/>
    <w:rsid w:val="001D21D5"/>
    <w:rsid w:val="001D2C9D"/>
    <w:rsid w:val="001D4453"/>
    <w:rsid w:val="001D4B79"/>
    <w:rsid w:val="001D5193"/>
    <w:rsid w:val="001D56E0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0E0"/>
    <w:rsid w:val="001E6712"/>
    <w:rsid w:val="001E7C8F"/>
    <w:rsid w:val="001F3C58"/>
    <w:rsid w:val="001F5543"/>
    <w:rsid w:val="001F63E8"/>
    <w:rsid w:val="001F6665"/>
    <w:rsid w:val="001F6906"/>
    <w:rsid w:val="00200CD7"/>
    <w:rsid w:val="00203ED5"/>
    <w:rsid w:val="00206DF9"/>
    <w:rsid w:val="00207D48"/>
    <w:rsid w:val="00210075"/>
    <w:rsid w:val="002100F1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406A7"/>
    <w:rsid w:val="002415E2"/>
    <w:rsid w:val="00242D41"/>
    <w:rsid w:val="00242DA4"/>
    <w:rsid w:val="00245051"/>
    <w:rsid w:val="00245072"/>
    <w:rsid w:val="00246FE6"/>
    <w:rsid w:val="0024740A"/>
    <w:rsid w:val="00247C33"/>
    <w:rsid w:val="00251365"/>
    <w:rsid w:val="0025389D"/>
    <w:rsid w:val="00261361"/>
    <w:rsid w:val="00265001"/>
    <w:rsid w:val="00271191"/>
    <w:rsid w:val="0027412D"/>
    <w:rsid w:val="0027417D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32C2"/>
    <w:rsid w:val="002A5929"/>
    <w:rsid w:val="002A6711"/>
    <w:rsid w:val="002A7E32"/>
    <w:rsid w:val="002B33BE"/>
    <w:rsid w:val="002B4BC5"/>
    <w:rsid w:val="002B5495"/>
    <w:rsid w:val="002B7751"/>
    <w:rsid w:val="002C0E35"/>
    <w:rsid w:val="002C147B"/>
    <w:rsid w:val="002C3564"/>
    <w:rsid w:val="002D1B50"/>
    <w:rsid w:val="002E5895"/>
    <w:rsid w:val="002E6E30"/>
    <w:rsid w:val="002E7B32"/>
    <w:rsid w:val="002F11E1"/>
    <w:rsid w:val="002F1456"/>
    <w:rsid w:val="002F2FD5"/>
    <w:rsid w:val="003042A3"/>
    <w:rsid w:val="00304EA3"/>
    <w:rsid w:val="0030653E"/>
    <w:rsid w:val="00310CFC"/>
    <w:rsid w:val="00311567"/>
    <w:rsid w:val="00316A00"/>
    <w:rsid w:val="00321635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B8D"/>
    <w:rsid w:val="003369E6"/>
    <w:rsid w:val="00342F67"/>
    <w:rsid w:val="003437E5"/>
    <w:rsid w:val="00351F0C"/>
    <w:rsid w:val="0035259B"/>
    <w:rsid w:val="00356E95"/>
    <w:rsid w:val="00361D8F"/>
    <w:rsid w:val="0036244B"/>
    <w:rsid w:val="00363069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C033C"/>
    <w:rsid w:val="003C0762"/>
    <w:rsid w:val="003C0804"/>
    <w:rsid w:val="003C0B6B"/>
    <w:rsid w:val="003C6E27"/>
    <w:rsid w:val="003C702A"/>
    <w:rsid w:val="003D1195"/>
    <w:rsid w:val="003D2251"/>
    <w:rsid w:val="003D37B1"/>
    <w:rsid w:val="003D3BE9"/>
    <w:rsid w:val="003D7898"/>
    <w:rsid w:val="003D7C60"/>
    <w:rsid w:val="003D7C96"/>
    <w:rsid w:val="003E0D9A"/>
    <w:rsid w:val="003E1644"/>
    <w:rsid w:val="003E2276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2F4A"/>
    <w:rsid w:val="00403DD2"/>
    <w:rsid w:val="00406842"/>
    <w:rsid w:val="00411D36"/>
    <w:rsid w:val="00411F17"/>
    <w:rsid w:val="0041265F"/>
    <w:rsid w:val="00414491"/>
    <w:rsid w:val="00417098"/>
    <w:rsid w:val="004206CD"/>
    <w:rsid w:val="0042107C"/>
    <w:rsid w:val="00422136"/>
    <w:rsid w:val="00422912"/>
    <w:rsid w:val="00422B62"/>
    <w:rsid w:val="00425D9E"/>
    <w:rsid w:val="004271EC"/>
    <w:rsid w:val="00432179"/>
    <w:rsid w:val="00434E36"/>
    <w:rsid w:val="004408EF"/>
    <w:rsid w:val="004433CE"/>
    <w:rsid w:val="00445370"/>
    <w:rsid w:val="00445972"/>
    <w:rsid w:val="00451701"/>
    <w:rsid w:val="004549D9"/>
    <w:rsid w:val="00456CDF"/>
    <w:rsid w:val="00457657"/>
    <w:rsid w:val="00461D4F"/>
    <w:rsid w:val="0046387B"/>
    <w:rsid w:val="004640E5"/>
    <w:rsid w:val="00467ACE"/>
    <w:rsid w:val="004703A4"/>
    <w:rsid w:val="0047180B"/>
    <w:rsid w:val="00471D7B"/>
    <w:rsid w:val="0047271E"/>
    <w:rsid w:val="00475FED"/>
    <w:rsid w:val="00476237"/>
    <w:rsid w:val="00481284"/>
    <w:rsid w:val="00482262"/>
    <w:rsid w:val="0048775B"/>
    <w:rsid w:val="00487BA6"/>
    <w:rsid w:val="00493483"/>
    <w:rsid w:val="00493EBC"/>
    <w:rsid w:val="004966D4"/>
    <w:rsid w:val="00496E4E"/>
    <w:rsid w:val="004A0E6B"/>
    <w:rsid w:val="004A10B8"/>
    <w:rsid w:val="004A375A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7399"/>
    <w:rsid w:val="004C0122"/>
    <w:rsid w:val="004C58A5"/>
    <w:rsid w:val="004C6468"/>
    <w:rsid w:val="004D1AC0"/>
    <w:rsid w:val="004D61CE"/>
    <w:rsid w:val="004E1AD6"/>
    <w:rsid w:val="004E20C0"/>
    <w:rsid w:val="004E5802"/>
    <w:rsid w:val="004E588F"/>
    <w:rsid w:val="004F0101"/>
    <w:rsid w:val="004F0574"/>
    <w:rsid w:val="004F32F2"/>
    <w:rsid w:val="004F39BE"/>
    <w:rsid w:val="004F4C6A"/>
    <w:rsid w:val="00502B03"/>
    <w:rsid w:val="00503D1F"/>
    <w:rsid w:val="00505AA3"/>
    <w:rsid w:val="00505BA6"/>
    <w:rsid w:val="00506B12"/>
    <w:rsid w:val="00514D84"/>
    <w:rsid w:val="00520348"/>
    <w:rsid w:val="005209AF"/>
    <w:rsid w:val="005211D6"/>
    <w:rsid w:val="005215F3"/>
    <w:rsid w:val="00521DA4"/>
    <w:rsid w:val="00522C05"/>
    <w:rsid w:val="00526699"/>
    <w:rsid w:val="005327C0"/>
    <w:rsid w:val="00532AF0"/>
    <w:rsid w:val="005379CD"/>
    <w:rsid w:val="005449C7"/>
    <w:rsid w:val="005537BE"/>
    <w:rsid w:val="00554F95"/>
    <w:rsid w:val="005578D4"/>
    <w:rsid w:val="00563720"/>
    <w:rsid w:val="005646D3"/>
    <w:rsid w:val="00566338"/>
    <w:rsid w:val="00566385"/>
    <w:rsid w:val="00567540"/>
    <w:rsid w:val="0057116E"/>
    <w:rsid w:val="005727CA"/>
    <w:rsid w:val="00572B17"/>
    <w:rsid w:val="005738B4"/>
    <w:rsid w:val="00573D08"/>
    <w:rsid w:val="0057492B"/>
    <w:rsid w:val="00576073"/>
    <w:rsid w:val="00577F4B"/>
    <w:rsid w:val="005810AB"/>
    <w:rsid w:val="005858AF"/>
    <w:rsid w:val="00586C0B"/>
    <w:rsid w:val="00590C04"/>
    <w:rsid w:val="00591D6E"/>
    <w:rsid w:val="00592BE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2B5C"/>
    <w:rsid w:val="005C3246"/>
    <w:rsid w:val="005C37C9"/>
    <w:rsid w:val="005C549D"/>
    <w:rsid w:val="005C5919"/>
    <w:rsid w:val="005D00B0"/>
    <w:rsid w:val="005D021C"/>
    <w:rsid w:val="005D080B"/>
    <w:rsid w:val="005E3F54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59FC"/>
    <w:rsid w:val="00627848"/>
    <w:rsid w:val="00627E4E"/>
    <w:rsid w:val="00635873"/>
    <w:rsid w:val="00640D0D"/>
    <w:rsid w:val="006423F5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57576"/>
    <w:rsid w:val="0066179B"/>
    <w:rsid w:val="006629A9"/>
    <w:rsid w:val="00662E3E"/>
    <w:rsid w:val="00663CD9"/>
    <w:rsid w:val="00664EE7"/>
    <w:rsid w:val="0066782B"/>
    <w:rsid w:val="00673361"/>
    <w:rsid w:val="00673D5D"/>
    <w:rsid w:val="00683729"/>
    <w:rsid w:val="00683E8C"/>
    <w:rsid w:val="00685D9B"/>
    <w:rsid w:val="00686AF6"/>
    <w:rsid w:val="0068790D"/>
    <w:rsid w:val="0069137F"/>
    <w:rsid w:val="006921DC"/>
    <w:rsid w:val="006938D5"/>
    <w:rsid w:val="0069422B"/>
    <w:rsid w:val="00694B6D"/>
    <w:rsid w:val="00695FF7"/>
    <w:rsid w:val="006A245A"/>
    <w:rsid w:val="006A2BEE"/>
    <w:rsid w:val="006A42EF"/>
    <w:rsid w:val="006A71F7"/>
    <w:rsid w:val="006B1B69"/>
    <w:rsid w:val="006B6E66"/>
    <w:rsid w:val="006B7EBB"/>
    <w:rsid w:val="006C6819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0A4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6B4"/>
    <w:rsid w:val="00733B7D"/>
    <w:rsid w:val="0073537B"/>
    <w:rsid w:val="00736F5A"/>
    <w:rsid w:val="0073702B"/>
    <w:rsid w:val="00741E96"/>
    <w:rsid w:val="007436DC"/>
    <w:rsid w:val="00745944"/>
    <w:rsid w:val="007476BE"/>
    <w:rsid w:val="00751383"/>
    <w:rsid w:val="00752F87"/>
    <w:rsid w:val="00753F34"/>
    <w:rsid w:val="007543F6"/>
    <w:rsid w:val="00754FF3"/>
    <w:rsid w:val="0075519E"/>
    <w:rsid w:val="00756DB3"/>
    <w:rsid w:val="00757351"/>
    <w:rsid w:val="00757A1E"/>
    <w:rsid w:val="00760EA4"/>
    <w:rsid w:val="00766E3F"/>
    <w:rsid w:val="00772C0C"/>
    <w:rsid w:val="0077405A"/>
    <w:rsid w:val="00780594"/>
    <w:rsid w:val="00781145"/>
    <w:rsid w:val="00782473"/>
    <w:rsid w:val="007841C5"/>
    <w:rsid w:val="007859C2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D2003"/>
    <w:rsid w:val="007D3E5C"/>
    <w:rsid w:val="007D4205"/>
    <w:rsid w:val="007D5449"/>
    <w:rsid w:val="007D59DE"/>
    <w:rsid w:val="007D6075"/>
    <w:rsid w:val="007D6EC6"/>
    <w:rsid w:val="007D6FC3"/>
    <w:rsid w:val="007D7881"/>
    <w:rsid w:val="007D7F0B"/>
    <w:rsid w:val="007E4618"/>
    <w:rsid w:val="007E5741"/>
    <w:rsid w:val="007F02AA"/>
    <w:rsid w:val="00800567"/>
    <w:rsid w:val="008010A2"/>
    <w:rsid w:val="0080214C"/>
    <w:rsid w:val="008023F3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3330"/>
    <w:rsid w:val="00865222"/>
    <w:rsid w:val="00866FD2"/>
    <w:rsid w:val="00870421"/>
    <w:rsid w:val="00870859"/>
    <w:rsid w:val="0087136E"/>
    <w:rsid w:val="00873D0A"/>
    <w:rsid w:val="00873F97"/>
    <w:rsid w:val="00874433"/>
    <w:rsid w:val="008759CA"/>
    <w:rsid w:val="0087607A"/>
    <w:rsid w:val="008769B0"/>
    <w:rsid w:val="00881DB6"/>
    <w:rsid w:val="00882C2C"/>
    <w:rsid w:val="0088587E"/>
    <w:rsid w:val="00892E2E"/>
    <w:rsid w:val="0089360B"/>
    <w:rsid w:val="008945B7"/>
    <w:rsid w:val="00894EA6"/>
    <w:rsid w:val="008A079B"/>
    <w:rsid w:val="008A15B7"/>
    <w:rsid w:val="008A392C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405B"/>
    <w:rsid w:val="008D44C9"/>
    <w:rsid w:val="008D4FF0"/>
    <w:rsid w:val="008D5150"/>
    <w:rsid w:val="008D6C07"/>
    <w:rsid w:val="008D7F53"/>
    <w:rsid w:val="008E176B"/>
    <w:rsid w:val="008E256C"/>
    <w:rsid w:val="008E5D60"/>
    <w:rsid w:val="008E5FAE"/>
    <w:rsid w:val="008E65E9"/>
    <w:rsid w:val="008F3B6F"/>
    <w:rsid w:val="008F4944"/>
    <w:rsid w:val="008F4D0E"/>
    <w:rsid w:val="008F6286"/>
    <w:rsid w:val="00902688"/>
    <w:rsid w:val="009035D6"/>
    <w:rsid w:val="00904A7A"/>
    <w:rsid w:val="0090551A"/>
    <w:rsid w:val="00907971"/>
    <w:rsid w:val="00907C8D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493"/>
    <w:rsid w:val="00941EF5"/>
    <w:rsid w:val="00942876"/>
    <w:rsid w:val="00942900"/>
    <w:rsid w:val="00942EB6"/>
    <w:rsid w:val="00946344"/>
    <w:rsid w:val="009465A5"/>
    <w:rsid w:val="009474F7"/>
    <w:rsid w:val="00947C54"/>
    <w:rsid w:val="009528D5"/>
    <w:rsid w:val="00952E47"/>
    <w:rsid w:val="009622AB"/>
    <w:rsid w:val="00962CDD"/>
    <w:rsid w:val="009637CE"/>
    <w:rsid w:val="00965785"/>
    <w:rsid w:val="009663CC"/>
    <w:rsid w:val="009706F6"/>
    <w:rsid w:val="00971857"/>
    <w:rsid w:val="009777A4"/>
    <w:rsid w:val="00977CC7"/>
    <w:rsid w:val="00981865"/>
    <w:rsid w:val="00983D71"/>
    <w:rsid w:val="0098470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489A"/>
    <w:rsid w:val="009A5E4A"/>
    <w:rsid w:val="009B0073"/>
    <w:rsid w:val="009B3F4A"/>
    <w:rsid w:val="009B492B"/>
    <w:rsid w:val="009B49D2"/>
    <w:rsid w:val="009B6612"/>
    <w:rsid w:val="009B7B85"/>
    <w:rsid w:val="009C1A09"/>
    <w:rsid w:val="009C37AD"/>
    <w:rsid w:val="009C5997"/>
    <w:rsid w:val="009C5D23"/>
    <w:rsid w:val="009C7E1E"/>
    <w:rsid w:val="009C7FAA"/>
    <w:rsid w:val="009D5511"/>
    <w:rsid w:val="009D693B"/>
    <w:rsid w:val="009E2CA2"/>
    <w:rsid w:val="009E483A"/>
    <w:rsid w:val="009E7EEE"/>
    <w:rsid w:val="009F0137"/>
    <w:rsid w:val="009F059D"/>
    <w:rsid w:val="009F0B38"/>
    <w:rsid w:val="009F0FF7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DC0"/>
    <w:rsid w:val="00A226A5"/>
    <w:rsid w:val="00A23955"/>
    <w:rsid w:val="00A24FAF"/>
    <w:rsid w:val="00A30936"/>
    <w:rsid w:val="00A323A3"/>
    <w:rsid w:val="00A326B4"/>
    <w:rsid w:val="00A33F2F"/>
    <w:rsid w:val="00A34CD9"/>
    <w:rsid w:val="00A41AFB"/>
    <w:rsid w:val="00A42125"/>
    <w:rsid w:val="00A42448"/>
    <w:rsid w:val="00A4289E"/>
    <w:rsid w:val="00A435AA"/>
    <w:rsid w:val="00A52546"/>
    <w:rsid w:val="00A527C1"/>
    <w:rsid w:val="00A5521B"/>
    <w:rsid w:val="00A613B7"/>
    <w:rsid w:val="00A6266E"/>
    <w:rsid w:val="00A63C21"/>
    <w:rsid w:val="00A66D95"/>
    <w:rsid w:val="00A675D9"/>
    <w:rsid w:val="00A6761D"/>
    <w:rsid w:val="00A67910"/>
    <w:rsid w:val="00A67936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6607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1BE4"/>
    <w:rsid w:val="00AD299D"/>
    <w:rsid w:val="00AD2D4B"/>
    <w:rsid w:val="00AD35A7"/>
    <w:rsid w:val="00AD44EF"/>
    <w:rsid w:val="00AD69EC"/>
    <w:rsid w:val="00AE03F7"/>
    <w:rsid w:val="00AE4697"/>
    <w:rsid w:val="00AE4D07"/>
    <w:rsid w:val="00AF01FF"/>
    <w:rsid w:val="00AF0C58"/>
    <w:rsid w:val="00AF29E0"/>
    <w:rsid w:val="00AF3FC8"/>
    <w:rsid w:val="00AF424F"/>
    <w:rsid w:val="00AF4475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4C03"/>
    <w:rsid w:val="00B41107"/>
    <w:rsid w:val="00B4309B"/>
    <w:rsid w:val="00B464D5"/>
    <w:rsid w:val="00B53D8D"/>
    <w:rsid w:val="00B5451F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7704"/>
    <w:rsid w:val="00BA0889"/>
    <w:rsid w:val="00BA0980"/>
    <w:rsid w:val="00BA1A43"/>
    <w:rsid w:val="00BA2B5E"/>
    <w:rsid w:val="00BA4A4F"/>
    <w:rsid w:val="00BA50E2"/>
    <w:rsid w:val="00BB0446"/>
    <w:rsid w:val="00BB3F96"/>
    <w:rsid w:val="00BC15A2"/>
    <w:rsid w:val="00BC1B5B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759"/>
    <w:rsid w:val="00BE0822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70EB"/>
    <w:rsid w:val="00BF7ADF"/>
    <w:rsid w:val="00C007F6"/>
    <w:rsid w:val="00C020A7"/>
    <w:rsid w:val="00C03318"/>
    <w:rsid w:val="00C06AB6"/>
    <w:rsid w:val="00C10E20"/>
    <w:rsid w:val="00C1391E"/>
    <w:rsid w:val="00C154EA"/>
    <w:rsid w:val="00C21169"/>
    <w:rsid w:val="00C23D78"/>
    <w:rsid w:val="00C251B3"/>
    <w:rsid w:val="00C3254E"/>
    <w:rsid w:val="00C34522"/>
    <w:rsid w:val="00C34F49"/>
    <w:rsid w:val="00C37586"/>
    <w:rsid w:val="00C40F1B"/>
    <w:rsid w:val="00C42131"/>
    <w:rsid w:val="00C4362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4DD1"/>
    <w:rsid w:val="00C6608A"/>
    <w:rsid w:val="00C70BE1"/>
    <w:rsid w:val="00C7127E"/>
    <w:rsid w:val="00C71847"/>
    <w:rsid w:val="00C71E88"/>
    <w:rsid w:val="00C74CE0"/>
    <w:rsid w:val="00C75F8A"/>
    <w:rsid w:val="00C76E2C"/>
    <w:rsid w:val="00C8193C"/>
    <w:rsid w:val="00C84F74"/>
    <w:rsid w:val="00C873E3"/>
    <w:rsid w:val="00C90037"/>
    <w:rsid w:val="00C93C84"/>
    <w:rsid w:val="00C94118"/>
    <w:rsid w:val="00C97E4C"/>
    <w:rsid w:val="00CA0196"/>
    <w:rsid w:val="00CA1832"/>
    <w:rsid w:val="00CA2922"/>
    <w:rsid w:val="00CA2E88"/>
    <w:rsid w:val="00CA4845"/>
    <w:rsid w:val="00CA5AE8"/>
    <w:rsid w:val="00CB09E1"/>
    <w:rsid w:val="00CB3C8B"/>
    <w:rsid w:val="00CB4A78"/>
    <w:rsid w:val="00CB672B"/>
    <w:rsid w:val="00CC0269"/>
    <w:rsid w:val="00CC2967"/>
    <w:rsid w:val="00CC7FF0"/>
    <w:rsid w:val="00CD4507"/>
    <w:rsid w:val="00CD756B"/>
    <w:rsid w:val="00CE003E"/>
    <w:rsid w:val="00CE0A86"/>
    <w:rsid w:val="00CE2133"/>
    <w:rsid w:val="00CE4502"/>
    <w:rsid w:val="00CE51B3"/>
    <w:rsid w:val="00CE5D20"/>
    <w:rsid w:val="00CF07D6"/>
    <w:rsid w:val="00CF275E"/>
    <w:rsid w:val="00CF28D8"/>
    <w:rsid w:val="00CF53FB"/>
    <w:rsid w:val="00CF6FF5"/>
    <w:rsid w:val="00CF7396"/>
    <w:rsid w:val="00CF798E"/>
    <w:rsid w:val="00D00350"/>
    <w:rsid w:val="00D0067C"/>
    <w:rsid w:val="00D0233C"/>
    <w:rsid w:val="00D0318C"/>
    <w:rsid w:val="00D047F8"/>
    <w:rsid w:val="00D05A40"/>
    <w:rsid w:val="00D13F0C"/>
    <w:rsid w:val="00D140DF"/>
    <w:rsid w:val="00D15ACF"/>
    <w:rsid w:val="00D16055"/>
    <w:rsid w:val="00D17636"/>
    <w:rsid w:val="00D221DF"/>
    <w:rsid w:val="00D22598"/>
    <w:rsid w:val="00D25F6C"/>
    <w:rsid w:val="00D25F8C"/>
    <w:rsid w:val="00D270B2"/>
    <w:rsid w:val="00D271CC"/>
    <w:rsid w:val="00D33D67"/>
    <w:rsid w:val="00D40DB2"/>
    <w:rsid w:val="00D41989"/>
    <w:rsid w:val="00D41A83"/>
    <w:rsid w:val="00D44326"/>
    <w:rsid w:val="00D44F91"/>
    <w:rsid w:val="00D450A4"/>
    <w:rsid w:val="00D4598F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16FF"/>
    <w:rsid w:val="00D735E7"/>
    <w:rsid w:val="00D73A88"/>
    <w:rsid w:val="00D74F03"/>
    <w:rsid w:val="00D75747"/>
    <w:rsid w:val="00D803B0"/>
    <w:rsid w:val="00D80582"/>
    <w:rsid w:val="00D8112A"/>
    <w:rsid w:val="00D84E50"/>
    <w:rsid w:val="00D906E8"/>
    <w:rsid w:val="00D90F69"/>
    <w:rsid w:val="00D9201E"/>
    <w:rsid w:val="00D92D12"/>
    <w:rsid w:val="00D9424D"/>
    <w:rsid w:val="00DA2A5E"/>
    <w:rsid w:val="00DA433A"/>
    <w:rsid w:val="00DA4C7B"/>
    <w:rsid w:val="00DA66A3"/>
    <w:rsid w:val="00DA749C"/>
    <w:rsid w:val="00DB0288"/>
    <w:rsid w:val="00DB38A3"/>
    <w:rsid w:val="00DB3AF5"/>
    <w:rsid w:val="00DB47A9"/>
    <w:rsid w:val="00DB4C56"/>
    <w:rsid w:val="00DB640A"/>
    <w:rsid w:val="00DB6E74"/>
    <w:rsid w:val="00DC1303"/>
    <w:rsid w:val="00DC1C89"/>
    <w:rsid w:val="00DC5595"/>
    <w:rsid w:val="00DC6517"/>
    <w:rsid w:val="00DC7E9E"/>
    <w:rsid w:val="00DD00C7"/>
    <w:rsid w:val="00DD0ED1"/>
    <w:rsid w:val="00DD207F"/>
    <w:rsid w:val="00DD4356"/>
    <w:rsid w:val="00DD5270"/>
    <w:rsid w:val="00DD61CD"/>
    <w:rsid w:val="00DD6DC5"/>
    <w:rsid w:val="00DD78D7"/>
    <w:rsid w:val="00DE02F9"/>
    <w:rsid w:val="00DE0A07"/>
    <w:rsid w:val="00DE1D7A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65B3"/>
    <w:rsid w:val="00DF6D2D"/>
    <w:rsid w:val="00DF6F53"/>
    <w:rsid w:val="00DF76BB"/>
    <w:rsid w:val="00E00470"/>
    <w:rsid w:val="00E0275E"/>
    <w:rsid w:val="00E03C8C"/>
    <w:rsid w:val="00E03CD0"/>
    <w:rsid w:val="00E062C1"/>
    <w:rsid w:val="00E10F64"/>
    <w:rsid w:val="00E112C7"/>
    <w:rsid w:val="00E11F3C"/>
    <w:rsid w:val="00E12EF1"/>
    <w:rsid w:val="00E15301"/>
    <w:rsid w:val="00E20D63"/>
    <w:rsid w:val="00E215CE"/>
    <w:rsid w:val="00E21A04"/>
    <w:rsid w:val="00E23BFB"/>
    <w:rsid w:val="00E2442B"/>
    <w:rsid w:val="00E2624A"/>
    <w:rsid w:val="00E26BD7"/>
    <w:rsid w:val="00E27757"/>
    <w:rsid w:val="00E307EF"/>
    <w:rsid w:val="00E350F6"/>
    <w:rsid w:val="00E35FBC"/>
    <w:rsid w:val="00E366B1"/>
    <w:rsid w:val="00E37D0E"/>
    <w:rsid w:val="00E40082"/>
    <w:rsid w:val="00E43630"/>
    <w:rsid w:val="00E46070"/>
    <w:rsid w:val="00E46935"/>
    <w:rsid w:val="00E472D4"/>
    <w:rsid w:val="00E5005A"/>
    <w:rsid w:val="00E53611"/>
    <w:rsid w:val="00E576B5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F07042"/>
    <w:rsid w:val="00F104FC"/>
    <w:rsid w:val="00F1192B"/>
    <w:rsid w:val="00F11E2F"/>
    <w:rsid w:val="00F12837"/>
    <w:rsid w:val="00F12EE4"/>
    <w:rsid w:val="00F2338E"/>
    <w:rsid w:val="00F23398"/>
    <w:rsid w:val="00F2387A"/>
    <w:rsid w:val="00F346D9"/>
    <w:rsid w:val="00F35B42"/>
    <w:rsid w:val="00F3789E"/>
    <w:rsid w:val="00F4281A"/>
    <w:rsid w:val="00F45DE0"/>
    <w:rsid w:val="00F50F62"/>
    <w:rsid w:val="00F52A70"/>
    <w:rsid w:val="00F52DC4"/>
    <w:rsid w:val="00F5349E"/>
    <w:rsid w:val="00F55068"/>
    <w:rsid w:val="00F560D5"/>
    <w:rsid w:val="00F63386"/>
    <w:rsid w:val="00F635E5"/>
    <w:rsid w:val="00F63843"/>
    <w:rsid w:val="00F641AB"/>
    <w:rsid w:val="00F649A6"/>
    <w:rsid w:val="00F64A73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659D"/>
    <w:rsid w:val="00F8783A"/>
    <w:rsid w:val="00F91DCB"/>
    <w:rsid w:val="00F932EE"/>
    <w:rsid w:val="00F934C6"/>
    <w:rsid w:val="00F955B6"/>
    <w:rsid w:val="00F9659F"/>
    <w:rsid w:val="00F977AE"/>
    <w:rsid w:val="00F97894"/>
    <w:rsid w:val="00FA3DA5"/>
    <w:rsid w:val="00FA6677"/>
    <w:rsid w:val="00FB0A54"/>
    <w:rsid w:val="00FB0D64"/>
    <w:rsid w:val="00FB3670"/>
    <w:rsid w:val="00FB4292"/>
    <w:rsid w:val="00FB46F5"/>
    <w:rsid w:val="00FB7951"/>
    <w:rsid w:val="00FC04A7"/>
    <w:rsid w:val="00FC24E0"/>
    <w:rsid w:val="00FC2513"/>
    <w:rsid w:val="00FC44BC"/>
    <w:rsid w:val="00FD13C6"/>
    <w:rsid w:val="00FD3D08"/>
    <w:rsid w:val="00FD6A0E"/>
    <w:rsid w:val="00FE08BD"/>
    <w:rsid w:val="00FE09C8"/>
    <w:rsid w:val="00FE287A"/>
    <w:rsid w:val="00FE34B2"/>
    <w:rsid w:val="00FE4EC7"/>
    <w:rsid w:val="00FF2F4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3DFD40-2136-4364-83D6-4B3A75CD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68C6D1322ADF4AEC99C60D60064C71BC84A856DC02B45129934FF162B1BCF15F6E5F84C98B82C7E585AC0A54F411290BA3BAE7x7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CC8FD-12AC-449F-A445-4C5FE78EB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Гаврилова Елена Николаевна</cp:lastModifiedBy>
  <cp:revision>10</cp:revision>
  <cp:lastPrinted>2024-10-03T06:11:00Z</cp:lastPrinted>
  <dcterms:created xsi:type="dcterms:W3CDTF">2024-10-25T11:27:00Z</dcterms:created>
  <dcterms:modified xsi:type="dcterms:W3CDTF">2024-10-28T14:29:00Z</dcterms:modified>
</cp:coreProperties>
</file>