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4C67CC" w:rsidTr="00C95E50">
        <w:tc>
          <w:tcPr>
            <w:tcW w:w="709" w:type="dxa"/>
          </w:tcPr>
          <w:p w:rsidR="004C67CC" w:rsidRDefault="004C67CC" w:rsidP="00C95E50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67CC" w:rsidRDefault="004C67CC" w:rsidP="00C95E50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28.02.2013</w:t>
            </w:r>
          </w:p>
        </w:tc>
        <w:tc>
          <w:tcPr>
            <w:tcW w:w="3260" w:type="dxa"/>
          </w:tcPr>
          <w:p w:rsidR="004C67CC" w:rsidRDefault="004C67CC" w:rsidP="00C95E50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4C67CC" w:rsidRDefault="004C67CC" w:rsidP="00C95E50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67CC" w:rsidRDefault="004C67CC" w:rsidP="00C95E50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</w:t>
            </w:r>
          </w:p>
        </w:tc>
      </w:tr>
    </w:tbl>
    <w:p w:rsidR="004C67CC" w:rsidRDefault="004C67CC" w:rsidP="008028E0">
      <w:pPr>
        <w:rPr>
          <w:sz w:val="28"/>
          <w:szCs w:val="28"/>
        </w:rPr>
      </w:pPr>
    </w:p>
    <w:p w:rsidR="004C67CC" w:rsidRDefault="004C67CC" w:rsidP="008028E0">
      <w:pPr>
        <w:rPr>
          <w:sz w:val="28"/>
          <w:szCs w:val="28"/>
        </w:rPr>
      </w:pPr>
    </w:p>
    <w:p w:rsidR="004C67CC" w:rsidRDefault="004C67CC" w:rsidP="008028E0">
      <w:pPr>
        <w:rPr>
          <w:sz w:val="28"/>
          <w:szCs w:val="28"/>
        </w:rPr>
      </w:pPr>
    </w:p>
    <w:p w:rsidR="004C67CC" w:rsidRPr="00AB5DE6" w:rsidRDefault="004C67CC" w:rsidP="008028E0">
      <w:pPr>
        <w:rPr>
          <w:sz w:val="28"/>
          <w:szCs w:val="28"/>
        </w:rPr>
      </w:pPr>
      <w:bookmarkStart w:id="0" w:name="_GoBack"/>
      <w:bookmarkEnd w:id="0"/>
      <w:r w:rsidRPr="00AB5DE6">
        <w:rPr>
          <w:sz w:val="28"/>
          <w:szCs w:val="28"/>
        </w:rPr>
        <w:t>О назначении Рязановой Светланы Викторовны</w:t>
      </w:r>
    </w:p>
    <w:p w:rsidR="004C67CC" w:rsidRPr="00AB5DE6" w:rsidRDefault="004C67CC" w:rsidP="008028E0">
      <w:pPr>
        <w:rPr>
          <w:sz w:val="28"/>
          <w:szCs w:val="28"/>
        </w:rPr>
      </w:pPr>
      <w:r w:rsidRPr="00AB5DE6">
        <w:rPr>
          <w:sz w:val="28"/>
          <w:szCs w:val="28"/>
        </w:rPr>
        <w:t xml:space="preserve">на должность мирового судьи судебного </w:t>
      </w:r>
    </w:p>
    <w:p w:rsidR="004C67CC" w:rsidRPr="00AB5DE6" w:rsidRDefault="004C67CC" w:rsidP="00F731C9">
      <w:pPr>
        <w:rPr>
          <w:sz w:val="28"/>
          <w:szCs w:val="28"/>
        </w:rPr>
      </w:pPr>
      <w:r w:rsidRPr="00AB5DE6">
        <w:rPr>
          <w:sz w:val="28"/>
          <w:szCs w:val="28"/>
        </w:rPr>
        <w:t>участка № 6 Дзержинского  района</w:t>
      </w:r>
    </w:p>
    <w:p w:rsidR="004C67CC" w:rsidRPr="00AB5DE6" w:rsidRDefault="004C67CC" w:rsidP="00AB5DE6">
      <w:pPr>
        <w:jc w:val="both"/>
        <w:rPr>
          <w:sz w:val="28"/>
          <w:szCs w:val="28"/>
        </w:rPr>
      </w:pPr>
      <w:r w:rsidRPr="00AB5DE6">
        <w:rPr>
          <w:sz w:val="28"/>
          <w:szCs w:val="28"/>
        </w:rPr>
        <w:t>г. Ярославля</w:t>
      </w:r>
    </w:p>
    <w:p w:rsidR="004C67CC" w:rsidRDefault="004C67CC" w:rsidP="00BC1DE9">
      <w:pPr>
        <w:ind w:firstLine="709"/>
        <w:jc w:val="both"/>
        <w:rPr>
          <w:sz w:val="28"/>
          <w:szCs w:val="28"/>
        </w:rPr>
      </w:pPr>
    </w:p>
    <w:p w:rsidR="004C67CC" w:rsidRPr="00AB5DE6" w:rsidRDefault="004C67CC" w:rsidP="00BC1DE9">
      <w:pPr>
        <w:ind w:firstLine="709"/>
        <w:jc w:val="both"/>
        <w:rPr>
          <w:sz w:val="28"/>
          <w:szCs w:val="28"/>
        </w:rPr>
      </w:pPr>
    </w:p>
    <w:p w:rsidR="004C67CC" w:rsidRPr="00AB5DE6" w:rsidRDefault="004C67CC" w:rsidP="00BC1DE9">
      <w:pPr>
        <w:ind w:firstLine="709"/>
        <w:jc w:val="both"/>
        <w:rPr>
          <w:sz w:val="28"/>
          <w:szCs w:val="28"/>
        </w:rPr>
      </w:pPr>
      <w:r w:rsidRPr="00AB5DE6">
        <w:rPr>
          <w:sz w:val="28"/>
          <w:szCs w:val="28"/>
        </w:rPr>
        <w:t>Рассмотрев представление председателя Ярославского областного суда В.Н. Ананьева о назначении Рязановой Светланы Викторовны на должность мирового судьи судебного участка № 6 Дзержинского  района г. Ярославля, в соответствии с пунктом 6 статьи 26 Устава Ярославской области и статьей 7 Закона Ярославской области «О мировых судьях в Ярославской области» Ярославская областная Дума</w:t>
      </w:r>
    </w:p>
    <w:p w:rsidR="004C67CC" w:rsidRPr="00AB5DE6" w:rsidRDefault="004C67CC" w:rsidP="00BC1DE9">
      <w:pPr>
        <w:ind w:firstLine="709"/>
        <w:jc w:val="both"/>
        <w:rPr>
          <w:sz w:val="28"/>
          <w:szCs w:val="28"/>
        </w:rPr>
      </w:pPr>
    </w:p>
    <w:p w:rsidR="004C67CC" w:rsidRPr="00AB5DE6" w:rsidRDefault="004C67CC" w:rsidP="00BC1DE9">
      <w:pPr>
        <w:ind w:firstLine="709"/>
        <w:jc w:val="center"/>
        <w:rPr>
          <w:b/>
          <w:sz w:val="28"/>
          <w:szCs w:val="28"/>
        </w:rPr>
      </w:pPr>
      <w:r w:rsidRPr="00AB5DE6">
        <w:rPr>
          <w:b/>
          <w:sz w:val="28"/>
          <w:szCs w:val="28"/>
        </w:rPr>
        <w:t>П О С Т А Н О В И Л А:</w:t>
      </w:r>
    </w:p>
    <w:p w:rsidR="004C67CC" w:rsidRPr="00AB5DE6" w:rsidRDefault="004C67CC" w:rsidP="00BC1DE9">
      <w:pPr>
        <w:ind w:firstLine="709"/>
        <w:jc w:val="center"/>
        <w:rPr>
          <w:sz w:val="28"/>
          <w:szCs w:val="28"/>
        </w:rPr>
      </w:pPr>
    </w:p>
    <w:p w:rsidR="004C67CC" w:rsidRPr="00AB5DE6" w:rsidRDefault="004C67CC" w:rsidP="00BC1DE9">
      <w:pPr>
        <w:pStyle w:val="BodyTextIndent2"/>
        <w:rPr>
          <w:szCs w:val="28"/>
        </w:rPr>
      </w:pPr>
      <w:r w:rsidRPr="00AB5DE6">
        <w:rPr>
          <w:szCs w:val="28"/>
        </w:rPr>
        <w:t>Назначить Рязанову Светлану Викторовну на пятилетний срок полн</w:t>
      </w:r>
      <w:r w:rsidRPr="00AB5DE6">
        <w:rPr>
          <w:szCs w:val="28"/>
        </w:rPr>
        <w:t>о</w:t>
      </w:r>
      <w:r w:rsidRPr="00AB5DE6">
        <w:rPr>
          <w:szCs w:val="28"/>
        </w:rPr>
        <w:t>мочий мировым судьей судебного участка № 6 Дзержинского  района г. Яр</w:t>
      </w:r>
      <w:r w:rsidRPr="00AB5DE6">
        <w:rPr>
          <w:szCs w:val="28"/>
        </w:rPr>
        <w:t>о</w:t>
      </w:r>
      <w:r w:rsidRPr="00AB5DE6">
        <w:rPr>
          <w:szCs w:val="28"/>
        </w:rPr>
        <w:t>славля.</w:t>
      </w:r>
    </w:p>
    <w:p w:rsidR="004C67CC" w:rsidRPr="00C34EEC" w:rsidRDefault="004C67CC" w:rsidP="00BC1DE9">
      <w:pPr>
        <w:ind w:firstLine="709"/>
        <w:jc w:val="both"/>
        <w:rPr>
          <w:sz w:val="28"/>
          <w:szCs w:val="28"/>
        </w:rPr>
      </w:pPr>
    </w:p>
    <w:p w:rsidR="004C67CC" w:rsidRPr="00C34EEC" w:rsidRDefault="004C67CC" w:rsidP="00BC1DE9">
      <w:pPr>
        <w:ind w:firstLine="709"/>
        <w:jc w:val="both"/>
        <w:rPr>
          <w:sz w:val="28"/>
          <w:szCs w:val="28"/>
        </w:rPr>
      </w:pPr>
    </w:p>
    <w:p w:rsidR="004C67CC" w:rsidRDefault="004C67CC" w:rsidP="00BC1DE9">
      <w:pPr>
        <w:ind w:firstLine="709"/>
        <w:jc w:val="both"/>
        <w:rPr>
          <w:sz w:val="28"/>
        </w:rPr>
      </w:pPr>
    </w:p>
    <w:p w:rsidR="004C67CC" w:rsidRDefault="004C67CC" w:rsidP="004657DF">
      <w:pPr>
        <w:rPr>
          <w:sz w:val="28"/>
          <w:szCs w:val="28"/>
        </w:rPr>
      </w:pPr>
    </w:p>
    <w:p w:rsidR="004C67CC" w:rsidRDefault="004C67CC" w:rsidP="00CF31B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4C67CC" w:rsidRDefault="004C67CC" w:rsidP="00CF31BF">
      <w:pPr>
        <w:jc w:val="both"/>
        <w:rPr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И.В. Осипов</w:t>
      </w:r>
    </w:p>
    <w:p w:rsidR="004C67CC" w:rsidRDefault="004C67CC" w:rsidP="00CF31BF">
      <w:pPr>
        <w:rPr>
          <w:sz w:val="28"/>
          <w:szCs w:val="28"/>
        </w:rPr>
      </w:pPr>
    </w:p>
    <w:p w:rsidR="004C67CC" w:rsidRPr="00D812EA" w:rsidRDefault="004C67CC" w:rsidP="00D812EA">
      <w:pPr>
        <w:rPr>
          <w:sz w:val="28"/>
          <w:szCs w:val="28"/>
        </w:rPr>
      </w:pPr>
    </w:p>
    <w:sectPr w:rsidR="004C67CC" w:rsidRPr="00D812EA" w:rsidSect="0015548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45E17"/>
    <w:rsid w:val="000507FA"/>
    <w:rsid w:val="00074D41"/>
    <w:rsid w:val="00086790"/>
    <w:rsid w:val="000A2CE0"/>
    <w:rsid w:val="00127523"/>
    <w:rsid w:val="00146713"/>
    <w:rsid w:val="00155485"/>
    <w:rsid w:val="001939A4"/>
    <w:rsid w:val="001C4D39"/>
    <w:rsid w:val="00206785"/>
    <w:rsid w:val="00211740"/>
    <w:rsid w:val="00215119"/>
    <w:rsid w:val="00260523"/>
    <w:rsid w:val="00262580"/>
    <w:rsid w:val="002A58A0"/>
    <w:rsid w:val="00317A46"/>
    <w:rsid w:val="0037176C"/>
    <w:rsid w:val="00371DA0"/>
    <w:rsid w:val="003C14B6"/>
    <w:rsid w:val="00415D60"/>
    <w:rsid w:val="00431913"/>
    <w:rsid w:val="00432478"/>
    <w:rsid w:val="004609CD"/>
    <w:rsid w:val="00460EE8"/>
    <w:rsid w:val="004657DF"/>
    <w:rsid w:val="00473E42"/>
    <w:rsid w:val="004851EF"/>
    <w:rsid w:val="00494382"/>
    <w:rsid w:val="004A4407"/>
    <w:rsid w:val="004B0A92"/>
    <w:rsid w:val="004C67CC"/>
    <w:rsid w:val="004F6B3D"/>
    <w:rsid w:val="00543AC3"/>
    <w:rsid w:val="00552ED8"/>
    <w:rsid w:val="00583C2A"/>
    <w:rsid w:val="005A192D"/>
    <w:rsid w:val="005F3481"/>
    <w:rsid w:val="00622602"/>
    <w:rsid w:val="006417F8"/>
    <w:rsid w:val="006F4AF7"/>
    <w:rsid w:val="00707C03"/>
    <w:rsid w:val="0071597C"/>
    <w:rsid w:val="007459DC"/>
    <w:rsid w:val="007B30A5"/>
    <w:rsid w:val="007F46DE"/>
    <w:rsid w:val="00800219"/>
    <w:rsid w:val="008028E0"/>
    <w:rsid w:val="0080676A"/>
    <w:rsid w:val="00852D55"/>
    <w:rsid w:val="008817F5"/>
    <w:rsid w:val="00883129"/>
    <w:rsid w:val="008965B4"/>
    <w:rsid w:val="008C71F0"/>
    <w:rsid w:val="009532B0"/>
    <w:rsid w:val="00997E0D"/>
    <w:rsid w:val="00A1532D"/>
    <w:rsid w:val="00A34F28"/>
    <w:rsid w:val="00A6335A"/>
    <w:rsid w:val="00A74A54"/>
    <w:rsid w:val="00A9486A"/>
    <w:rsid w:val="00AB084B"/>
    <w:rsid w:val="00AB08B2"/>
    <w:rsid w:val="00AB5DE6"/>
    <w:rsid w:val="00AC190A"/>
    <w:rsid w:val="00AF3E15"/>
    <w:rsid w:val="00B424BA"/>
    <w:rsid w:val="00BC1DE9"/>
    <w:rsid w:val="00C2329B"/>
    <w:rsid w:val="00C34EEC"/>
    <w:rsid w:val="00C56E9C"/>
    <w:rsid w:val="00C95E50"/>
    <w:rsid w:val="00CB6E42"/>
    <w:rsid w:val="00CF09AF"/>
    <w:rsid w:val="00CF31BF"/>
    <w:rsid w:val="00D26281"/>
    <w:rsid w:val="00D46786"/>
    <w:rsid w:val="00D659EC"/>
    <w:rsid w:val="00D812EA"/>
    <w:rsid w:val="00DB6464"/>
    <w:rsid w:val="00DC54E8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6DE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F46DE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F46DE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4B3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4B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657DF"/>
    <w:rPr>
      <w:rFonts w:ascii="Arial" w:hAnsi="Arial" w:cs="Arial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7F46DE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4B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F46DE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7F46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B30"/>
    <w:rPr>
      <w:sz w:val="24"/>
      <w:szCs w:val="20"/>
    </w:rPr>
  </w:style>
  <w:style w:type="paragraph" w:styleId="Footer">
    <w:name w:val="footer"/>
    <w:basedOn w:val="Normal"/>
    <w:link w:val="FooterChar"/>
    <w:uiPriority w:val="99"/>
    <w:rsid w:val="007F46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4B30"/>
    <w:rPr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7F46DE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34B30"/>
    <w:rPr>
      <w:sz w:val="24"/>
      <w:szCs w:val="20"/>
    </w:rPr>
  </w:style>
  <w:style w:type="paragraph" w:styleId="Title">
    <w:name w:val="Title"/>
    <w:basedOn w:val="Normal"/>
    <w:link w:val="TitleChar"/>
    <w:uiPriority w:val="99"/>
    <w:qFormat/>
    <w:rsid w:val="007F46DE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rsid w:val="00E34B3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7F46DE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34B30"/>
    <w:rPr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B30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7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68</TotalTime>
  <Pages>1</Pages>
  <Words>113</Words>
  <Characters>650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54</cp:revision>
  <cp:lastPrinted>2012-12-05T06:45:00Z</cp:lastPrinted>
  <dcterms:created xsi:type="dcterms:W3CDTF">2011-05-12T04:59:00Z</dcterms:created>
  <dcterms:modified xsi:type="dcterms:W3CDTF">2013-03-06T04:59:00Z</dcterms:modified>
</cp:coreProperties>
</file>