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66D61" w:rsidTr="00866D61">
        <w:tc>
          <w:tcPr>
            <w:tcW w:w="426" w:type="dxa"/>
            <w:vAlign w:val="bottom"/>
            <w:hideMark/>
          </w:tcPr>
          <w:p w:rsidR="00866D61" w:rsidRDefault="00866D6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66D61" w:rsidRDefault="00866D6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866D61" w:rsidRDefault="00866D6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66D61" w:rsidRDefault="00866D6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66D61" w:rsidRDefault="00866D61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4</w:t>
            </w:r>
            <w:r>
              <w:rPr>
                <w:rFonts w:eastAsia="Calibri"/>
                <w:sz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2577B5" w:rsidRPr="002577B5" w:rsidRDefault="002577B5" w:rsidP="002801B0">
      <w:pPr>
        <w:jc w:val="both"/>
        <w:rPr>
          <w:b/>
          <w:sz w:val="28"/>
          <w:szCs w:val="28"/>
        </w:rPr>
      </w:pPr>
    </w:p>
    <w:p w:rsidR="002577B5" w:rsidRPr="002577B5" w:rsidRDefault="002577B5" w:rsidP="002801B0">
      <w:pPr>
        <w:jc w:val="both"/>
        <w:rPr>
          <w:b/>
          <w:sz w:val="28"/>
          <w:szCs w:val="28"/>
        </w:rPr>
      </w:pPr>
    </w:p>
    <w:p w:rsidR="002801B0" w:rsidRPr="002577B5" w:rsidRDefault="002801B0" w:rsidP="002801B0">
      <w:pPr>
        <w:jc w:val="both"/>
        <w:rPr>
          <w:sz w:val="28"/>
          <w:szCs w:val="28"/>
        </w:rPr>
      </w:pPr>
      <w:r w:rsidRPr="002577B5">
        <w:rPr>
          <w:sz w:val="28"/>
          <w:szCs w:val="28"/>
        </w:rPr>
        <w:t xml:space="preserve">О награждении Почетным знаком </w:t>
      </w:r>
    </w:p>
    <w:p w:rsidR="002801B0" w:rsidRPr="002577B5" w:rsidRDefault="002801B0" w:rsidP="002801B0">
      <w:pPr>
        <w:pStyle w:val="3"/>
        <w:spacing w:after="0"/>
        <w:ind w:left="0"/>
        <w:rPr>
          <w:sz w:val="28"/>
          <w:szCs w:val="28"/>
        </w:rPr>
      </w:pPr>
      <w:r w:rsidRPr="002577B5">
        <w:rPr>
          <w:sz w:val="28"/>
          <w:szCs w:val="28"/>
        </w:rPr>
        <w:t xml:space="preserve">Ярославской областной Думы </w:t>
      </w:r>
    </w:p>
    <w:p w:rsidR="001A24FA" w:rsidRPr="002577B5" w:rsidRDefault="001A24FA" w:rsidP="001A24FA">
      <w:pPr>
        <w:pStyle w:val="3"/>
        <w:spacing w:after="0"/>
        <w:ind w:left="0"/>
        <w:jc w:val="both"/>
        <w:rPr>
          <w:sz w:val="28"/>
          <w:szCs w:val="28"/>
        </w:rPr>
      </w:pPr>
      <w:r w:rsidRPr="002577B5">
        <w:rPr>
          <w:sz w:val="28"/>
          <w:szCs w:val="28"/>
        </w:rPr>
        <w:t xml:space="preserve">«За заслуги в развитии </w:t>
      </w:r>
    </w:p>
    <w:p w:rsidR="001A24FA" w:rsidRPr="002577B5" w:rsidRDefault="001A24FA" w:rsidP="001A24FA">
      <w:pPr>
        <w:pStyle w:val="3"/>
        <w:spacing w:after="0"/>
        <w:ind w:left="0"/>
        <w:jc w:val="both"/>
        <w:rPr>
          <w:sz w:val="28"/>
          <w:szCs w:val="28"/>
        </w:rPr>
      </w:pPr>
      <w:r w:rsidRPr="002577B5">
        <w:rPr>
          <w:sz w:val="28"/>
          <w:szCs w:val="28"/>
        </w:rPr>
        <w:t xml:space="preserve">законодательства и парламентаризма» </w:t>
      </w:r>
    </w:p>
    <w:p w:rsidR="002801B0" w:rsidRDefault="002801B0" w:rsidP="002801B0">
      <w:pPr>
        <w:pStyle w:val="2"/>
        <w:rPr>
          <w:szCs w:val="28"/>
        </w:rPr>
      </w:pPr>
    </w:p>
    <w:p w:rsidR="002577B5" w:rsidRPr="002577B5" w:rsidRDefault="002577B5" w:rsidP="002801B0">
      <w:pPr>
        <w:pStyle w:val="2"/>
        <w:rPr>
          <w:szCs w:val="28"/>
        </w:rPr>
      </w:pPr>
    </w:p>
    <w:p w:rsidR="002801B0" w:rsidRPr="002577B5" w:rsidRDefault="002801B0" w:rsidP="001A24FA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577B5">
        <w:rPr>
          <w:sz w:val="28"/>
          <w:szCs w:val="28"/>
        </w:rPr>
        <w:t>В соответствии с Положением о Почетном знаке Ярославской облас</w:t>
      </w:r>
      <w:r w:rsidRPr="002577B5">
        <w:rPr>
          <w:sz w:val="28"/>
          <w:szCs w:val="28"/>
        </w:rPr>
        <w:t>т</w:t>
      </w:r>
      <w:r w:rsidRPr="002577B5">
        <w:rPr>
          <w:sz w:val="28"/>
          <w:szCs w:val="28"/>
        </w:rPr>
        <w:t xml:space="preserve">ной Думы </w:t>
      </w:r>
      <w:r w:rsidR="001A24FA" w:rsidRPr="002577B5">
        <w:rPr>
          <w:sz w:val="28"/>
          <w:szCs w:val="28"/>
        </w:rPr>
        <w:t>«За заслуги в развитии законодательства и парламентаризма»</w:t>
      </w:r>
      <w:r w:rsidRPr="002577B5">
        <w:rPr>
          <w:sz w:val="28"/>
          <w:szCs w:val="28"/>
        </w:rPr>
        <w:t>, утвержденным Постановлением Ярославской областной Думы от 29.03.2011 № 3</w:t>
      </w:r>
      <w:r w:rsidR="001A24FA" w:rsidRPr="002577B5">
        <w:rPr>
          <w:sz w:val="28"/>
          <w:szCs w:val="28"/>
        </w:rPr>
        <w:t>5</w:t>
      </w:r>
      <w:r w:rsidRPr="002577B5">
        <w:rPr>
          <w:sz w:val="28"/>
          <w:szCs w:val="28"/>
        </w:rPr>
        <w:t>, Ярославская областная Дума</w:t>
      </w:r>
    </w:p>
    <w:p w:rsidR="002801B0" w:rsidRPr="002577B5" w:rsidRDefault="002801B0" w:rsidP="002801B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2577B5" w:rsidRDefault="002801B0" w:rsidP="002801B0">
      <w:pPr>
        <w:jc w:val="center"/>
        <w:rPr>
          <w:sz w:val="28"/>
          <w:szCs w:val="28"/>
        </w:rPr>
      </w:pPr>
      <w:proofErr w:type="gramStart"/>
      <w:r w:rsidRPr="002577B5">
        <w:rPr>
          <w:b/>
          <w:sz w:val="28"/>
          <w:szCs w:val="28"/>
        </w:rPr>
        <w:t>П</w:t>
      </w:r>
      <w:proofErr w:type="gramEnd"/>
      <w:r w:rsidRPr="002577B5">
        <w:rPr>
          <w:b/>
          <w:sz w:val="28"/>
          <w:szCs w:val="28"/>
        </w:rPr>
        <w:t xml:space="preserve"> О С Т А Н О В И Л А:</w:t>
      </w:r>
    </w:p>
    <w:p w:rsidR="002801B0" w:rsidRPr="002577B5" w:rsidRDefault="002801B0" w:rsidP="002801B0">
      <w:pPr>
        <w:pStyle w:val="2"/>
        <w:rPr>
          <w:szCs w:val="28"/>
        </w:rPr>
      </w:pPr>
    </w:p>
    <w:p w:rsidR="001A24FA" w:rsidRPr="002577B5" w:rsidRDefault="009E5D10" w:rsidP="001A24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7B5">
        <w:rPr>
          <w:sz w:val="28"/>
          <w:szCs w:val="28"/>
        </w:rPr>
        <w:t>Наградить Почетным зна</w:t>
      </w:r>
      <w:r w:rsidR="006C184E" w:rsidRPr="002577B5">
        <w:rPr>
          <w:sz w:val="28"/>
          <w:szCs w:val="28"/>
        </w:rPr>
        <w:t xml:space="preserve">ком Ярославской областной Думы </w:t>
      </w:r>
      <w:r w:rsidR="001A24FA" w:rsidRPr="002577B5">
        <w:rPr>
          <w:sz w:val="28"/>
          <w:szCs w:val="28"/>
        </w:rPr>
        <w:t>«За заслуги в развитии законодательства и парламентаризма</w:t>
      </w:r>
      <w:r w:rsidRPr="002577B5">
        <w:rPr>
          <w:sz w:val="28"/>
          <w:szCs w:val="28"/>
        </w:rPr>
        <w:t xml:space="preserve">» </w:t>
      </w:r>
      <w:r w:rsidR="001A24FA" w:rsidRPr="002577B5">
        <w:rPr>
          <w:sz w:val="28"/>
          <w:szCs w:val="28"/>
        </w:rPr>
        <w:t xml:space="preserve">за значительный вклад в развитие законодательства и парламентаризма </w:t>
      </w:r>
      <w:r w:rsidR="00523E02" w:rsidRPr="002577B5">
        <w:rPr>
          <w:sz w:val="28"/>
          <w:szCs w:val="28"/>
        </w:rPr>
        <w:t>Дегтярева Александра Але</w:t>
      </w:r>
      <w:r w:rsidR="00523E02" w:rsidRPr="002577B5">
        <w:rPr>
          <w:sz w:val="28"/>
          <w:szCs w:val="28"/>
        </w:rPr>
        <w:t>к</w:t>
      </w:r>
      <w:r w:rsidR="00523E02" w:rsidRPr="002577B5">
        <w:rPr>
          <w:sz w:val="28"/>
          <w:szCs w:val="28"/>
        </w:rPr>
        <w:t>сандровича</w:t>
      </w:r>
      <w:r w:rsidR="001A24FA" w:rsidRPr="002577B5">
        <w:rPr>
          <w:sz w:val="28"/>
          <w:szCs w:val="28"/>
        </w:rPr>
        <w:t xml:space="preserve"> – депутата Ярославской областной Думы </w:t>
      </w:r>
      <w:r w:rsidR="001A24FA" w:rsidRPr="002577B5">
        <w:rPr>
          <w:sz w:val="28"/>
          <w:szCs w:val="28"/>
          <w:lang w:val="en-US"/>
        </w:rPr>
        <w:t>V</w:t>
      </w:r>
      <w:r w:rsidR="00523E02" w:rsidRPr="002577B5">
        <w:rPr>
          <w:sz w:val="28"/>
          <w:szCs w:val="28"/>
        </w:rPr>
        <w:t xml:space="preserve"> созыва</w:t>
      </w:r>
      <w:r w:rsidR="001A24FA" w:rsidRPr="002577B5">
        <w:rPr>
          <w:sz w:val="28"/>
          <w:szCs w:val="28"/>
        </w:rPr>
        <w:t>.</w:t>
      </w:r>
    </w:p>
    <w:p w:rsidR="002801B0" w:rsidRPr="002577B5" w:rsidRDefault="002801B0" w:rsidP="002801B0">
      <w:pPr>
        <w:pStyle w:val="2"/>
        <w:ind w:firstLine="0"/>
        <w:rPr>
          <w:szCs w:val="28"/>
        </w:rPr>
      </w:pPr>
    </w:p>
    <w:p w:rsidR="00E21345" w:rsidRPr="002577B5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2577B5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2577B5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  <w:r w:rsidRPr="002577B5">
        <w:rPr>
          <w:sz w:val="28"/>
          <w:szCs w:val="28"/>
        </w:rPr>
        <w:t xml:space="preserve">Председатель </w:t>
      </w:r>
    </w:p>
    <w:p w:rsidR="000C1180" w:rsidRPr="002577B5" w:rsidRDefault="00E21345" w:rsidP="002577B5">
      <w:pPr>
        <w:pStyle w:val="a3"/>
        <w:spacing w:before="0" w:beforeAutospacing="0" w:after="0" w:afterAutospacing="0"/>
        <w:rPr>
          <w:sz w:val="28"/>
          <w:szCs w:val="28"/>
        </w:rPr>
      </w:pPr>
      <w:r w:rsidRPr="002577B5">
        <w:rPr>
          <w:sz w:val="28"/>
          <w:szCs w:val="28"/>
        </w:rPr>
        <w:t xml:space="preserve">Ярославской областной Думы                                           </w:t>
      </w:r>
      <w:r w:rsidR="002577B5">
        <w:rPr>
          <w:sz w:val="28"/>
          <w:szCs w:val="28"/>
        </w:rPr>
        <w:t xml:space="preserve"> </w:t>
      </w:r>
      <w:r w:rsidRPr="002577B5">
        <w:rPr>
          <w:sz w:val="28"/>
          <w:szCs w:val="28"/>
        </w:rPr>
        <w:t xml:space="preserve">     А.Д. Константинов</w:t>
      </w:r>
    </w:p>
    <w:sectPr w:rsidR="000C1180" w:rsidRPr="002577B5" w:rsidSect="002577B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5FB5"/>
    <w:rsid w:val="0008683E"/>
    <w:rsid w:val="000B71C7"/>
    <w:rsid w:val="000C1180"/>
    <w:rsid w:val="0011245E"/>
    <w:rsid w:val="001A24FA"/>
    <w:rsid w:val="00235C4E"/>
    <w:rsid w:val="002577B5"/>
    <w:rsid w:val="002801B0"/>
    <w:rsid w:val="002A02E4"/>
    <w:rsid w:val="0045120D"/>
    <w:rsid w:val="00523E02"/>
    <w:rsid w:val="00660350"/>
    <w:rsid w:val="006C184E"/>
    <w:rsid w:val="00770A2D"/>
    <w:rsid w:val="00837A0F"/>
    <w:rsid w:val="00866D61"/>
    <w:rsid w:val="009E5D10"/>
    <w:rsid w:val="00B81902"/>
    <w:rsid w:val="00C65AE4"/>
    <w:rsid w:val="00E2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7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7</cp:revision>
  <cp:lastPrinted>2019-03-14T12:02:00Z</cp:lastPrinted>
  <dcterms:created xsi:type="dcterms:W3CDTF">2019-03-04T11:53:00Z</dcterms:created>
  <dcterms:modified xsi:type="dcterms:W3CDTF">2019-03-28T07:46:00Z</dcterms:modified>
</cp:coreProperties>
</file>