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6CE" w:rsidRPr="008C6F2A" w:rsidRDefault="000446CE" w:rsidP="00FB450E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</w:t>
      </w:r>
      <w:r w:rsidR="00844E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491A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0446CE" w:rsidRPr="008C6F2A" w:rsidRDefault="000446CE" w:rsidP="00FB450E">
      <w:pPr>
        <w:spacing w:after="0" w:line="240" w:lineRule="auto"/>
        <w:ind w:left="595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Закону Ярославской области</w:t>
      </w:r>
    </w:p>
    <w:p w:rsidR="00493085" w:rsidRPr="008C6F2A" w:rsidRDefault="00493085" w:rsidP="00FB450E">
      <w:pPr>
        <w:spacing w:after="0" w:line="240" w:lineRule="auto"/>
        <w:ind w:left="59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8C6F2A">
        <w:rPr>
          <w:rFonts w:ascii="Times New Roman" w:eastAsia="Times New Roman" w:hAnsi="Times New Roman" w:cs="Times New Roman"/>
          <w:color w:val="000000"/>
          <w:sz w:val="18"/>
          <w:szCs w:val="28"/>
          <w:lang w:eastAsia="ru-RU"/>
        </w:rPr>
        <w:t xml:space="preserve"> </w:t>
      </w:r>
      <w:r w:rsidRPr="008C6F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 № _______</w:t>
      </w:r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12F9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446CE" w:rsidRPr="00E62932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Исполнение </w:t>
      </w:r>
    </w:p>
    <w:p w:rsidR="00714530" w:rsidRPr="00F57BA5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субсидий бюджетам муниципальных образований Ярославской области</w:t>
      </w:r>
    </w:p>
    <w:p w:rsidR="000446CE" w:rsidRDefault="000446CE" w:rsidP="000446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</w:t>
      </w:r>
      <w:r w:rsidR="007E25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8A54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  <w:r w:rsidRPr="00E629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0446CE" w:rsidRPr="008C6F2A" w:rsidRDefault="000446CE" w:rsidP="000446C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0446CE" w:rsidRPr="008C6F2A" w:rsidRDefault="000446CE" w:rsidP="000446CE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tbl>
      <w:tblPr>
        <w:tblW w:w="96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7508"/>
        <w:gridCol w:w="2126"/>
      </w:tblGrid>
      <w:tr w:rsidR="00E75B68" w:rsidRPr="00E75B68" w:rsidTr="00952321">
        <w:trPr>
          <w:trHeight w:val="20"/>
          <w:tblHeader/>
        </w:trPr>
        <w:tc>
          <w:tcPr>
            <w:tcW w:w="7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Исполнено </w:t>
            </w: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(руб.)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331 672 885,00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189 975 875,00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15 495 523,00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18 374 613,00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2 911 1</w:t>
            </w:r>
            <w:bookmarkStart w:id="0" w:name="_GoBack"/>
            <w:bookmarkEnd w:id="0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22 142 013,00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13 334 699,00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11 993 286,00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2 029 834,00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4 206 703,00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1 066 160,00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14 635 905,00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3 896 124,00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2 671 245,00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4 816 029,00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1 308 141,00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3 496 452,00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1 854 364,00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3 088 664,00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14 376 125,00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7 946 438,31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7 946 438,31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Субсидия на создание новых мест в общеобразовательных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684 903 151,00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684 903 151,00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161 856 436,84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161 856 436,84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172 411 594,74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172 411 594,74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 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7 608 536,12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1 765 877,12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1 947 553,00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1 947 553,00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1 947 553,00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 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19 108 440,00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7 596 342,00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3 402 000,00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1 104 969,60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315 705,60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1 241 049,60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634 132,80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1 186 617,60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146 966,40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220 449,60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104 781,60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659 988,00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514 382,40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170 100,00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231 336,00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180 986,40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281 685,60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68 040,00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125 118,00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923 788,80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8. Субсидия на укрепление материально-технической базы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13 385 802,00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2 796 449,00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4 467 054,00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1 516 955,00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562 922,00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886 986,00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886 986,00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710 986,00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111 747,00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191 366,00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1 254 351,00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 Субсидия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69 475 670,99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69 475 670,99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 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2 636 041,17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2 474 217,56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44 777,45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9 495,36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1 985,52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27 030,72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78 534,56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11. 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92 956 918,71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60 378 246,39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26 484 667,00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4 794 518,32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1 299 487,00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 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46 613 856,88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14 321 955,46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4 388 724,49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869 894,74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705 487,55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705 487,50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1 024 059,69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сельское поселение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468 927,17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703 390,72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487 934,15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836 458,46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691 509,29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733 756,88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864 348,51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518 608,93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Вареговское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518 608,93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959 571,06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Инальцинское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575 742,95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575 742,95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364 907,38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364 907,55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486 543,08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447 014,05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766 309,65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574 732,09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290 694,08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496 448,97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827 415,40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1 102 394,81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661 437,00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649 827,29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331 574,49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751 932,41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451 159,29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451 159,29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641 400,33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641 400,16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1 182 570,08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709 542,13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946 056,30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1 182 570,08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843 729,10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551 866,14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946 056,30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13.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</w:t>
            </w: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43 692 733,62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18 917 457,70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2 363 710,59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4 750 821,58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2 958 149,50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749 015,46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2 899 400,00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14 902,57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43 913,39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662 357,10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339 910,00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6 884 301,60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45 480,86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763 269,19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1 758 117,06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359 755,02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163 932,00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18 240,00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 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325 421 176,75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51 996 000,00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37 883 177,00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26 441 999,75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 Субсидия на реализацию инфраструктурного проекта за счет средств инфраструктурного бюджетного кредита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19 840 000,00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 Субсидия на создание комфортной городской среды в муниципальных образованиях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146 230 303,04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73 115 151,52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73 115 151,52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 Субсидия на формирование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508 459 959,78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84 034 342,65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117 010 983,29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32 454 722,62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7 291 661,74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21 425 350,54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62 547 438,74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20 990 983,74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7 291 447,01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6 753 967,05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8 564 249,11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7 270 674,83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11 125 607,01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7 291 250,00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8 440 468,61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6 947 751,90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9 287 256,84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7 074 212,06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7 182 939,21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8 986 788,87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7 275 738,68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11 834 833,01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Кузнечихинское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11 371 497,80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28 605 839,98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7 399 954,49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 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21 171 122,99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10 962 577,00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2 046 836,00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333 206,00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1 166 220,00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1 285 223,00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357 007,00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499 809,00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140 969,99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261 804,00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261 804,00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333 206,00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261 804,00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214 204,00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214 204,00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952 017,00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261 804,00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261 804,00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404 607,00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952 017,00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 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 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919 429 788,00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332 924 489,00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113 307 589,00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29 309 166,00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32 341 866,00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771 351,00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42 879 220,00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10 053 383,00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44 096 142,00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54 809 509,00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14 678 981,00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19 574 446,00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10 548 617,00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21 200 866,00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25 834 965,00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17 949 376,00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18 492 924,00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19 335 359,00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29 872 845,00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16 918 515,00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17 754 193,00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46 775 986,00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 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9 175 479,99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9 175 479,99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22. 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13 238 493,85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1 018 346,00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1 018 345,99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1 018 346,00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1 018 346,00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1 018 346,00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1 018 346,00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1 018 346,00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1 018 345,97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1 018 341,91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2 036 692,00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1 018 345,98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1 018 346,00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23. 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3 964 443,44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3 964 443,44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24. Субсидия на комплектование книжных фондов муниципальных библиотек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3 278 531,92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1 250 738,35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570 525,97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111 561,64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282 722,24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106 033,34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173 206,86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67 211,12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64 731,51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56 036,99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30 811,13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92 214,82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55 292,61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66 692,62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98 881,49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100 436,99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88 946,57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62 487,67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25. 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7 965 067,34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7 965 067,34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26. 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16 143 562,00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8 071 781,00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8 071 781,00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27. Субсидия на техническое оснащение муниципальных музеев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3 020 834,00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3 020 834,00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28. Субсидия на проведение капитального ремонта муниципальных библиотек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11 270 016,75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5 532 116,62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4 196 592,13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1 541 308,00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29. 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71 695 479,92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71 695 479,92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30. 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51 876 512,00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36 024 668,00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11 893 238,00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872 571,00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1 023 556,00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2 062 479,00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 Субсидия на закупку и монтаж оборудования для создания "умных" спортивных площадок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95 489 346,48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95 489 346,48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32. 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6 838 492,92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3 955 916,11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2 882 576,81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33. 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</w:t>
            </w: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14 058 854,59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7 701 363,78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6 357 490,81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34. 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45 756 948,64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15 799 401,41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29 212 312,99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745 234,24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64 017 688,00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64 017 688,00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36. 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37. 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35 000 000,00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2 711 560,00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1 977 310,00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1 731 020,00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1 787 911,00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1 844 618,00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2 001 582,00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2 189 604,00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1 581 095,00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1 538 960,00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1 659 640,00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2 004 591,00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1 866 211,00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1 639 213,00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1 489 564,00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1 818 678,00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1 743 093,00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1 722 184,00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1 885 973,00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1 807 193,00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38. Субсидия на реализацию мероприятий по патриотическому воспитанию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975 000,00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157 168,00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46 497,00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67 227,00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60 637,00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70 394,00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69 548,00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68 702,00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21 954,00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21 744,00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21 269,00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65 177,00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23 998,00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22 196,00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21 982,00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58 203,00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60 244,00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21 512,00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62 820,00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33 728,00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39. Субсидия на обустройство и восстановление воинских захоронений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6 765 436,87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3 804 435,24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444 871,98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1 260 392,77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86 154,21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82 086,62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527 985,34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210 773,98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348 736,73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40. 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538 782,00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423 656,00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258 391,00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272 303,00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457 595,00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547 722,00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344 221,00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279 225,00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314 889,00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351 979,00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347 144,00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357 958,00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306 135,00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41. 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3 377 557,11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3 377 557,11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42. Субсидия на финансирование дорожного хозяйства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454 028 877,40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29 290 041,00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40 120 562,00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32 584 682,00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31 337 992,14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10 707 423,00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32 102 944,00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12 791 332,00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20 109 190,50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9 585 104,16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12 077 576,00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20 770 983,00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7 562 096,00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16 027 550,00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7 623 750,11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20 247 665,31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7 022 188,78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11 797 127,00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4 407 807,00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8 168 969,00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2 904 192,00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17 896 556,00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15 506 383,68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13 911 047,00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3 188 514,00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13 391 997,00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1 604 718,50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51 290 486,22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 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175 159 805,19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175 159 805,19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 Субсидия на капитальный ремонт и ремонт дорожных объектов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2 288 287 344,82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627 947 579,33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510 476 198,00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121 542 987,93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20 767 262,58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11 876 562,18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83 243 701,74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304 583 077,73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145 075 233,13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19 862 209,87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24 999 999,99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19 821 919,14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58 502 290,52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76 919 006,90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37 651 449,07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23 950 721,46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69 067 145,25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 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516 484 858,08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217 978 826,36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82 681 455,00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31 662 266,00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9 737 958,96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17 763 927,00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8 307 631,11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18 599 605,00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7 679 811,00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22 396 975,36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5 234 006,84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6 874 143,00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3 097 433,00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4 706 552,47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8 398 327,33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3 467 253,74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7 512 310,09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2 016 558,72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3 267 705,88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1 993 080,66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3 203 624,00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6 704 467,99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11 340 942,21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2 258 957,00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2 556 089,00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3 042 606,00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24 002 344,36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46. 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2 207 179 163,78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2 056 111 390,05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71 068 046,12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79 999 727,61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 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9 005 170,00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310 805,00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Песочное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75 641,00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586 793,00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143 260,00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58 450,00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99 709,00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65 900,00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Назаровское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135 237,00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Глебовское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167 328,00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86 529,00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206 294,00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150 136,00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72 776,00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Артемьевское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81 945,00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Чебаковское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67 046,00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259 014,00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14 899,00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192 541,00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97 990,00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51 001,00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160 738,00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68 739,00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177 642,00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Гореловское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297 981,00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Прозоровское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219 474,00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149 563,00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Заячье-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Холмское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64 725,00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93 377,00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Шопшинское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74 782,00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Великосельское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54 439,00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309 442,00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60 742,00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322 335,00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141 827,00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Воскресенское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73 922,00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177 929,00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442 673,00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295 116,00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84 237,00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214 603,00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585 360,00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67 046,00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724 896,00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63 034,00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132 086,00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215 463,00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Кременевское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99 136,00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Белосельское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83 091,00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243 255,00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Курбское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72 776,00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183 373,00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62 748,00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Карабихское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33 809,00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31 517,00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48. 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4 045 002,13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Петровское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119 920,97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319 278,85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177 923,67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Благовещенское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Осецкое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132 221,96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92 152,93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280 250,00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310 266,40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446 987,35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49. 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104 538 555,05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104 538 555,05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6A1E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50. Субсидия на развитие транспортной инфраструктуры на</w:t>
            </w:r>
            <w:r w:rsidR="006A1E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сельских территориях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189 479 716,00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84 222 852,00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105 256 864,00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 Субсидия на обеспечение комплексного развития сельских территорий (создание объектов)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527 972 119,80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55 202 411,09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21 292 129,53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82 723 957,50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15 998 410,39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352 755 211,29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 Субсидия на проведение мероприятий по благоустройству сельских территорий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4 474 947,51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Арефинское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345 985,00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Огарковское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218 147,00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66 865,84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Слободское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558 647,97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1 244 964,11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335 098,99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488 996,50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Туношенское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1 216 242,10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 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11 256 771,37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11 256 771,37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 Субсидия на обеспечение комплексного развития сельских территорий (организация бесплатного доступа в сеть "Интернет")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1 909 631,99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Любим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658 350,00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Мышкин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997 138,06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254 143,93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55. Субсидия на развитие жилищного строительства на сельских территориях и повышение уровня благоустройства домовладений, в том числе реализацию мероприятия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87 208 608,30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сельское поселение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Ишня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8 649 293,10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Ермаковское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6 559 315,20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56. Субсидия на обеспечение комплексного развития сельских территорий (строительство сетей по подключению и установке канализационной насосной станции)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1 695 044,04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1 695 044,04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57. 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1 193 534 660,87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534 139 981,85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66 740 064,45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134 140 844,79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74 732 197,89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Тихменевское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Ростов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19 973 745,64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Семибратово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73 248 000,00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376 486,08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Углич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1 171 023,69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16 733 232,00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Вощажниковское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8 587 200,00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183 581 376,00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Дмитриевское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1 148 950,10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20 353 845,13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44 415 589,18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9 589 884,07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Пречистенское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4 141 440,00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460 800,00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58. Субсидия на обеспечение комплексного развития сельских территорий (строительство павильона для организаций культурно-досугового типа)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4 739 793,00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4 739 793,00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59. Субсидия на создание модельных муниципальных библиотек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60. Субсидия на создание виртуальных концертных залов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4 794 519,90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1 369 863,43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3 424 656,47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 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9 982 765,00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9 982 765,00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62.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220 283 542,00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220 283 542,00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63. 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121 796 182,00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121 796 182,00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64. 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4 916 626,00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2 516 626,00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65. Субсидия на реализацию мероприятий по модернизации школьных систем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469 004 042,54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212 373 853,75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30 070 634,15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109 138 826,54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42 826 561,01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32 474 716,04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42 119 451,05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66. Субсидия на обеспечение работы спортивных площадок общеобразовательных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88 280 813,33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7 647 818,52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8 548 172,53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7 660 937,80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5 631 178,96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3 437 350,02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3 167 700,01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2 458 989,38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3 665 581,38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868 066,53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3 309 257,33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4 645 760,87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67. 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18 774 280,00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3 636 980,00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5 130 000,00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5 551 800,00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1 615 000,00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142 500,00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1 425 000,00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845 500,00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68. Субсидия на обустройство и восстановление воинских захоронений, военно-мемориальных объектов, произведений монументальной скульптуры или архитектурных сооружений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19 364 116,53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1 845 781,06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Назаровское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1 070 977,25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Ильинское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Отрадновское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592 504,13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Улейминское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1 535 472,79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Константиновское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1 573 164,00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1 687 000,00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1 999 999,19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1 900 119,95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1 958 533,65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Некрасовское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Бурмакино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473 129,51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957 435,00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69. 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265 310 809,11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123 847 476,33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35 527 477,60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г.Переславль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12 806 778,36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4 614 823,77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Каменниковское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Судоверфское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11 341 437,00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8 833 494,36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6 528 032,00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Левобережное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1 660 719,00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городское поселение Тутаев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2 843 236,82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658 819,76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Большесельское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141 477,25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2 885 725,87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Брейтовский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2 262 550,01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7 200 546,19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Митинское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217 339,67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Великосельское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Гаврилов-Ям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6 265 328,94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2 219 011,52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4 147 602,70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2 175 124,23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890 993,09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Веретейское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472 995,30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Некоузское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366 481,49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6 039 374,89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поселение Красный Профинтерн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Кукобойское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2 181 480,61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1 411 133,24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Пошехонье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471 070,94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Пригородное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291 666,60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11 150 558,99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Ивняковское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1 048 052,58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70. 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24 258 964,24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24 258 964,24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71. 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95 000 000,00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г.Ярославль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95 000 000,00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72. Субсидия на реализацию мероприятий по строительству и реконструкции объектов водоснабжения и водоотведения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15 596 808,70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Данилов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15 596 808,70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73. Субсидия на актуализацию документов территориального планирования и градостроительного зонирования муниципальных образований Ярославской области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4 531 464,00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786 600,00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945 864,00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Первомайский муниципальный район, поселения: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Пречистое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9800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 Субсидия на приведение в нормативное состояние автомобильных дорог и искусственных дорожных сооружений за</w:t>
            </w:r>
            <w:r w:rsidR="009800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счет средств резервного фонда Правительства Российской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885 193 999,76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г.Рыбинск</w:t>
            </w:r>
            <w:proofErr w:type="spellEnd"/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885 193 999,76</w:t>
            </w:r>
          </w:p>
        </w:tc>
      </w:tr>
      <w:tr w:rsidR="00E75B68" w:rsidRPr="00E75B68" w:rsidTr="00952321">
        <w:trPr>
          <w:trHeight w:val="20"/>
        </w:trPr>
        <w:tc>
          <w:tcPr>
            <w:tcW w:w="7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75B68" w:rsidRPr="00E75B68" w:rsidRDefault="00E75B68" w:rsidP="00E75B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75B68" w:rsidRPr="00E75B68" w:rsidRDefault="00E75B68" w:rsidP="00E75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75B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14 106 757 604,20</w:t>
            </w:r>
          </w:p>
        </w:tc>
      </w:tr>
    </w:tbl>
    <w:p w:rsidR="00D90676" w:rsidRDefault="00D90676"/>
    <w:sectPr w:rsidR="00D90676" w:rsidSect="00491ABE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E65" w:rsidRDefault="00627E65" w:rsidP="00C24DE5">
      <w:pPr>
        <w:spacing w:after="0" w:line="240" w:lineRule="auto"/>
      </w:pPr>
      <w:r>
        <w:separator/>
      </w:r>
    </w:p>
  </w:endnote>
  <w:endnote w:type="continuationSeparator" w:id="0">
    <w:p w:rsidR="00627E65" w:rsidRDefault="00627E65" w:rsidP="00C24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E65" w:rsidRDefault="00627E65" w:rsidP="00C24DE5">
      <w:pPr>
        <w:spacing w:after="0" w:line="240" w:lineRule="auto"/>
      </w:pPr>
      <w:r>
        <w:separator/>
      </w:r>
    </w:p>
  </w:footnote>
  <w:footnote w:type="continuationSeparator" w:id="0">
    <w:p w:rsidR="00627E65" w:rsidRDefault="00627E65" w:rsidP="00C24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5513243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627E65" w:rsidRPr="000D5906" w:rsidRDefault="00627E65" w:rsidP="000D590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4DE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4DE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4DE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C6DA3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24DE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0D1"/>
    <w:rsid w:val="000073E0"/>
    <w:rsid w:val="00007C35"/>
    <w:rsid w:val="00010495"/>
    <w:rsid w:val="00011DD6"/>
    <w:rsid w:val="00011DF7"/>
    <w:rsid w:val="00014B42"/>
    <w:rsid w:val="00017FA7"/>
    <w:rsid w:val="00024E6A"/>
    <w:rsid w:val="00025111"/>
    <w:rsid w:val="00027004"/>
    <w:rsid w:val="00027708"/>
    <w:rsid w:val="00035A15"/>
    <w:rsid w:val="000400A6"/>
    <w:rsid w:val="00040658"/>
    <w:rsid w:val="00040FD5"/>
    <w:rsid w:val="00041138"/>
    <w:rsid w:val="00042BF6"/>
    <w:rsid w:val="00043461"/>
    <w:rsid w:val="000446CE"/>
    <w:rsid w:val="000448FE"/>
    <w:rsid w:val="00045F95"/>
    <w:rsid w:val="00046C46"/>
    <w:rsid w:val="00050856"/>
    <w:rsid w:val="0005357F"/>
    <w:rsid w:val="00056C9B"/>
    <w:rsid w:val="00056F7B"/>
    <w:rsid w:val="000577F1"/>
    <w:rsid w:val="000652B2"/>
    <w:rsid w:val="00067D96"/>
    <w:rsid w:val="00073D44"/>
    <w:rsid w:val="00074668"/>
    <w:rsid w:val="00080059"/>
    <w:rsid w:val="00080D29"/>
    <w:rsid w:val="00081ACC"/>
    <w:rsid w:val="00081D74"/>
    <w:rsid w:val="00083720"/>
    <w:rsid w:val="00084F3F"/>
    <w:rsid w:val="0008640B"/>
    <w:rsid w:val="00086900"/>
    <w:rsid w:val="00086988"/>
    <w:rsid w:val="00091202"/>
    <w:rsid w:val="0009147C"/>
    <w:rsid w:val="00093C5E"/>
    <w:rsid w:val="00095DAB"/>
    <w:rsid w:val="000971D6"/>
    <w:rsid w:val="000A0F63"/>
    <w:rsid w:val="000A192E"/>
    <w:rsid w:val="000A2F47"/>
    <w:rsid w:val="000A40F0"/>
    <w:rsid w:val="000A4132"/>
    <w:rsid w:val="000A54A9"/>
    <w:rsid w:val="000A5D08"/>
    <w:rsid w:val="000A7211"/>
    <w:rsid w:val="000B3E2F"/>
    <w:rsid w:val="000C01B2"/>
    <w:rsid w:val="000C1BB9"/>
    <w:rsid w:val="000C2BF7"/>
    <w:rsid w:val="000C371A"/>
    <w:rsid w:val="000C4643"/>
    <w:rsid w:val="000C7780"/>
    <w:rsid w:val="000D2256"/>
    <w:rsid w:val="000D3139"/>
    <w:rsid w:val="000D3627"/>
    <w:rsid w:val="000D39A2"/>
    <w:rsid w:val="000D41E9"/>
    <w:rsid w:val="000D5906"/>
    <w:rsid w:val="000D78F6"/>
    <w:rsid w:val="000E6AB9"/>
    <w:rsid w:val="000F086B"/>
    <w:rsid w:val="000F1B45"/>
    <w:rsid w:val="0010035B"/>
    <w:rsid w:val="001004D0"/>
    <w:rsid w:val="0010079A"/>
    <w:rsid w:val="001043A5"/>
    <w:rsid w:val="001055BA"/>
    <w:rsid w:val="00105E4A"/>
    <w:rsid w:val="00106F5A"/>
    <w:rsid w:val="00110985"/>
    <w:rsid w:val="00110B37"/>
    <w:rsid w:val="0011226A"/>
    <w:rsid w:val="00124517"/>
    <w:rsid w:val="0012685C"/>
    <w:rsid w:val="0012727E"/>
    <w:rsid w:val="00133B7A"/>
    <w:rsid w:val="00133CE9"/>
    <w:rsid w:val="0013508E"/>
    <w:rsid w:val="001356E0"/>
    <w:rsid w:val="00142E51"/>
    <w:rsid w:val="00147F18"/>
    <w:rsid w:val="001554FB"/>
    <w:rsid w:val="00156406"/>
    <w:rsid w:val="00157314"/>
    <w:rsid w:val="001579E0"/>
    <w:rsid w:val="00157D7A"/>
    <w:rsid w:val="0016261E"/>
    <w:rsid w:val="001635EB"/>
    <w:rsid w:val="001704F0"/>
    <w:rsid w:val="0017107E"/>
    <w:rsid w:val="00181113"/>
    <w:rsid w:val="00181F31"/>
    <w:rsid w:val="00183103"/>
    <w:rsid w:val="00183C6A"/>
    <w:rsid w:val="0018552D"/>
    <w:rsid w:val="0018790D"/>
    <w:rsid w:val="00190261"/>
    <w:rsid w:val="001915BF"/>
    <w:rsid w:val="00191D7B"/>
    <w:rsid w:val="00193966"/>
    <w:rsid w:val="00193A4A"/>
    <w:rsid w:val="00193B18"/>
    <w:rsid w:val="00193D35"/>
    <w:rsid w:val="00196D52"/>
    <w:rsid w:val="001A1873"/>
    <w:rsid w:val="001A292A"/>
    <w:rsid w:val="001A3A8C"/>
    <w:rsid w:val="001A5C17"/>
    <w:rsid w:val="001A618F"/>
    <w:rsid w:val="001A7078"/>
    <w:rsid w:val="001A721A"/>
    <w:rsid w:val="001A7BCA"/>
    <w:rsid w:val="001B0D75"/>
    <w:rsid w:val="001B2952"/>
    <w:rsid w:val="001B2B3D"/>
    <w:rsid w:val="001B4AB2"/>
    <w:rsid w:val="001B7CB6"/>
    <w:rsid w:val="001C0876"/>
    <w:rsid w:val="001C387C"/>
    <w:rsid w:val="001C526A"/>
    <w:rsid w:val="001C672B"/>
    <w:rsid w:val="001C7096"/>
    <w:rsid w:val="001C74F2"/>
    <w:rsid w:val="001D2034"/>
    <w:rsid w:val="001D31E3"/>
    <w:rsid w:val="001D5AA4"/>
    <w:rsid w:val="001D6AE6"/>
    <w:rsid w:val="001E3019"/>
    <w:rsid w:val="001E63DA"/>
    <w:rsid w:val="001E7285"/>
    <w:rsid w:val="001F07A6"/>
    <w:rsid w:val="001F0F1B"/>
    <w:rsid w:val="001F34A7"/>
    <w:rsid w:val="001F47A6"/>
    <w:rsid w:val="001F6C4F"/>
    <w:rsid w:val="00200A25"/>
    <w:rsid w:val="00200CC1"/>
    <w:rsid w:val="00203028"/>
    <w:rsid w:val="00203668"/>
    <w:rsid w:val="00203CE5"/>
    <w:rsid w:val="00203E02"/>
    <w:rsid w:val="002064D1"/>
    <w:rsid w:val="002076A6"/>
    <w:rsid w:val="002077AB"/>
    <w:rsid w:val="0021054C"/>
    <w:rsid w:val="00213D17"/>
    <w:rsid w:val="00214B17"/>
    <w:rsid w:val="00215268"/>
    <w:rsid w:val="00217AE5"/>
    <w:rsid w:val="00221CD2"/>
    <w:rsid w:val="002231F7"/>
    <w:rsid w:val="00225A5E"/>
    <w:rsid w:val="00225D9D"/>
    <w:rsid w:val="00226A81"/>
    <w:rsid w:val="00231ADB"/>
    <w:rsid w:val="00233F5B"/>
    <w:rsid w:val="002353FE"/>
    <w:rsid w:val="00235E1A"/>
    <w:rsid w:val="002363BD"/>
    <w:rsid w:val="002405ED"/>
    <w:rsid w:val="00241730"/>
    <w:rsid w:val="00241D34"/>
    <w:rsid w:val="00243F17"/>
    <w:rsid w:val="002441E0"/>
    <w:rsid w:val="00246B9D"/>
    <w:rsid w:val="002502C7"/>
    <w:rsid w:val="00253D6A"/>
    <w:rsid w:val="002624C0"/>
    <w:rsid w:val="00264AB6"/>
    <w:rsid w:val="00270847"/>
    <w:rsid w:val="002731C5"/>
    <w:rsid w:val="002747FC"/>
    <w:rsid w:val="00282B53"/>
    <w:rsid w:val="00282DC1"/>
    <w:rsid w:val="00284376"/>
    <w:rsid w:val="00284BB3"/>
    <w:rsid w:val="00286096"/>
    <w:rsid w:val="0029182E"/>
    <w:rsid w:val="00291A36"/>
    <w:rsid w:val="0029506B"/>
    <w:rsid w:val="00296A1B"/>
    <w:rsid w:val="002973FE"/>
    <w:rsid w:val="002A708F"/>
    <w:rsid w:val="002A75D0"/>
    <w:rsid w:val="002B13F0"/>
    <w:rsid w:val="002B26D9"/>
    <w:rsid w:val="002B587B"/>
    <w:rsid w:val="002B6E17"/>
    <w:rsid w:val="002C10D1"/>
    <w:rsid w:val="002C6333"/>
    <w:rsid w:val="002D047F"/>
    <w:rsid w:val="002D30B9"/>
    <w:rsid w:val="002D4E9C"/>
    <w:rsid w:val="002D4EB7"/>
    <w:rsid w:val="002E3BD7"/>
    <w:rsid w:val="002E5CF0"/>
    <w:rsid w:val="002E61A6"/>
    <w:rsid w:val="002F3CD6"/>
    <w:rsid w:val="002F5669"/>
    <w:rsid w:val="003009B4"/>
    <w:rsid w:val="00302161"/>
    <w:rsid w:val="0030365B"/>
    <w:rsid w:val="0030732E"/>
    <w:rsid w:val="003101A2"/>
    <w:rsid w:val="00315272"/>
    <w:rsid w:val="00317257"/>
    <w:rsid w:val="00317C6A"/>
    <w:rsid w:val="00323682"/>
    <w:rsid w:val="003242E8"/>
    <w:rsid w:val="003254E6"/>
    <w:rsid w:val="00330C12"/>
    <w:rsid w:val="0033396B"/>
    <w:rsid w:val="00333F30"/>
    <w:rsid w:val="003354BF"/>
    <w:rsid w:val="00342406"/>
    <w:rsid w:val="0034257A"/>
    <w:rsid w:val="00344F92"/>
    <w:rsid w:val="00347765"/>
    <w:rsid w:val="003501A2"/>
    <w:rsid w:val="00350FAD"/>
    <w:rsid w:val="00352534"/>
    <w:rsid w:val="00352B3A"/>
    <w:rsid w:val="003559D8"/>
    <w:rsid w:val="00357B5B"/>
    <w:rsid w:val="0036021D"/>
    <w:rsid w:val="00360D4B"/>
    <w:rsid w:val="00360D50"/>
    <w:rsid w:val="00374253"/>
    <w:rsid w:val="00375032"/>
    <w:rsid w:val="00381198"/>
    <w:rsid w:val="003814BE"/>
    <w:rsid w:val="00381EE9"/>
    <w:rsid w:val="0038203B"/>
    <w:rsid w:val="00382393"/>
    <w:rsid w:val="00382AA0"/>
    <w:rsid w:val="00385706"/>
    <w:rsid w:val="00385B69"/>
    <w:rsid w:val="003875E9"/>
    <w:rsid w:val="0039012F"/>
    <w:rsid w:val="00394646"/>
    <w:rsid w:val="003953B6"/>
    <w:rsid w:val="00395F5B"/>
    <w:rsid w:val="003A05AB"/>
    <w:rsid w:val="003A2200"/>
    <w:rsid w:val="003A444E"/>
    <w:rsid w:val="003A658B"/>
    <w:rsid w:val="003B067C"/>
    <w:rsid w:val="003B1306"/>
    <w:rsid w:val="003B7A18"/>
    <w:rsid w:val="003C0B44"/>
    <w:rsid w:val="003C14F6"/>
    <w:rsid w:val="003C454E"/>
    <w:rsid w:val="003C6116"/>
    <w:rsid w:val="003C692F"/>
    <w:rsid w:val="003C6DA3"/>
    <w:rsid w:val="003D3CB8"/>
    <w:rsid w:val="003D51BE"/>
    <w:rsid w:val="003D73FE"/>
    <w:rsid w:val="003E27B2"/>
    <w:rsid w:val="003E3591"/>
    <w:rsid w:val="003E3B56"/>
    <w:rsid w:val="003E6573"/>
    <w:rsid w:val="003E6601"/>
    <w:rsid w:val="003E681C"/>
    <w:rsid w:val="003E7DBF"/>
    <w:rsid w:val="003F1541"/>
    <w:rsid w:val="003F17A3"/>
    <w:rsid w:val="003F1A88"/>
    <w:rsid w:val="003F49C9"/>
    <w:rsid w:val="003F6C0F"/>
    <w:rsid w:val="003F78E7"/>
    <w:rsid w:val="00400D14"/>
    <w:rsid w:val="00405B88"/>
    <w:rsid w:val="00405E3D"/>
    <w:rsid w:val="004067DA"/>
    <w:rsid w:val="00407593"/>
    <w:rsid w:val="00410014"/>
    <w:rsid w:val="004101C5"/>
    <w:rsid w:val="00412E0B"/>
    <w:rsid w:val="0041387A"/>
    <w:rsid w:val="00415794"/>
    <w:rsid w:val="00416A31"/>
    <w:rsid w:val="00423505"/>
    <w:rsid w:val="004241EB"/>
    <w:rsid w:val="004262E1"/>
    <w:rsid w:val="00426BEA"/>
    <w:rsid w:val="00426C5F"/>
    <w:rsid w:val="00427072"/>
    <w:rsid w:val="004310B2"/>
    <w:rsid w:val="0043195C"/>
    <w:rsid w:val="00431BB1"/>
    <w:rsid w:val="004331F9"/>
    <w:rsid w:val="004344AE"/>
    <w:rsid w:val="00440827"/>
    <w:rsid w:val="004409E4"/>
    <w:rsid w:val="00441C0A"/>
    <w:rsid w:val="00447998"/>
    <w:rsid w:val="004504AF"/>
    <w:rsid w:val="00451EAD"/>
    <w:rsid w:val="004533FD"/>
    <w:rsid w:val="0045528F"/>
    <w:rsid w:val="004575EA"/>
    <w:rsid w:val="0046324E"/>
    <w:rsid w:val="00464C14"/>
    <w:rsid w:val="0046680D"/>
    <w:rsid w:val="0046694F"/>
    <w:rsid w:val="004676AB"/>
    <w:rsid w:val="00470FEC"/>
    <w:rsid w:val="00473F49"/>
    <w:rsid w:val="00473FF2"/>
    <w:rsid w:val="00474850"/>
    <w:rsid w:val="0047780B"/>
    <w:rsid w:val="00477CE1"/>
    <w:rsid w:val="0048263A"/>
    <w:rsid w:val="00483395"/>
    <w:rsid w:val="00483FBF"/>
    <w:rsid w:val="00484269"/>
    <w:rsid w:val="00484E09"/>
    <w:rsid w:val="004877B6"/>
    <w:rsid w:val="00490B91"/>
    <w:rsid w:val="0049127D"/>
    <w:rsid w:val="00491ABE"/>
    <w:rsid w:val="00493085"/>
    <w:rsid w:val="0049518D"/>
    <w:rsid w:val="004954B3"/>
    <w:rsid w:val="00495C46"/>
    <w:rsid w:val="004A3A27"/>
    <w:rsid w:val="004A4C7A"/>
    <w:rsid w:val="004A4FB1"/>
    <w:rsid w:val="004A721A"/>
    <w:rsid w:val="004A79BF"/>
    <w:rsid w:val="004B2861"/>
    <w:rsid w:val="004B3090"/>
    <w:rsid w:val="004B3366"/>
    <w:rsid w:val="004B4A42"/>
    <w:rsid w:val="004C1A51"/>
    <w:rsid w:val="004C1D44"/>
    <w:rsid w:val="004C3AD3"/>
    <w:rsid w:val="004D0744"/>
    <w:rsid w:val="004D2940"/>
    <w:rsid w:val="004D564D"/>
    <w:rsid w:val="004D6D97"/>
    <w:rsid w:val="004D7AE3"/>
    <w:rsid w:val="004E0381"/>
    <w:rsid w:val="004E08CB"/>
    <w:rsid w:val="004E3055"/>
    <w:rsid w:val="004E3ED2"/>
    <w:rsid w:val="004E4047"/>
    <w:rsid w:val="004E4998"/>
    <w:rsid w:val="004E6DDC"/>
    <w:rsid w:val="004F19A5"/>
    <w:rsid w:val="004F61F4"/>
    <w:rsid w:val="004F68B5"/>
    <w:rsid w:val="004F6A32"/>
    <w:rsid w:val="004F711E"/>
    <w:rsid w:val="004F7213"/>
    <w:rsid w:val="0050038F"/>
    <w:rsid w:val="005003CD"/>
    <w:rsid w:val="0050115A"/>
    <w:rsid w:val="00501A88"/>
    <w:rsid w:val="00501B5F"/>
    <w:rsid w:val="00503E66"/>
    <w:rsid w:val="005044B8"/>
    <w:rsid w:val="0051090E"/>
    <w:rsid w:val="0051150C"/>
    <w:rsid w:val="005132F3"/>
    <w:rsid w:val="00520547"/>
    <w:rsid w:val="00521407"/>
    <w:rsid w:val="00522B93"/>
    <w:rsid w:val="005245F6"/>
    <w:rsid w:val="00524998"/>
    <w:rsid w:val="0052531E"/>
    <w:rsid w:val="00525A2A"/>
    <w:rsid w:val="00525B1E"/>
    <w:rsid w:val="0052782C"/>
    <w:rsid w:val="00531FA0"/>
    <w:rsid w:val="00532EFC"/>
    <w:rsid w:val="00536DF3"/>
    <w:rsid w:val="00540BAF"/>
    <w:rsid w:val="005420A4"/>
    <w:rsid w:val="005428C2"/>
    <w:rsid w:val="00542BF1"/>
    <w:rsid w:val="00542F31"/>
    <w:rsid w:val="00544ACC"/>
    <w:rsid w:val="005502BF"/>
    <w:rsid w:val="005508A8"/>
    <w:rsid w:val="00551BE7"/>
    <w:rsid w:val="0055251E"/>
    <w:rsid w:val="005526D6"/>
    <w:rsid w:val="00556B61"/>
    <w:rsid w:val="00556F2E"/>
    <w:rsid w:val="00557082"/>
    <w:rsid w:val="005605D4"/>
    <w:rsid w:val="00560724"/>
    <w:rsid w:val="0056096D"/>
    <w:rsid w:val="00560C64"/>
    <w:rsid w:val="00563285"/>
    <w:rsid w:val="00563EBB"/>
    <w:rsid w:val="005645C2"/>
    <w:rsid w:val="00565CAA"/>
    <w:rsid w:val="00566CBB"/>
    <w:rsid w:val="005709DB"/>
    <w:rsid w:val="0057298B"/>
    <w:rsid w:val="005729FC"/>
    <w:rsid w:val="005767BA"/>
    <w:rsid w:val="00580CD7"/>
    <w:rsid w:val="0058111E"/>
    <w:rsid w:val="0058297C"/>
    <w:rsid w:val="00583C21"/>
    <w:rsid w:val="00590A9D"/>
    <w:rsid w:val="00591FF0"/>
    <w:rsid w:val="0059335B"/>
    <w:rsid w:val="0059364B"/>
    <w:rsid w:val="005A03CA"/>
    <w:rsid w:val="005A16A0"/>
    <w:rsid w:val="005A398D"/>
    <w:rsid w:val="005A5325"/>
    <w:rsid w:val="005A567A"/>
    <w:rsid w:val="005A5DB5"/>
    <w:rsid w:val="005A648C"/>
    <w:rsid w:val="005B2E41"/>
    <w:rsid w:val="005B793B"/>
    <w:rsid w:val="005B7F1C"/>
    <w:rsid w:val="005C6F1D"/>
    <w:rsid w:val="005D1B58"/>
    <w:rsid w:val="005D1BA6"/>
    <w:rsid w:val="005D2493"/>
    <w:rsid w:val="005D309F"/>
    <w:rsid w:val="005D7256"/>
    <w:rsid w:val="005D77E0"/>
    <w:rsid w:val="005E43B7"/>
    <w:rsid w:val="005E5580"/>
    <w:rsid w:val="005E58F1"/>
    <w:rsid w:val="005F2217"/>
    <w:rsid w:val="005F6ABF"/>
    <w:rsid w:val="00601CEA"/>
    <w:rsid w:val="0060646A"/>
    <w:rsid w:val="00606B06"/>
    <w:rsid w:val="006101CE"/>
    <w:rsid w:val="00612B7E"/>
    <w:rsid w:val="00613A1B"/>
    <w:rsid w:val="00614843"/>
    <w:rsid w:val="006150B9"/>
    <w:rsid w:val="00620907"/>
    <w:rsid w:val="00621263"/>
    <w:rsid w:val="00621CD9"/>
    <w:rsid w:val="00621F24"/>
    <w:rsid w:val="0062429C"/>
    <w:rsid w:val="00626B24"/>
    <w:rsid w:val="00627E65"/>
    <w:rsid w:val="0063034B"/>
    <w:rsid w:val="00630817"/>
    <w:rsid w:val="0064094B"/>
    <w:rsid w:val="00645D75"/>
    <w:rsid w:val="00650C41"/>
    <w:rsid w:val="00650F91"/>
    <w:rsid w:val="00652EBF"/>
    <w:rsid w:val="00654319"/>
    <w:rsid w:val="00656C54"/>
    <w:rsid w:val="006570FD"/>
    <w:rsid w:val="006611A4"/>
    <w:rsid w:val="006623EF"/>
    <w:rsid w:val="006637B2"/>
    <w:rsid w:val="006716C2"/>
    <w:rsid w:val="006735D5"/>
    <w:rsid w:val="00674038"/>
    <w:rsid w:val="00675C24"/>
    <w:rsid w:val="00681D00"/>
    <w:rsid w:val="00683554"/>
    <w:rsid w:val="00693C57"/>
    <w:rsid w:val="006946ED"/>
    <w:rsid w:val="00694D5B"/>
    <w:rsid w:val="00697584"/>
    <w:rsid w:val="00697B09"/>
    <w:rsid w:val="006A0C42"/>
    <w:rsid w:val="006A147F"/>
    <w:rsid w:val="006A1EE1"/>
    <w:rsid w:val="006A25C3"/>
    <w:rsid w:val="006A2BE1"/>
    <w:rsid w:val="006A6F03"/>
    <w:rsid w:val="006A71F3"/>
    <w:rsid w:val="006B1402"/>
    <w:rsid w:val="006B6688"/>
    <w:rsid w:val="006B7BB8"/>
    <w:rsid w:val="006C0485"/>
    <w:rsid w:val="006C11AE"/>
    <w:rsid w:val="006C1E5D"/>
    <w:rsid w:val="006C2367"/>
    <w:rsid w:val="006C3BA4"/>
    <w:rsid w:val="006C43BD"/>
    <w:rsid w:val="006C464A"/>
    <w:rsid w:val="006C5577"/>
    <w:rsid w:val="006C5769"/>
    <w:rsid w:val="006D5A84"/>
    <w:rsid w:val="006D5FFA"/>
    <w:rsid w:val="006E775B"/>
    <w:rsid w:val="006F23F9"/>
    <w:rsid w:val="006F348C"/>
    <w:rsid w:val="006F5A56"/>
    <w:rsid w:val="00700BB4"/>
    <w:rsid w:val="00701700"/>
    <w:rsid w:val="0070290F"/>
    <w:rsid w:val="007067F0"/>
    <w:rsid w:val="007111E0"/>
    <w:rsid w:val="0071157D"/>
    <w:rsid w:val="00713D57"/>
    <w:rsid w:val="00714530"/>
    <w:rsid w:val="00715F47"/>
    <w:rsid w:val="00717C7C"/>
    <w:rsid w:val="00722BF2"/>
    <w:rsid w:val="00723936"/>
    <w:rsid w:val="00724561"/>
    <w:rsid w:val="0072588C"/>
    <w:rsid w:val="007263B9"/>
    <w:rsid w:val="00726AC0"/>
    <w:rsid w:val="00726C5E"/>
    <w:rsid w:val="00730582"/>
    <w:rsid w:val="00732285"/>
    <w:rsid w:val="00734DAF"/>
    <w:rsid w:val="00736917"/>
    <w:rsid w:val="007372B0"/>
    <w:rsid w:val="007428F5"/>
    <w:rsid w:val="00742C83"/>
    <w:rsid w:val="00743975"/>
    <w:rsid w:val="00744044"/>
    <w:rsid w:val="007510C9"/>
    <w:rsid w:val="00751D03"/>
    <w:rsid w:val="00752F5C"/>
    <w:rsid w:val="00753054"/>
    <w:rsid w:val="0075664D"/>
    <w:rsid w:val="00756970"/>
    <w:rsid w:val="00762B55"/>
    <w:rsid w:val="00765AB5"/>
    <w:rsid w:val="00765C49"/>
    <w:rsid w:val="00765F7D"/>
    <w:rsid w:val="007664ED"/>
    <w:rsid w:val="007665DF"/>
    <w:rsid w:val="00773A31"/>
    <w:rsid w:val="0077606D"/>
    <w:rsid w:val="00777C7E"/>
    <w:rsid w:val="00780267"/>
    <w:rsid w:val="00780BF0"/>
    <w:rsid w:val="00781B5A"/>
    <w:rsid w:val="007830D8"/>
    <w:rsid w:val="007836DF"/>
    <w:rsid w:val="00787643"/>
    <w:rsid w:val="00787857"/>
    <w:rsid w:val="007901F8"/>
    <w:rsid w:val="00790476"/>
    <w:rsid w:val="0079131A"/>
    <w:rsid w:val="0079425A"/>
    <w:rsid w:val="00795480"/>
    <w:rsid w:val="00795795"/>
    <w:rsid w:val="00796B73"/>
    <w:rsid w:val="007A23AF"/>
    <w:rsid w:val="007A3A96"/>
    <w:rsid w:val="007A4114"/>
    <w:rsid w:val="007A4B73"/>
    <w:rsid w:val="007A6D88"/>
    <w:rsid w:val="007A779B"/>
    <w:rsid w:val="007B26A7"/>
    <w:rsid w:val="007B3EC1"/>
    <w:rsid w:val="007B52E0"/>
    <w:rsid w:val="007C1CE6"/>
    <w:rsid w:val="007C3E7E"/>
    <w:rsid w:val="007D1F57"/>
    <w:rsid w:val="007D2F79"/>
    <w:rsid w:val="007D5545"/>
    <w:rsid w:val="007D5BAB"/>
    <w:rsid w:val="007E028D"/>
    <w:rsid w:val="007E25B5"/>
    <w:rsid w:val="007E5212"/>
    <w:rsid w:val="007F008A"/>
    <w:rsid w:val="007F01D5"/>
    <w:rsid w:val="007F05F7"/>
    <w:rsid w:val="007F2E35"/>
    <w:rsid w:val="007F3BB5"/>
    <w:rsid w:val="00801432"/>
    <w:rsid w:val="008056BB"/>
    <w:rsid w:val="0081178B"/>
    <w:rsid w:val="0081271D"/>
    <w:rsid w:val="008127C2"/>
    <w:rsid w:val="00813613"/>
    <w:rsid w:val="00813FE6"/>
    <w:rsid w:val="0081431F"/>
    <w:rsid w:val="008164A4"/>
    <w:rsid w:val="008264F6"/>
    <w:rsid w:val="00830C39"/>
    <w:rsid w:val="00831912"/>
    <w:rsid w:val="00832394"/>
    <w:rsid w:val="00832638"/>
    <w:rsid w:val="008329D8"/>
    <w:rsid w:val="00833033"/>
    <w:rsid w:val="0083400C"/>
    <w:rsid w:val="00840AAC"/>
    <w:rsid w:val="0084441D"/>
    <w:rsid w:val="00844EEB"/>
    <w:rsid w:val="00845D39"/>
    <w:rsid w:val="008517FF"/>
    <w:rsid w:val="00851A93"/>
    <w:rsid w:val="00853963"/>
    <w:rsid w:val="008547BF"/>
    <w:rsid w:val="0085657C"/>
    <w:rsid w:val="00856BAC"/>
    <w:rsid w:val="00856E25"/>
    <w:rsid w:val="00860EDC"/>
    <w:rsid w:val="008620BF"/>
    <w:rsid w:val="00865AAE"/>
    <w:rsid w:val="0086608E"/>
    <w:rsid w:val="0086626E"/>
    <w:rsid w:val="008767E8"/>
    <w:rsid w:val="00882D6D"/>
    <w:rsid w:val="00882ED3"/>
    <w:rsid w:val="00883BC9"/>
    <w:rsid w:val="008852A3"/>
    <w:rsid w:val="00891476"/>
    <w:rsid w:val="0089356C"/>
    <w:rsid w:val="00894A0F"/>
    <w:rsid w:val="00895AD3"/>
    <w:rsid w:val="008960EA"/>
    <w:rsid w:val="00897DCC"/>
    <w:rsid w:val="00897E8D"/>
    <w:rsid w:val="008A2C31"/>
    <w:rsid w:val="008A4125"/>
    <w:rsid w:val="008A441E"/>
    <w:rsid w:val="008A5431"/>
    <w:rsid w:val="008A623C"/>
    <w:rsid w:val="008B100C"/>
    <w:rsid w:val="008B1984"/>
    <w:rsid w:val="008B2908"/>
    <w:rsid w:val="008B3202"/>
    <w:rsid w:val="008B3772"/>
    <w:rsid w:val="008B42A4"/>
    <w:rsid w:val="008B780F"/>
    <w:rsid w:val="008B7C22"/>
    <w:rsid w:val="008C0641"/>
    <w:rsid w:val="008C1E2C"/>
    <w:rsid w:val="008C25D2"/>
    <w:rsid w:val="008C2FD0"/>
    <w:rsid w:val="008C70E1"/>
    <w:rsid w:val="008C7E4A"/>
    <w:rsid w:val="008D6C0F"/>
    <w:rsid w:val="008E05F4"/>
    <w:rsid w:val="008E378E"/>
    <w:rsid w:val="008E3BC2"/>
    <w:rsid w:val="008E4E4F"/>
    <w:rsid w:val="008E7A71"/>
    <w:rsid w:val="008F3D06"/>
    <w:rsid w:val="008F4369"/>
    <w:rsid w:val="008F7B55"/>
    <w:rsid w:val="009008E3"/>
    <w:rsid w:val="00902C51"/>
    <w:rsid w:val="009069C5"/>
    <w:rsid w:val="00910659"/>
    <w:rsid w:val="00910EF0"/>
    <w:rsid w:val="0091512D"/>
    <w:rsid w:val="009218EB"/>
    <w:rsid w:val="009231BD"/>
    <w:rsid w:val="00924059"/>
    <w:rsid w:val="00924E97"/>
    <w:rsid w:val="00926E4B"/>
    <w:rsid w:val="00927CAC"/>
    <w:rsid w:val="00931019"/>
    <w:rsid w:val="009338DD"/>
    <w:rsid w:val="00936401"/>
    <w:rsid w:val="00936D8E"/>
    <w:rsid w:val="00943654"/>
    <w:rsid w:val="00943C40"/>
    <w:rsid w:val="00945A34"/>
    <w:rsid w:val="00946BF8"/>
    <w:rsid w:val="00947579"/>
    <w:rsid w:val="00950DB7"/>
    <w:rsid w:val="00951161"/>
    <w:rsid w:val="00952321"/>
    <w:rsid w:val="00952F7C"/>
    <w:rsid w:val="009531B6"/>
    <w:rsid w:val="00953A4A"/>
    <w:rsid w:val="009575CF"/>
    <w:rsid w:val="009607C4"/>
    <w:rsid w:val="00961A0A"/>
    <w:rsid w:val="00964189"/>
    <w:rsid w:val="00965598"/>
    <w:rsid w:val="009707AA"/>
    <w:rsid w:val="00970B2B"/>
    <w:rsid w:val="00970D41"/>
    <w:rsid w:val="00974DEB"/>
    <w:rsid w:val="00975E71"/>
    <w:rsid w:val="00977BB3"/>
    <w:rsid w:val="0098001F"/>
    <w:rsid w:val="009812E4"/>
    <w:rsid w:val="00982D37"/>
    <w:rsid w:val="00983155"/>
    <w:rsid w:val="009837A8"/>
    <w:rsid w:val="009870AC"/>
    <w:rsid w:val="00987C47"/>
    <w:rsid w:val="00990F55"/>
    <w:rsid w:val="00991E40"/>
    <w:rsid w:val="00992B6E"/>
    <w:rsid w:val="00994726"/>
    <w:rsid w:val="00995FDE"/>
    <w:rsid w:val="00997743"/>
    <w:rsid w:val="009A14FB"/>
    <w:rsid w:val="009A229B"/>
    <w:rsid w:val="009A64C1"/>
    <w:rsid w:val="009A74A3"/>
    <w:rsid w:val="009B0226"/>
    <w:rsid w:val="009B129E"/>
    <w:rsid w:val="009C16C8"/>
    <w:rsid w:val="009C1919"/>
    <w:rsid w:val="009C2D9A"/>
    <w:rsid w:val="009C4CE4"/>
    <w:rsid w:val="009C531E"/>
    <w:rsid w:val="009C5D1E"/>
    <w:rsid w:val="009C7BE2"/>
    <w:rsid w:val="009C7FA3"/>
    <w:rsid w:val="009D2384"/>
    <w:rsid w:val="009D2BF8"/>
    <w:rsid w:val="009D34B4"/>
    <w:rsid w:val="009D517F"/>
    <w:rsid w:val="009D5A50"/>
    <w:rsid w:val="009E3126"/>
    <w:rsid w:val="009F2FAF"/>
    <w:rsid w:val="009F7E3C"/>
    <w:rsid w:val="00A01CDD"/>
    <w:rsid w:val="00A03193"/>
    <w:rsid w:val="00A039AB"/>
    <w:rsid w:val="00A1169E"/>
    <w:rsid w:val="00A1221D"/>
    <w:rsid w:val="00A125C1"/>
    <w:rsid w:val="00A12F15"/>
    <w:rsid w:val="00A13C41"/>
    <w:rsid w:val="00A16E39"/>
    <w:rsid w:val="00A17015"/>
    <w:rsid w:val="00A177BE"/>
    <w:rsid w:val="00A20345"/>
    <w:rsid w:val="00A21C74"/>
    <w:rsid w:val="00A24258"/>
    <w:rsid w:val="00A247F7"/>
    <w:rsid w:val="00A33516"/>
    <w:rsid w:val="00A33A7B"/>
    <w:rsid w:val="00A343AD"/>
    <w:rsid w:val="00A3555F"/>
    <w:rsid w:val="00A3572F"/>
    <w:rsid w:val="00A43268"/>
    <w:rsid w:val="00A473DD"/>
    <w:rsid w:val="00A475BE"/>
    <w:rsid w:val="00A52655"/>
    <w:rsid w:val="00A54157"/>
    <w:rsid w:val="00A544AE"/>
    <w:rsid w:val="00A61158"/>
    <w:rsid w:val="00A6551E"/>
    <w:rsid w:val="00A66EE5"/>
    <w:rsid w:val="00A677EB"/>
    <w:rsid w:val="00A72EA7"/>
    <w:rsid w:val="00A730F0"/>
    <w:rsid w:val="00A73D63"/>
    <w:rsid w:val="00A74327"/>
    <w:rsid w:val="00A761A9"/>
    <w:rsid w:val="00A813B9"/>
    <w:rsid w:val="00A81933"/>
    <w:rsid w:val="00A81AEA"/>
    <w:rsid w:val="00A852EB"/>
    <w:rsid w:val="00A9039F"/>
    <w:rsid w:val="00A906A9"/>
    <w:rsid w:val="00A90865"/>
    <w:rsid w:val="00A946A7"/>
    <w:rsid w:val="00AB00CD"/>
    <w:rsid w:val="00AB01F3"/>
    <w:rsid w:val="00AB4CA3"/>
    <w:rsid w:val="00AB724F"/>
    <w:rsid w:val="00AB7EA9"/>
    <w:rsid w:val="00AC2EBC"/>
    <w:rsid w:val="00AC3096"/>
    <w:rsid w:val="00AC52E7"/>
    <w:rsid w:val="00AC5508"/>
    <w:rsid w:val="00AD2A82"/>
    <w:rsid w:val="00AD5A7E"/>
    <w:rsid w:val="00AD73DB"/>
    <w:rsid w:val="00AE1AB6"/>
    <w:rsid w:val="00AE4697"/>
    <w:rsid w:val="00AE4A0E"/>
    <w:rsid w:val="00AE6C11"/>
    <w:rsid w:val="00AF2851"/>
    <w:rsid w:val="00AF3232"/>
    <w:rsid w:val="00AF49FA"/>
    <w:rsid w:val="00AF57FF"/>
    <w:rsid w:val="00B01450"/>
    <w:rsid w:val="00B02E82"/>
    <w:rsid w:val="00B06A43"/>
    <w:rsid w:val="00B06D5F"/>
    <w:rsid w:val="00B074DC"/>
    <w:rsid w:val="00B1034F"/>
    <w:rsid w:val="00B11CE3"/>
    <w:rsid w:val="00B14591"/>
    <w:rsid w:val="00B160BC"/>
    <w:rsid w:val="00B16FBF"/>
    <w:rsid w:val="00B20AD9"/>
    <w:rsid w:val="00B22004"/>
    <w:rsid w:val="00B2609B"/>
    <w:rsid w:val="00B2670C"/>
    <w:rsid w:val="00B26BC1"/>
    <w:rsid w:val="00B33A8F"/>
    <w:rsid w:val="00B3432D"/>
    <w:rsid w:val="00B37BBC"/>
    <w:rsid w:val="00B427B7"/>
    <w:rsid w:val="00B45C30"/>
    <w:rsid w:val="00B460A9"/>
    <w:rsid w:val="00B505A2"/>
    <w:rsid w:val="00B521F2"/>
    <w:rsid w:val="00B56089"/>
    <w:rsid w:val="00B578FA"/>
    <w:rsid w:val="00B6164F"/>
    <w:rsid w:val="00B63472"/>
    <w:rsid w:val="00B70F9F"/>
    <w:rsid w:val="00B71DE7"/>
    <w:rsid w:val="00B72D0F"/>
    <w:rsid w:val="00B739B6"/>
    <w:rsid w:val="00B7512C"/>
    <w:rsid w:val="00B76FB5"/>
    <w:rsid w:val="00B770EC"/>
    <w:rsid w:val="00B81635"/>
    <w:rsid w:val="00B82144"/>
    <w:rsid w:val="00B836AB"/>
    <w:rsid w:val="00B8615B"/>
    <w:rsid w:val="00B8628D"/>
    <w:rsid w:val="00B86F4B"/>
    <w:rsid w:val="00B92351"/>
    <w:rsid w:val="00B923D7"/>
    <w:rsid w:val="00B92F87"/>
    <w:rsid w:val="00B964E5"/>
    <w:rsid w:val="00B97337"/>
    <w:rsid w:val="00B97F0C"/>
    <w:rsid w:val="00BA21F1"/>
    <w:rsid w:val="00BA27FA"/>
    <w:rsid w:val="00BA2A85"/>
    <w:rsid w:val="00BA3E2F"/>
    <w:rsid w:val="00BA67A8"/>
    <w:rsid w:val="00BA7773"/>
    <w:rsid w:val="00BA7D1F"/>
    <w:rsid w:val="00BB0102"/>
    <w:rsid w:val="00BB025E"/>
    <w:rsid w:val="00BB2078"/>
    <w:rsid w:val="00BB2FAA"/>
    <w:rsid w:val="00BB2FDF"/>
    <w:rsid w:val="00BB35E9"/>
    <w:rsid w:val="00BB452F"/>
    <w:rsid w:val="00BB72C2"/>
    <w:rsid w:val="00BC0F22"/>
    <w:rsid w:val="00BC2CBE"/>
    <w:rsid w:val="00BC3F8B"/>
    <w:rsid w:val="00BC5CC2"/>
    <w:rsid w:val="00BC70BA"/>
    <w:rsid w:val="00BD3410"/>
    <w:rsid w:val="00BD62D6"/>
    <w:rsid w:val="00BD6A8D"/>
    <w:rsid w:val="00BD6D82"/>
    <w:rsid w:val="00BD703F"/>
    <w:rsid w:val="00BE38B1"/>
    <w:rsid w:val="00BE3CB2"/>
    <w:rsid w:val="00BE5016"/>
    <w:rsid w:val="00BE75D7"/>
    <w:rsid w:val="00BE7A49"/>
    <w:rsid w:val="00BF2F58"/>
    <w:rsid w:val="00BF32C7"/>
    <w:rsid w:val="00BF5FE7"/>
    <w:rsid w:val="00C03031"/>
    <w:rsid w:val="00C04398"/>
    <w:rsid w:val="00C0669D"/>
    <w:rsid w:val="00C06E48"/>
    <w:rsid w:val="00C112DE"/>
    <w:rsid w:val="00C11C13"/>
    <w:rsid w:val="00C11CD4"/>
    <w:rsid w:val="00C16231"/>
    <w:rsid w:val="00C166FA"/>
    <w:rsid w:val="00C17C82"/>
    <w:rsid w:val="00C2014D"/>
    <w:rsid w:val="00C20F4E"/>
    <w:rsid w:val="00C24DE5"/>
    <w:rsid w:val="00C26D32"/>
    <w:rsid w:val="00C27813"/>
    <w:rsid w:val="00C31DAF"/>
    <w:rsid w:val="00C3412C"/>
    <w:rsid w:val="00C3483B"/>
    <w:rsid w:val="00C351E7"/>
    <w:rsid w:val="00C35C3F"/>
    <w:rsid w:val="00C43515"/>
    <w:rsid w:val="00C45961"/>
    <w:rsid w:val="00C46173"/>
    <w:rsid w:val="00C46403"/>
    <w:rsid w:val="00C47259"/>
    <w:rsid w:val="00C51351"/>
    <w:rsid w:val="00C53D01"/>
    <w:rsid w:val="00C544DD"/>
    <w:rsid w:val="00C62C10"/>
    <w:rsid w:val="00C65FC9"/>
    <w:rsid w:val="00C66186"/>
    <w:rsid w:val="00C67AF6"/>
    <w:rsid w:val="00C74724"/>
    <w:rsid w:val="00C75118"/>
    <w:rsid w:val="00C76933"/>
    <w:rsid w:val="00C77A9B"/>
    <w:rsid w:val="00C84C24"/>
    <w:rsid w:val="00C85A68"/>
    <w:rsid w:val="00C86B80"/>
    <w:rsid w:val="00C8721D"/>
    <w:rsid w:val="00C92F22"/>
    <w:rsid w:val="00C93C01"/>
    <w:rsid w:val="00C93FD6"/>
    <w:rsid w:val="00C94A43"/>
    <w:rsid w:val="00C95702"/>
    <w:rsid w:val="00C95D97"/>
    <w:rsid w:val="00C9733A"/>
    <w:rsid w:val="00C97CE0"/>
    <w:rsid w:val="00CA090E"/>
    <w:rsid w:val="00CA2BCF"/>
    <w:rsid w:val="00CA456B"/>
    <w:rsid w:val="00CA496C"/>
    <w:rsid w:val="00CA4C02"/>
    <w:rsid w:val="00CB09D1"/>
    <w:rsid w:val="00CB0D60"/>
    <w:rsid w:val="00CB4DBF"/>
    <w:rsid w:val="00CB5E82"/>
    <w:rsid w:val="00CB7DFE"/>
    <w:rsid w:val="00CC2F7C"/>
    <w:rsid w:val="00CC6F4D"/>
    <w:rsid w:val="00CD2566"/>
    <w:rsid w:val="00CD620E"/>
    <w:rsid w:val="00CE32DD"/>
    <w:rsid w:val="00CE55EF"/>
    <w:rsid w:val="00CE5D66"/>
    <w:rsid w:val="00CE734F"/>
    <w:rsid w:val="00CE7497"/>
    <w:rsid w:val="00CE7DEA"/>
    <w:rsid w:val="00CF0A5B"/>
    <w:rsid w:val="00CF1168"/>
    <w:rsid w:val="00CF1A67"/>
    <w:rsid w:val="00CF1B6C"/>
    <w:rsid w:val="00CF54B5"/>
    <w:rsid w:val="00CF61A4"/>
    <w:rsid w:val="00D00CB6"/>
    <w:rsid w:val="00D00D44"/>
    <w:rsid w:val="00D0200C"/>
    <w:rsid w:val="00D02AF6"/>
    <w:rsid w:val="00D04279"/>
    <w:rsid w:val="00D05AFC"/>
    <w:rsid w:val="00D06B36"/>
    <w:rsid w:val="00D06B78"/>
    <w:rsid w:val="00D17A0F"/>
    <w:rsid w:val="00D21B5D"/>
    <w:rsid w:val="00D24038"/>
    <w:rsid w:val="00D24670"/>
    <w:rsid w:val="00D2535F"/>
    <w:rsid w:val="00D2717A"/>
    <w:rsid w:val="00D31022"/>
    <w:rsid w:val="00D31126"/>
    <w:rsid w:val="00D315F1"/>
    <w:rsid w:val="00D31654"/>
    <w:rsid w:val="00D36532"/>
    <w:rsid w:val="00D4029E"/>
    <w:rsid w:val="00D44593"/>
    <w:rsid w:val="00D44D12"/>
    <w:rsid w:val="00D46173"/>
    <w:rsid w:val="00D50319"/>
    <w:rsid w:val="00D53A47"/>
    <w:rsid w:val="00D540A1"/>
    <w:rsid w:val="00D55548"/>
    <w:rsid w:val="00D557C2"/>
    <w:rsid w:val="00D57F63"/>
    <w:rsid w:val="00D63D8E"/>
    <w:rsid w:val="00D66E47"/>
    <w:rsid w:val="00D675B0"/>
    <w:rsid w:val="00D6766D"/>
    <w:rsid w:val="00D70523"/>
    <w:rsid w:val="00D74F4F"/>
    <w:rsid w:val="00D8038F"/>
    <w:rsid w:val="00D80BBD"/>
    <w:rsid w:val="00D82773"/>
    <w:rsid w:val="00D86CB1"/>
    <w:rsid w:val="00D870D7"/>
    <w:rsid w:val="00D90676"/>
    <w:rsid w:val="00D91221"/>
    <w:rsid w:val="00D91802"/>
    <w:rsid w:val="00DA071D"/>
    <w:rsid w:val="00DA0AB3"/>
    <w:rsid w:val="00DA0EFB"/>
    <w:rsid w:val="00DA522E"/>
    <w:rsid w:val="00DA72AF"/>
    <w:rsid w:val="00DA7F4E"/>
    <w:rsid w:val="00DA7FC8"/>
    <w:rsid w:val="00DB3C9A"/>
    <w:rsid w:val="00DB4824"/>
    <w:rsid w:val="00DB74E1"/>
    <w:rsid w:val="00DC1741"/>
    <w:rsid w:val="00DC22C8"/>
    <w:rsid w:val="00DC292C"/>
    <w:rsid w:val="00DC29C3"/>
    <w:rsid w:val="00DC4500"/>
    <w:rsid w:val="00DC49D4"/>
    <w:rsid w:val="00DD08EB"/>
    <w:rsid w:val="00DD1582"/>
    <w:rsid w:val="00DD2875"/>
    <w:rsid w:val="00DD6238"/>
    <w:rsid w:val="00DE03F2"/>
    <w:rsid w:val="00DE5EFA"/>
    <w:rsid w:val="00DE5F62"/>
    <w:rsid w:val="00DE62FD"/>
    <w:rsid w:val="00DE784A"/>
    <w:rsid w:val="00DF0D8E"/>
    <w:rsid w:val="00DF12C7"/>
    <w:rsid w:val="00DF24DF"/>
    <w:rsid w:val="00DF5AA7"/>
    <w:rsid w:val="00DF6579"/>
    <w:rsid w:val="00DF7251"/>
    <w:rsid w:val="00DF7A41"/>
    <w:rsid w:val="00E0002A"/>
    <w:rsid w:val="00E01DA6"/>
    <w:rsid w:val="00E0663F"/>
    <w:rsid w:val="00E079AB"/>
    <w:rsid w:val="00E13375"/>
    <w:rsid w:val="00E15525"/>
    <w:rsid w:val="00E1593F"/>
    <w:rsid w:val="00E15A3D"/>
    <w:rsid w:val="00E16D68"/>
    <w:rsid w:val="00E17B0C"/>
    <w:rsid w:val="00E243E1"/>
    <w:rsid w:val="00E24BD7"/>
    <w:rsid w:val="00E26065"/>
    <w:rsid w:val="00E26908"/>
    <w:rsid w:val="00E31CAC"/>
    <w:rsid w:val="00E35A0A"/>
    <w:rsid w:val="00E41BFE"/>
    <w:rsid w:val="00E41DA7"/>
    <w:rsid w:val="00E439D4"/>
    <w:rsid w:val="00E46CEA"/>
    <w:rsid w:val="00E50FCA"/>
    <w:rsid w:val="00E516C5"/>
    <w:rsid w:val="00E51717"/>
    <w:rsid w:val="00E52620"/>
    <w:rsid w:val="00E52BDC"/>
    <w:rsid w:val="00E532C3"/>
    <w:rsid w:val="00E617BD"/>
    <w:rsid w:val="00E6288C"/>
    <w:rsid w:val="00E62ADD"/>
    <w:rsid w:val="00E62F94"/>
    <w:rsid w:val="00E64787"/>
    <w:rsid w:val="00E66214"/>
    <w:rsid w:val="00E670CB"/>
    <w:rsid w:val="00E72B58"/>
    <w:rsid w:val="00E75B68"/>
    <w:rsid w:val="00E768CA"/>
    <w:rsid w:val="00E80DE6"/>
    <w:rsid w:val="00E8480E"/>
    <w:rsid w:val="00E872A7"/>
    <w:rsid w:val="00E93DC2"/>
    <w:rsid w:val="00E94B1F"/>
    <w:rsid w:val="00EA3687"/>
    <w:rsid w:val="00EA685A"/>
    <w:rsid w:val="00EA7783"/>
    <w:rsid w:val="00EB0C91"/>
    <w:rsid w:val="00EB6BC5"/>
    <w:rsid w:val="00EC04A5"/>
    <w:rsid w:val="00EC3097"/>
    <w:rsid w:val="00EC4550"/>
    <w:rsid w:val="00EC4998"/>
    <w:rsid w:val="00EC5576"/>
    <w:rsid w:val="00EC647E"/>
    <w:rsid w:val="00EC6C6E"/>
    <w:rsid w:val="00EC787F"/>
    <w:rsid w:val="00ED0565"/>
    <w:rsid w:val="00ED3DAD"/>
    <w:rsid w:val="00ED6FF0"/>
    <w:rsid w:val="00EE0713"/>
    <w:rsid w:val="00EE46A3"/>
    <w:rsid w:val="00EF357F"/>
    <w:rsid w:val="00EF756F"/>
    <w:rsid w:val="00EF7C19"/>
    <w:rsid w:val="00F02AAA"/>
    <w:rsid w:val="00F04489"/>
    <w:rsid w:val="00F048DA"/>
    <w:rsid w:val="00F0588C"/>
    <w:rsid w:val="00F05D09"/>
    <w:rsid w:val="00F10F63"/>
    <w:rsid w:val="00F15014"/>
    <w:rsid w:val="00F150F5"/>
    <w:rsid w:val="00F17041"/>
    <w:rsid w:val="00F17FBA"/>
    <w:rsid w:val="00F20E7D"/>
    <w:rsid w:val="00F22E9E"/>
    <w:rsid w:val="00F23844"/>
    <w:rsid w:val="00F25D20"/>
    <w:rsid w:val="00F30B5E"/>
    <w:rsid w:val="00F31AB4"/>
    <w:rsid w:val="00F31DED"/>
    <w:rsid w:val="00F3608E"/>
    <w:rsid w:val="00F3664B"/>
    <w:rsid w:val="00F40E5F"/>
    <w:rsid w:val="00F4307F"/>
    <w:rsid w:val="00F44B3E"/>
    <w:rsid w:val="00F44EF2"/>
    <w:rsid w:val="00F46097"/>
    <w:rsid w:val="00F47400"/>
    <w:rsid w:val="00F50E60"/>
    <w:rsid w:val="00F5784F"/>
    <w:rsid w:val="00F57BA5"/>
    <w:rsid w:val="00F61DB8"/>
    <w:rsid w:val="00F66155"/>
    <w:rsid w:val="00F6754F"/>
    <w:rsid w:val="00F72042"/>
    <w:rsid w:val="00F72406"/>
    <w:rsid w:val="00F72787"/>
    <w:rsid w:val="00F734B6"/>
    <w:rsid w:val="00F74F2A"/>
    <w:rsid w:val="00F76CDC"/>
    <w:rsid w:val="00F77449"/>
    <w:rsid w:val="00F81D16"/>
    <w:rsid w:val="00F8435E"/>
    <w:rsid w:val="00F84988"/>
    <w:rsid w:val="00F84D8C"/>
    <w:rsid w:val="00F92243"/>
    <w:rsid w:val="00F933A4"/>
    <w:rsid w:val="00F94CB2"/>
    <w:rsid w:val="00F95B48"/>
    <w:rsid w:val="00F96220"/>
    <w:rsid w:val="00F964FD"/>
    <w:rsid w:val="00F970A6"/>
    <w:rsid w:val="00FA0686"/>
    <w:rsid w:val="00FA0995"/>
    <w:rsid w:val="00FA0D5F"/>
    <w:rsid w:val="00FA292D"/>
    <w:rsid w:val="00FA2FE4"/>
    <w:rsid w:val="00FA5564"/>
    <w:rsid w:val="00FA7B62"/>
    <w:rsid w:val="00FB0328"/>
    <w:rsid w:val="00FB0EEB"/>
    <w:rsid w:val="00FB2325"/>
    <w:rsid w:val="00FB450E"/>
    <w:rsid w:val="00FC044B"/>
    <w:rsid w:val="00FC1804"/>
    <w:rsid w:val="00FC40FE"/>
    <w:rsid w:val="00FC55FC"/>
    <w:rsid w:val="00FC7388"/>
    <w:rsid w:val="00FD0254"/>
    <w:rsid w:val="00FD2FC0"/>
    <w:rsid w:val="00FE0A28"/>
    <w:rsid w:val="00FE0C0E"/>
    <w:rsid w:val="00FE448E"/>
    <w:rsid w:val="00FE61ED"/>
    <w:rsid w:val="00FE710C"/>
    <w:rsid w:val="00FE795B"/>
    <w:rsid w:val="00FF079D"/>
    <w:rsid w:val="00FF2A29"/>
    <w:rsid w:val="00FF3409"/>
    <w:rsid w:val="00FF3DA7"/>
    <w:rsid w:val="00FF5270"/>
    <w:rsid w:val="00FF5C08"/>
    <w:rsid w:val="00FF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E76A9E-EBB4-46ED-B945-ECB3F24F7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6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4DE5"/>
  </w:style>
  <w:style w:type="paragraph" w:styleId="a5">
    <w:name w:val="footer"/>
    <w:basedOn w:val="a"/>
    <w:link w:val="a6"/>
    <w:uiPriority w:val="99"/>
    <w:unhideWhenUsed/>
    <w:rsid w:val="00C24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24DE5"/>
  </w:style>
  <w:style w:type="character" w:styleId="a7">
    <w:name w:val="Hyperlink"/>
    <w:basedOn w:val="a0"/>
    <w:uiPriority w:val="99"/>
    <w:semiHidden/>
    <w:unhideWhenUsed/>
    <w:rsid w:val="008547BF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8547BF"/>
    <w:rPr>
      <w:color w:val="800080"/>
      <w:u w:val="single"/>
    </w:rPr>
  </w:style>
  <w:style w:type="paragraph" w:customStyle="1" w:styleId="xl65">
    <w:name w:val="xl65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8547B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2">
    <w:name w:val="xl72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3">
    <w:name w:val="xl73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547B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A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A79BF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a"/>
    <w:rsid w:val="008C1E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C1E2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C1E2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9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9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8292</Words>
  <Characters>47266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Леонова Анна Владимировна</cp:lastModifiedBy>
  <cp:revision>2</cp:revision>
  <cp:lastPrinted>2025-04-28T11:38:00Z</cp:lastPrinted>
  <dcterms:created xsi:type="dcterms:W3CDTF">2025-04-28T11:38:00Z</dcterms:created>
  <dcterms:modified xsi:type="dcterms:W3CDTF">2025-04-28T11:38:00Z</dcterms:modified>
</cp:coreProperties>
</file>