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1D0BDB" w:rsidTr="001D0BDB">
        <w:tc>
          <w:tcPr>
            <w:tcW w:w="426" w:type="dxa"/>
            <w:vAlign w:val="bottom"/>
            <w:hideMark/>
          </w:tcPr>
          <w:p w:rsidR="001D0BDB" w:rsidRDefault="001D0BD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1D0BDB" w:rsidRDefault="001D0BD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25.10.2022</w:t>
            </w:r>
          </w:p>
        </w:tc>
        <w:tc>
          <w:tcPr>
            <w:tcW w:w="4111" w:type="dxa"/>
            <w:vAlign w:val="bottom"/>
          </w:tcPr>
          <w:p w:rsidR="001D0BDB" w:rsidRDefault="001D0BD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1D0BDB" w:rsidRDefault="001D0BD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1D0BDB" w:rsidRDefault="001D0BD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  <w:r>
              <w:rPr>
                <w:rFonts w:ascii="Times New Roman" w:hAnsi="Times New Roman" w:cs="Times New Roman"/>
                <w:sz w:val="28"/>
              </w:rPr>
              <w:t>33</w:t>
            </w:r>
            <w:bookmarkStart w:id="0" w:name="_GoBack"/>
            <w:bookmarkEnd w:id="0"/>
          </w:p>
        </w:tc>
      </w:tr>
    </w:tbl>
    <w:p w:rsidR="00FC0613" w:rsidRPr="00FC0613" w:rsidRDefault="00FC0613" w:rsidP="00FC061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0613" w:rsidRPr="00FC0613" w:rsidRDefault="00FC0613" w:rsidP="00FC061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1A62" w:rsidRPr="00FC0613" w:rsidRDefault="00BC1A62" w:rsidP="00FC061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C0613">
        <w:rPr>
          <w:rFonts w:ascii="Times New Roman" w:hAnsi="Times New Roman" w:cs="Times New Roman"/>
          <w:bCs/>
          <w:sz w:val="28"/>
          <w:szCs w:val="28"/>
        </w:rPr>
        <w:t xml:space="preserve">О проекте закона Ярославской области </w:t>
      </w:r>
    </w:p>
    <w:p w:rsidR="00360AF3" w:rsidRPr="00FC0613" w:rsidRDefault="00360AF3" w:rsidP="00FC0613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C0613">
        <w:rPr>
          <w:rFonts w:ascii="Times New Roman" w:hAnsi="Times New Roman" w:cs="Times New Roman"/>
          <w:bCs/>
          <w:sz w:val="28"/>
          <w:szCs w:val="28"/>
        </w:rPr>
        <w:t xml:space="preserve">«Об утверждении заключения концессионного </w:t>
      </w:r>
    </w:p>
    <w:p w:rsidR="00360AF3" w:rsidRPr="00FC0613" w:rsidRDefault="00360AF3" w:rsidP="00FC0613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C0613">
        <w:rPr>
          <w:rFonts w:ascii="Times New Roman" w:hAnsi="Times New Roman" w:cs="Times New Roman"/>
          <w:bCs/>
          <w:sz w:val="28"/>
          <w:szCs w:val="28"/>
        </w:rPr>
        <w:t xml:space="preserve">соглашения в отношении объектов теплоснабжения </w:t>
      </w:r>
    </w:p>
    <w:p w:rsidR="00BC1A62" w:rsidRPr="00FC0613" w:rsidRDefault="00360AF3" w:rsidP="00FC0613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C0613">
        <w:rPr>
          <w:rFonts w:ascii="Times New Roman" w:hAnsi="Times New Roman" w:cs="Times New Roman"/>
          <w:bCs/>
          <w:sz w:val="28"/>
          <w:szCs w:val="28"/>
        </w:rPr>
        <w:t>и горячего водоснабжения»</w:t>
      </w:r>
    </w:p>
    <w:p w:rsidR="00360AF3" w:rsidRPr="00FC0613" w:rsidRDefault="00360AF3" w:rsidP="00FC061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1A62" w:rsidRPr="00FC0613" w:rsidRDefault="00BC1A62" w:rsidP="00FC061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1A62" w:rsidRPr="00FC0613" w:rsidRDefault="00BC1A62" w:rsidP="00FC06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0613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BC1A62" w:rsidRPr="00FC0613" w:rsidRDefault="00BC1A62" w:rsidP="00FC06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1A62" w:rsidRPr="00FC0613" w:rsidRDefault="00BC1A62" w:rsidP="00FC06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FC06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FC06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BC1A62" w:rsidRPr="00FC0613" w:rsidRDefault="00BC1A62" w:rsidP="00FC061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C1A62" w:rsidRPr="00FC0613" w:rsidRDefault="00935E98" w:rsidP="00FC0613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FC0613">
        <w:rPr>
          <w:rFonts w:ascii="Times New Roman" w:hAnsi="Times New Roman" w:cs="Times New Roman"/>
          <w:sz w:val="28"/>
          <w:szCs w:val="28"/>
        </w:rPr>
        <w:t xml:space="preserve">1. </w:t>
      </w:r>
      <w:r w:rsidR="00BC1A62" w:rsidRPr="00FC0613">
        <w:rPr>
          <w:rFonts w:ascii="Times New Roman" w:hAnsi="Times New Roman" w:cs="Times New Roman"/>
          <w:sz w:val="28"/>
          <w:szCs w:val="28"/>
        </w:rPr>
        <w:t xml:space="preserve">Принять в первом чтении проект закона Ярославской области </w:t>
      </w:r>
      <w:r w:rsidR="00BC1A62" w:rsidRPr="00FC0613">
        <w:rPr>
          <w:rFonts w:ascii="Times New Roman" w:hAnsi="Times New Roman" w:cs="Times New Roman"/>
          <w:bCs/>
          <w:sz w:val="28"/>
          <w:szCs w:val="28"/>
        </w:rPr>
        <w:t>«</w:t>
      </w:r>
      <w:r w:rsidR="00FC0613">
        <w:rPr>
          <w:rFonts w:ascii="Times New Roman" w:hAnsi="Times New Roman" w:cs="Times New Roman"/>
          <w:bCs/>
          <w:sz w:val="28"/>
          <w:szCs w:val="28"/>
        </w:rPr>
        <w:t>Об </w:t>
      </w:r>
      <w:r w:rsidR="002924C5" w:rsidRPr="00FC0613">
        <w:rPr>
          <w:rFonts w:ascii="Times New Roman" w:hAnsi="Times New Roman" w:cs="Times New Roman"/>
          <w:bCs/>
          <w:sz w:val="28"/>
          <w:szCs w:val="28"/>
        </w:rPr>
        <w:t>утверждении заключения концессионного соглашения в отношении об</w:t>
      </w:r>
      <w:r w:rsidR="002924C5" w:rsidRPr="00FC0613">
        <w:rPr>
          <w:rFonts w:ascii="Times New Roman" w:hAnsi="Times New Roman" w:cs="Times New Roman"/>
          <w:bCs/>
          <w:sz w:val="28"/>
          <w:szCs w:val="28"/>
        </w:rPr>
        <w:t>ъ</w:t>
      </w:r>
      <w:r w:rsidR="002924C5" w:rsidRPr="00FC0613">
        <w:rPr>
          <w:rFonts w:ascii="Times New Roman" w:hAnsi="Times New Roman" w:cs="Times New Roman"/>
          <w:bCs/>
          <w:sz w:val="28"/>
          <w:szCs w:val="28"/>
        </w:rPr>
        <w:t>ектов теплоснабжения и горячего водоснабжения»</w:t>
      </w:r>
      <w:r w:rsidR="00BC1A62" w:rsidRPr="00FC0613">
        <w:rPr>
          <w:rFonts w:ascii="Times New Roman" w:hAnsi="Times New Roman" w:cs="Times New Roman"/>
          <w:bCs/>
          <w:sz w:val="28"/>
          <w:szCs w:val="28"/>
        </w:rPr>
        <w:t xml:space="preserve">, внесенный </w:t>
      </w:r>
      <w:r w:rsidR="00156ABE" w:rsidRPr="00FC0613">
        <w:rPr>
          <w:rFonts w:ascii="Times New Roman" w:hAnsi="Times New Roman" w:cs="Times New Roman"/>
          <w:bCs/>
          <w:sz w:val="28"/>
          <w:szCs w:val="28"/>
        </w:rPr>
        <w:t>Губернато</w:t>
      </w:r>
      <w:r w:rsidR="00A63593" w:rsidRPr="00FC0613">
        <w:rPr>
          <w:rFonts w:ascii="Times New Roman" w:hAnsi="Times New Roman" w:cs="Times New Roman"/>
          <w:bCs/>
          <w:sz w:val="28"/>
          <w:szCs w:val="28"/>
        </w:rPr>
        <w:t>ром</w:t>
      </w:r>
      <w:r w:rsidR="00156ABE" w:rsidRPr="00FC0613">
        <w:rPr>
          <w:rFonts w:ascii="Times New Roman" w:hAnsi="Times New Roman" w:cs="Times New Roman"/>
          <w:bCs/>
          <w:sz w:val="28"/>
          <w:szCs w:val="28"/>
        </w:rPr>
        <w:t xml:space="preserve"> Ярославской области.</w:t>
      </w:r>
    </w:p>
    <w:p w:rsidR="00935E98" w:rsidRPr="00FC0613" w:rsidRDefault="003934FD" w:rsidP="00FC0613">
      <w:pPr>
        <w:tabs>
          <w:tab w:val="left" w:pos="708"/>
          <w:tab w:val="left" w:pos="14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061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935E98" w:rsidRPr="00FC0613">
        <w:rPr>
          <w:rFonts w:ascii="Times New Roman" w:eastAsia="Times New Roman" w:hAnsi="Times New Roman" w:cs="Times New Roman"/>
          <w:sz w:val="28"/>
          <w:szCs w:val="28"/>
          <w:lang w:eastAsia="ru-RU"/>
        </w:rPr>
        <w:t>. Настоящее Постановление подлежит официальному опубликованию в газете «Документ – Регион».</w:t>
      </w:r>
    </w:p>
    <w:p w:rsidR="00BC1A62" w:rsidRPr="00FC0613" w:rsidRDefault="00BC1A62" w:rsidP="00FC0613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57523" w:rsidRPr="00FC0613" w:rsidRDefault="00557523" w:rsidP="00FC0613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1A62" w:rsidRPr="00FC0613" w:rsidRDefault="00BC1A62" w:rsidP="00FC0613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1A62" w:rsidRPr="00FC0613" w:rsidRDefault="00BC1A62" w:rsidP="00FC0613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061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</w:t>
      </w:r>
    </w:p>
    <w:p w:rsidR="002538AE" w:rsidRPr="00FC0613" w:rsidRDefault="00BC1A62" w:rsidP="00FC0613">
      <w:pPr>
        <w:keepNext/>
        <w:spacing w:after="0" w:line="240" w:lineRule="auto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FC06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Ярославской областной Думы                                                </w:t>
      </w:r>
      <w:r w:rsidR="00FC06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FC06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35E98" w:rsidRPr="00FC0613">
        <w:rPr>
          <w:rFonts w:ascii="Times New Roman" w:eastAsia="Times New Roman" w:hAnsi="Times New Roman" w:cs="Times New Roman"/>
          <w:sz w:val="28"/>
          <w:szCs w:val="28"/>
          <w:lang w:eastAsia="ru-RU"/>
        </w:rPr>
        <w:t>М.В. Боровицкий</w:t>
      </w:r>
    </w:p>
    <w:sectPr w:rsidR="002538AE" w:rsidRPr="00FC0613" w:rsidSect="00FC0613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318F"/>
    <w:rsid w:val="00153340"/>
    <w:rsid w:val="00156ABE"/>
    <w:rsid w:val="001D0BDB"/>
    <w:rsid w:val="001F2F22"/>
    <w:rsid w:val="002538AE"/>
    <w:rsid w:val="002924C5"/>
    <w:rsid w:val="00360AF3"/>
    <w:rsid w:val="003934FD"/>
    <w:rsid w:val="0053318F"/>
    <w:rsid w:val="00550906"/>
    <w:rsid w:val="00557523"/>
    <w:rsid w:val="00935E98"/>
    <w:rsid w:val="00A63593"/>
    <w:rsid w:val="00B637B3"/>
    <w:rsid w:val="00BC1A62"/>
    <w:rsid w:val="00C15294"/>
    <w:rsid w:val="00FC06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1A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557523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557523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1A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557523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557523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216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98</Words>
  <Characters>559</Characters>
  <Application>Microsoft Office Word</Application>
  <DocSecurity>0</DocSecurity>
  <Lines>4</Lines>
  <Paragraphs>1</Paragraphs>
  <ScaleCrop>false</ScaleCrop>
  <Company/>
  <LinksUpToDate>false</LinksUpToDate>
  <CharactersWithSpaces>656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Мостовая Валентина Ивановна</dc:creator>
  <cp:keywords/>
  <dc:description/>
  <cp:lastModifiedBy>user</cp:lastModifiedBy>
  <cp:revision>16</cp:revision>
  <dcterms:created xsi:type="dcterms:W3CDTF">2019-08-30T10:49:00Z</dcterms:created>
  <dcterms:modified xsi:type="dcterms:W3CDTF">2022-10-25T13:42:00Z</dcterms:modified>
</cp:coreProperties>
</file>