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E7" w:rsidRPr="00413146" w:rsidRDefault="002556E7" w:rsidP="002556E7">
      <w:pPr>
        <w:jc w:val="right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Проект вносит</w:t>
      </w:r>
    </w:p>
    <w:p w:rsidR="002556E7" w:rsidRPr="00413146" w:rsidRDefault="002556E7" w:rsidP="002556E7">
      <w:pPr>
        <w:keepNext/>
        <w:jc w:val="right"/>
        <w:outlineLvl w:val="2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Губернатор Ярославской области</w:t>
      </w:r>
    </w:p>
    <w:p w:rsidR="002556E7" w:rsidRPr="00413146" w:rsidRDefault="002556E7" w:rsidP="002556E7">
      <w:pPr>
        <w:keepNext/>
        <w:jc w:val="right"/>
        <w:outlineLvl w:val="2"/>
        <w:rPr>
          <w:b/>
          <w:bCs/>
          <w:sz w:val="20"/>
          <w:lang w:eastAsia="x-none"/>
        </w:rPr>
      </w:pPr>
    </w:p>
    <w:p w:rsidR="004A736B" w:rsidRPr="00602A54" w:rsidRDefault="002556E7" w:rsidP="002556E7">
      <w:pPr>
        <w:pStyle w:val="3"/>
      </w:pPr>
      <w:r w:rsidRPr="00413146">
        <w:rPr>
          <w:lang w:eastAsia="x-none"/>
        </w:rPr>
        <w:t>М</w:t>
      </w:r>
      <w:r w:rsidRPr="00413146">
        <w:rPr>
          <w:lang w:val="x-none" w:eastAsia="x-none"/>
        </w:rPr>
        <w:t>.</w:t>
      </w:r>
      <w:r w:rsidRPr="00413146">
        <w:rPr>
          <w:lang w:eastAsia="x-none"/>
        </w:rPr>
        <w:t>Я</w:t>
      </w:r>
      <w:r w:rsidRPr="00413146">
        <w:rPr>
          <w:lang w:val="x-none" w:eastAsia="x-none"/>
        </w:rPr>
        <w:t xml:space="preserve">. </w:t>
      </w:r>
      <w:r w:rsidRPr="00413146">
        <w:rPr>
          <w:lang w:eastAsia="x-none"/>
        </w:rPr>
        <w:t>Евраев</w:t>
      </w:r>
    </w:p>
    <w:p w:rsidR="004A736B" w:rsidRPr="00602A54" w:rsidRDefault="004A736B" w:rsidP="004A736B">
      <w:pPr>
        <w:pStyle w:val="3"/>
      </w:pPr>
    </w:p>
    <w:p w:rsidR="004A736B" w:rsidRPr="00602A54" w:rsidRDefault="004A736B" w:rsidP="004A736B">
      <w:pPr>
        <w:pStyle w:val="aa"/>
      </w:pPr>
      <w:r w:rsidRPr="00602A54">
        <w:rPr>
          <w:noProof/>
          <w:szCs w:val="28"/>
        </w:rPr>
        <w:drawing>
          <wp:inline distT="0" distB="0" distL="0" distR="0" wp14:anchorId="1B1A9928" wp14:editId="66726008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36B" w:rsidRPr="00602A54" w:rsidRDefault="004A736B" w:rsidP="004A736B">
      <w:pPr>
        <w:pStyle w:val="18"/>
      </w:pPr>
      <w:proofErr w:type="gramStart"/>
      <w:r w:rsidRPr="00602A54">
        <w:t>З</w:t>
      </w:r>
      <w:proofErr w:type="gramEnd"/>
      <w:r w:rsidRPr="00602A54">
        <w:t xml:space="preserve"> А К О Н</w:t>
      </w:r>
    </w:p>
    <w:p w:rsidR="004A736B" w:rsidRPr="00602A54" w:rsidRDefault="004A736B" w:rsidP="004A736B">
      <w:pPr>
        <w:pStyle w:val="a9"/>
      </w:pPr>
      <w:r w:rsidRPr="00602A54">
        <w:t>ЯРОСЛАВСКОЙ ОБЛАСТИ</w:t>
      </w:r>
    </w:p>
    <w:p w:rsidR="004A736B" w:rsidRPr="008B6DC3" w:rsidRDefault="004A736B" w:rsidP="00A37367">
      <w:pPr>
        <w:jc w:val="center"/>
        <w:rPr>
          <w:b/>
          <w:bCs/>
          <w:sz w:val="28"/>
          <w:szCs w:val="28"/>
        </w:rPr>
      </w:pPr>
    </w:p>
    <w:p w:rsidR="008B6DC3" w:rsidRPr="008B6DC3" w:rsidRDefault="008B2B80" w:rsidP="008B6DC3">
      <w:pPr>
        <w:jc w:val="center"/>
        <w:rPr>
          <w:b/>
          <w:sz w:val="28"/>
          <w:szCs w:val="28"/>
        </w:rPr>
      </w:pPr>
      <w:r w:rsidRPr="008B6DC3">
        <w:rPr>
          <w:b/>
          <w:sz w:val="28"/>
          <w:szCs w:val="28"/>
        </w:rPr>
        <w:t xml:space="preserve">Об утверждении заключения </w:t>
      </w:r>
      <w:r w:rsidR="008B6DC3" w:rsidRPr="008B6DC3">
        <w:rPr>
          <w:b/>
          <w:sz w:val="28"/>
          <w:szCs w:val="28"/>
        </w:rPr>
        <w:t xml:space="preserve">концессионного соглашения </w:t>
      </w:r>
    </w:p>
    <w:p w:rsidR="008B6DC3" w:rsidRPr="008B6DC3" w:rsidRDefault="008B6DC3" w:rsidP="008B6DC3">
      <w:pPr>
        <w:jc w:val="center"/>
        <w:rPr>
          <w:b/>
          <w:bCs/>
          <w:sz w:val="28"/>
          <w:szCs w:val="28"/>
        </w:rPr>
      </w:pPr>
      <w:r w:rsidRPr="008B6DC3">
        <w:rPr>
          <w:b/>
          <w:sz w:val="28"/>
          <w:szCs w:val="28"/>
          <w:shd w:val="clear" w:color="auto" w:fill="FFFFFF"/>
        </w:rPr>
        <w:t>в отношении объектов теплоснабжения и горячего водоснабжения</w:t>
      </w:r>
      <w:bookmarkStart w:id="0" w:name="_GoBack"/>
      <w:bookmarkEnd w:id="0"/>
    </w:p>
    <w:p w:rsidR="00032515" w:rsidRDefault="00032515" w:rsidP="00517712">
      <w:pPr>
        <w:ind w:firstLine="709"/>
        <w:jc w:val="both"/>
        <w:rPr>
          <w:smallCaps/>
          <w:sz w:val="28"/>
          <w:szCs w:val="28"/>
        </w:rPr>
      </w:pPr>
    </w:p>
    <w:p w:rsidR="00EC0741" w:rsidRDefault="00EC0741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A37367" w:rsidRDefault="00B41ADF" w:rsidP="00517712">
      <w:pPr>
        <w:jc w:val="both"/>
      </w:pPr>
      <w:proofErr w:type="gramStart"/>
      <w:r w:rsidRPr="00A37367">
        <w:t>Принят</w:t>
      </w:r>
      <w:proofErr w:type="gramEnd"/>
      <w:r w:rsidRPr="00A37367">
        <w:t xml:space="preserve"> Ярославской областной Думой</w:t>
      </w:r>
    </w:p>
    <w:p w:rsidR="00B41ADF" w:rsidRPr="00A37367" w:rsidRDefault="00E2069B" w:rsidP="00517712">
      <w:pPr>
        <w:tabs>
          <w:tab w:val="left" w:pos="7230"/>
        </w:tabs>
        <w:jc w:val="both"/>
      </w:pPr>
      <w:r w:rsidRPr="00A37367">
        <w:t>«___» ____________ 202</w:t>
      </w:r>
      <w:r w:rsidR="00696B98">
        <w:t>2</w:t>
      </w:r>
      <w:r w:rsidR="00B41ADF" w:rsidRPr="00A37367">
        <w:t xml:space="preserve"> года</w:t>
      </w:r>
    </w:p>
    <w:p w:rsidR="00906211" w:rsidRDefault="00906211" w:rsidP="00517712">
      <w:pPr>
        <w:ind w:firstLine="709"/>
        <w:rPr>
          <w:sz w:val="28"/>
          <w:szCs w:val="28"/>
        </w:rPr>
      </w:pPr>
    </w:p>
    <w:p w:rsidR="008B6DC3" w:rsidRDefault="008B6DC3" w:rsidP="008B6DC3">
      <w:pPr>
        <w:ind w:firstLine="709"/>
        <w:jc w:val="both"/>
        <w:rPr>
          <w:sz w:val="28"/>
          <w:szCs w:val="28"/>
        </w:rPr>
      </w:pPr>
    </w:p>
    <w:p w:rsidR="008B6DC3" w:rsidRPr="008B6DC3" w:rsidRDefault="008B6DC3" w:rsidP="008B6DC3">
      <w:pPr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У</w:t>
      </w:r>
      <w:r w:rsidRPr="008B6DC3">
        <w:rPr>
          <w:color w:val="333333"/>
          <w:sz w:val="28"/>
          <w:szCs w:val="28"/>
          <w:shd w:val="clear" w:color="auto" w:fill="FFFFFF"/>
        </w:rPr>
        <w:t xml:space="preserve">твердить заключение концессионного соглашения от 3 октября </w:t>
      </w:r>
      <w:r w:rsidR="0060367B">
        <w:rPr>
          <w:color w:val="333333"/>
          <w:sz w:val="28"/>
          <w:szCs w:val="28"/>
          <w:shd w:val="clear" w:color="auto" w:fill="FFFFFF"/>
        </w:rPr>
        <w:br/>
      </w:r>
      <w:r w:rsidRPr="008B6DC3">
        <w:rPr>
          <w:color w:val="333333"/>
          <w:sz w:val="28"/>
          <w:szCs w:val="28"/>
          <w:shd w:val="clear" w:color="auto" w:fill="FFFFFF"/>
        </w:rPr>
        <w:t>2022 года № 1 в отношении объектов теплоснабжения и горячего водоснабжения, расположенных в городском поселении Ростов Ростовского муниципального района Ярославской области</w:t>
      </w:r>
      <w:r w:rsidR="0060367B">
        <w:rPr>
          <w:color w:val="333333"/>
          <w:sz w:val="28"/>
          <w:szCs w:val="28"/>
          <w:shd w:val="clear" w:color="auto" w:fill="FFFFFF"/>
        </w:rPr>
        <w:t>,</w:t>
      </w:r>
      <w:r w:rsidRPr="008B6DC3">
        <w:rPr>
          <w:color w:val="333333"/>
          <w:sz w:val="28"/>
          <w:szCs w:val="28"/>
          <w:shd w:val="clear" w:color="auto" w:fill="FFFFFF"/>
        </w:rPr>
        <w:t xml:space="preserve"> между Ростовским муниципальным районом</w:t>
      </w:r>
      <w:r w:rsidR="0060367B">
        <w:rPr>
          <w:color w:val="333333"/>
          <w:sz w:val="28"/>
          <w:szCs w:val="28"/>
          <w:shd w:val="clear" w:color="auto" w:fill="FFFFFF"/>
        </w:rPr>
        <w:t xml:space="preserve"> Ярославской области</w:t>
      </w:r>
      <w:r w:rsidRPr="008B6DC3">
        <w:rPr>
          <w:color w:val="333333"/>
          <w:sz w:val="28"/>
          <w:szCs w:val="28"/>
          <w:shd w:val="clear" w:color="auto" w:fill="FFFFFF"/>
        </w:rPr>
        <w:t>, муниципальным унитарным предприятием «Расчетный центр», муниципальным унитарным предприятием «Ростовская коммунальная энергетика», обществом с</w:t>
      </w:r>
      <w:r w:rsidR="0060367B">
        <w:rPr>
          <w:color w:val="333333"/>
          <w:sz w:val="28"/>
          <w:szCs w:val="28"/>
          <w:shd w:val="clear" w:color="auto" w:fill="FFFFFF"/>
        </w:rPr>
        <w:t xml:space="preserve">  </w:t>
      </w:r>
      <w:r w:rsidRPr="008B6DC3">
        <w:rPr>
          <w:color w:val="333333"/>
          <w:sz w:val="28"/>
          <w:szCs w:val="28"/>
          <w:shd w:val="clear" w:color="auto" w:fill="FFFFFF"/>
        </w:rPr>
        <w:t>ограниченной ответственностью «</w:t>
      </w:r>
      <w:proofErr w:type="spellStart"/>
      <w:r w:rsidR="00D42442">
        <w:rPr>
          <w:color w:val="333333"/>
          <w:sz w:val="28"/>
          <w:szCs w:val="28"/>
          <w:shd w:val="clear" w:color="auto" w:fill="FFFFFF"/>
        </w:rPr>
        <w:t>Яр</w:t>
      </w:r>
      <w:r w:rsidRPr="008B6DC3">
        <w:rPr>
          <w:color w:val="333333"/>
          <w:sz w:val="28"/>
          <w:szCs w:val="28"/>
          <w:shd w:val="clear" w:color="auto" w:fill="FFFFFF"/>
        </w:rPr>
        <w:t>ТеплоЭнерго</w:t>
      </w:r>
      <w:proofErr w:type="spellEnd"/>
      <w:r w:rsidRPr="008B6DC3">
        <w:rPr>
          <w:color w:val="333333"/>
          <w:sz w:val="28"/>
          <w:szCs w:val="28"/>
          <w:shd w:val="clear" w:color="auto" w:fill="FFFFFF"/>
        </w:rPr>
        <w:t>» и Ярославской областью.</w:t>
      </w:r>
    </w:p>
    <w:p w:rsidR="008B6DC3" w:rsidRPr="008B6DC3" w:rsidRDefault="008B6DC3" w:rsidP="008B6DC3">
      <w:pPr>
        <w:ind w:firstLine="709"/>
        <w:jc w:val="both"/>
        <w:rPr>
          <w:sz w:val="28"/>
          <w:szCs w:val="28"/>
        </w:rPr>
      </w:pPr>
    </w:p>
    <w:p w:rsidR="00A80B94" w:rsidRPr="009E7A6C" w:rsidRDefault="00A80B94" w:rsidP="00A37367">
      <w:pPr>
        <w:ind w:firstLine="709"/>
        <w:jc w:val="both"/>
        <w:rPr>
          <w:sz w:val="28"/>
          <w:szCs w:val="28"/>
        </w:rPr>
      </w:pPr>
    </w:p>
    <w:p w:rsidR="00E078D2" w:rsidRPr="008B2B80" w:rsidRDefault="00E078D2" w:rsidP="00A37367">
      <w:pPr>
        <w:ind w:firstLine="709"/>
        <w:jc w:val="both"/>
        <w:rPr>
          <w:sz w:val="28"/>
          <w:szCs w:val="28"/>
        </w:rPr>
      </w:pPr>
    </w:p>
    <w:p w:rsidR="002556E7" w:rsidRPr="002556E7" w:rsidRDefault="002556E7" w:rsidP="002556E7">
      <w:pPr>
        <w:keepNext/>
        <w:outlineLvl w:val="3"/>
        <w:rPr>
          <w:bCs/>
          <w:sz w:val="28"/>
          <w:szCs w:val="28"/>
        </w:rPr>
      </w:pPr>
      <w:r w:rsidRPr="002556E7">
        <w:rPr>
          <w:bCs/>
          <w:sz w:val="28"/>
          <w:szCs w:val="28"/>
        </w:rPr>
        <w:t>Губернатор</w:t>
      </w:r>
    </w:p>
    <w:p w:rsidR="002556E7" w:rsidRPr="002556E7" w:rsidRDefault="002556E7" w:rsidP="002556E7">
      <w:pPr>
        <w:keepNext/>
        <w:outlineLvl w:val="3"/>
        <w:rPr>
          <w:sz w:val="28"/>
          <w:szCs w:val="28"/>
        </w:rPr>
      </w:pPr>
      <w:r w:rsidRPr="002556E7">
        <w:rPr>
          <w:sz w:val="28"/>
          <w:szCs w:val="28"/>
        </w:rPr>
        <w:t>Ярославской области</w:t>
      </w:r>
      <w:r w:rsidRPr="002556E7">
        <w:rPr>
          <w:sz w:val="28"/>
          <w:szCs w:val="28"/>
        </w:rPr>
        <w:tab/>
        <w:t xml:space="preserve">                              </w:t>
      </w:r>
      <w:r w:rsidR="00621D67">
        <w:rPr>
          <w:sz w:val="28"/>
          <w:szCs w:val="28"/>
        </w:rPr>
        <w:t xml:space="preserve"> </w:t>
      </w:r>
      <w:r w:rsidRPr="002556E7">
        <w:rPr>
          <w:sz w:val="28"/>
          <w:szCs w:val="28"/>
        </w:rPr>
        <w:t xml:space="preserve">                                         М.Я. Евраев</w:t>
      </w:r>
    </w:p>
    <w:p w:rsidR="002556E7" w:rsidRPr="00B5670B" w:rsidRDefault="002556E7" w:rsidP="002556E7"/>
    <w:p w:rsidR="002E2422" w:rsidRPr="00B5670B" w:rsidRDefault="002E2422" w:rsidP="002556E7"/>
    <w:p w:rsidR="00FB06DF" w:rsidRPr="00A37367" w:rsidRDefault="00FB06DF" w:rsidP="002556E7">
      <w:pPr>
        <w:rPr>
          <w:sz w:val="28"/>
          <w:szCs w:val="28"/>
        </w:rPr>
      </w:pPr>
      <w:r w:rsidRPr="00A37367">
        <w:rPr>
          <w:sz w:val="28"/>
          <w:szCs w:val="28"/>
        </w:rPr>
        <w:t>«_____»_____________20</w:t>
      </w:r>
      <w:r w:rsidR="00E2069B" w:rsidRPr="00A37367">
        <w:rPr>
          <w:sz w:val="28"/>
          <w:szCs w:val="28"/>
        </w:rPr>
        <w:t>2</w:t>
      </w:r>
      <w:r w:rsidR="00D803DB">
        <w:rPr>
          <w:sz w:val="28"/>
          <w:szCs w:val="28"/>
        </w:rPr>
        <w:t>2</w:t>
      </w:r>
      <w:r w:rsidRPr="00A37367">
        <w:rPr>
          <w:sz w:val="28"/>
          <w:szCs w:val="28"/>
        </w:rPr>
        <w:t xml:space="preserve"> г.</w:t>
      </w:r>
    </w:p>
    <w:p w:rsidR="00F96F4B" w:rsidRPr="00A37367" w:rsidRDefault="00F96F4B" w:rsidP="005A33C3">
      <w:pPr>
        <w:rPr>
          <w:sz w:val="28"/>
          <w:szCs w:val="28"/>
        </w:rPr>
      </w:pPr>
    </w:p>
    <w:p w:rsidR="00875284" w:rsidRPr="00A37367" w:rsidRDefault="00FB06DF" w:rsidP="005A33C3">
      <w:pPr>
        <w:rPr>
          <w:sz w:val="28"/>
          <w:szCs w:val="28"/>
        </w:rPr>
      </w:pPr>
      <w:r w:rsidRPr="00A37367">
        <w:rPr>
          <w:sz w:val="28"/>
          <w:szCs w:val="28"/>
        </w:rPr>
        <w:t>№_______</w:t>
      </w:r>
    </w:p>
    <w:sectPr w:rsidR="00875284" w:rsidRPr="00A37367" w:rsidSect="008B2B80">
      <w:headerReference w:type="default" r:id="rId8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F1C" w:rsidRDefault="00441F1C" w:rsidP="00011B0F">
      <w:r>
        <w:separator/>
      </w:r>
    </w:p>
  </w:endnote>
  <w:endnote w:type="continuationSeparator" w:id="0">
    <w:p w:rsidR="00441F1C" w:rsidRDefault="00441F1C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F1C" w:rsidRDefault="00441F1C" w:rsidP="00011B0F">
      <w:r>
        <w:separator/>
      </w:r>
    </w:p>
  </w:footnote>
  <w:footnote w:type="continuationSeparator" w:id="0">
    <w:p w:rsidR="00441F1C" w:rsidRDefault="00441F1C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67B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283B"/>
    <w:rsid w:val="00025517"/>
    <w:rsid w:val="000273FF"/>
    <w:rsid w:val="000274BF"/>
    <w:rsid w:val="00032515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77492"/>
    <w:rsid w:val="000827FC"/>
    <w:rsid w:val="0008307C"/>
    <w:rsid w:val="00085DEC"/>
    <w:rsid w:val="0009632A"/>
    <w:rsid w:val="000A0260"/>
    <w:rsid w:val="000A1FC7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74A44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14D9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1F1C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367B"/>
    <w:rsid w:val="00606DFE"/>
    <w:rsid w:val="006071A5"/>
    <w:rsid w:val="00607CEC"/>
    <w:rsid w:val="00612328"/>
    <w:rsid w:val="00615114"/>
    <w:rsid w:val="00621D67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04B2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96B98"/>
    <w:rsid w:val="006A102A"/>
    <w:rsid w:val="006A19C3"/>
    <w:rsid w:val="006A544E"/>
    <w:rsid w:val="006B01DA"/>
    <w:rsid w:val="006C3B83"/>
    <w:rsid w:val="006D1783"/>
    <w:rsid w:val="006D740C"/>
    <w:rsid w:val="006E0254"/>
    <w:rsid w:val="006E5E62"/>
    <w:rsid w:val="006E7594"/>
    <w:rsid w:val="006F1038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2B80"/>
    <w:rsid w:val="008B47A9"/>
    <w:rsid w:val="008B5097"/>
    <w:rsid w:val="008B5D3E"/>
    <w:rsid w:val="008B6DC3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06211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56D9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0971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E7A6C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0B94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5670B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2AC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0519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3893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2442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03DB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078D2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0741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Чувакова Юлия Александровна</cp:lastModifiedBy>
  <cp:revision>23</cp:revision>
  <cp:lastPrinted>2022-10-11T14:11:00Z</cp:lastPrinted>
  <dcterms:created xsi:type="dcterms:W3CDTF">2021-12-08T06:07:00Z</dcterms:created>
  <dcterms:modified xsi:type="dcterms:W3CDTF">2022-10-12T07:49:00Z</dcterms:modified>
</cp:coreProperties>
</file>