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3A" w:rsidRPr="009A34C3" w:rsidRDefault="00C95B3A" w:rsidP="00563B8A">
      <w:pPr>
        <w:pStyle w:val="ae"/>
        <w:jc w:val="center"/>
        <w:rPr>
          <w:b/>
          <w:sz w:val="28"/>
          <w:szCs w:val="28"/>
        </w:rPr>
      </w:pPr>
    </w:p>
    <w:p w:rsidR="00C95B3A" w:rsidRPr="009A34C3" w:rsidRDefault="00C95B3A" w:rsidP="00563B8A">
      <w:pPr>
        <w:pStyle w:val="ae"/>
        <w:jc w:val="center"/>
        <w:rPr>
          <w:b/>
          <w:sz w:val="28"/>
          <w:szCs w:val="28"/>
        </w:rPr>
      </w:pPr>
    </w:p>
    <w:p w:rsidR="00C95B3A" w:rsidRPr="009A34C3" w:rsidRDefault="00C95B3A" w:rsidP="00563B8A">
      <w:pPr>
        <w:pStyle w:val="ae"/>
        <w:jc w:val="center"/>
        <w:rPr>
          <w:b/>
          <w:sz w:val="28"/>
          <w:szCs w:val="28"/>
        </w:rPr>
      </w:pPr>
    </w:p>
    <w:p w:rsidR="00C95B3A" w:rsidRPr="009A34C3" w:rsidRDefault="00C95B3A" w:rsidP="00563B8A">
      <w:pPr>
        <w:pStyle w:val="ae"/>
        <w:jc w:val="center"/>
        <w:rPr>
          <w:b/>
          <w:sz w:val="28"/>
          <w:szCs w:val="28"/>
        </w:rPr>
      </w:pPr>
    </w:p>
    <w:p w:rsidR="00C95B3A" w:rsidRPr="009A34C3" w:rsidRDefault="00C95B3A" w:rsidP="00563B8A">
      <w:pPr>
        <w:pStyle w:val="ae"/>
        <w:jc w:val="center"/>
        <w:rPr>
          <w:b/>
          <w:sz w:val="28"/>
          <w:szCs w:val="28"/>
        </w:rPr>
      </w:pPr>
    </w:p>
    <w:p w:rsidR="00C95B3A" w:rsidRPr="009A34C3" w:rsidRDefault="00C95B3A" w:rsidP="00563B8A">
      <w:pPr>
        <w:pStyle w:val="ae"/>
        <w:jc w:val="center"/>
        <w:rPr>
          <w:b/>
          <w:sz w:val="28"/>
          <w:szCs w:val="28"/>
        </w:rPr>
      </w:pPr>
    </w:p>
    <w:p w:rsidR="00C95B3A" w:rsidRPr="009A34C3" w:rsidRDefault="00C95B3A" w:rsidP="00563B8A">
      <w:pPr>
        <w:pStyle w:val="ae"/>
        <w:jc w:val="center"/>
        <w:rPr>
          <w:b/>
          <w:sz w:val="28"/>
          <w:szCs w:val="28"/>
        </w:rPr>
      </w:pPr>
    </w:p>
    <w:p w:rsidR="00C95B3A" w:rsidRPr="009A34C3" w:rsidRDefault="00C95B3A" w:rsidP="00563B8A">
      <w:pPr>
        <w:pStyle w:val="ae"/>
        <w:jc w:val="center"/>
        <w:rPr>
          <w:b/>
          <w:sz w:val="28"/>
          <w:szCs w:val="28"/>
        </w:rPr>
      </w:pPr>
    </w:p>
    <w:p w:rsidR="00C95B3A" w:rsidRPr="009A34C3" w:rsidRDefault="00C95B3A" w:rsidP="00563B8A">
      <w:pPr>
        <w:pStyle w:val="ae"/>
        <w:jc w:val="center"/>
        <w:rPr>
          <w:b/>
          <w:sz w:val="28"/>
          <w:szCs w:val="28"/>
        </w:rPr>
      </w:pPr>
    </w:p>
    <w:p w:rsidR="00C179DE" w:rsidRPr="009A34C3" w:rsidRDefault="00A67C9F" w:rsidP="00563B8A">
      <w:pPr>
        <w:pStyle w:val="ae"/>
        <w:jc w:val="center"/>
        <w:rPr>
          <w:b/>
          <w:sz w:val="28"/>
          <w:szCs w:val="28"/>
        </w:rPr>
      </w:pPr>
      <w:r w:rsidRPr="009A34C3">
        <w:rPr>
          <w:b/>
          <w:sz w:val="28"/>
          <w:szCs w:val="28"/>
        </w:rPr>
        <w:t xml:space="preserve">О </w:t>
      </w:r>
      <w:r w:rsidR="00A80754" w:rsidRPr="009A34C3">
        <w:rPr>
          <w:b/>
          <w:sz w:val="28"/>
          <w:szCs w:val="28"/>
        </w:rPr>
        <w:t>внесении изменений в</w:t>
      </w:r>
      <w:r w:rsidR="00156D76" w:rsidRPr="009A34C3">
        <w:rPr>
          <w:b/>
          <w:sz w:val="28"/>
          <w:szCs w:val="28"/>
        </w:rPr>
        <w:t xml:space="preserve"> </w:t>
      </w:r>
      <w:r w:rsidR="00A80754" w:rsidRPr="009A34C3">
        <w:rPr>
          <w:b/>
          <w:sz w:val="28"/>
          <w:szCs w:val="28"/>
        </w:rPr>
        <w:t>Закон Ярославской области</w:t>
      </w:r>
    </w:p>
    <w:p w:rsidR="00A80754" w:rsidRPr="009A34C3" w:rsidRDefault="00A80754" w:rsidP="00563B8A">
      <w:pPr>
        <w:pStyle w:val="ae"/>
        <w:jc w:val="center"/>
        <w:rPr>
          <w:b/>
          <w:sz w:val="28"/>
          <w:szCs w:val="28"/>
        </w:rPr>
      </w:pPr>
      <w:r w:rsidRPr="009A34C3">
        <w:rPr>
          <w:b/>
          <w:sz w:val="28"/>
          <w:szCs w:val="28"/>
        </w:rPr>
        <w:t>«Социальный кодекс Ярославской области»</w:t>
      </w:r>
    </w:p>
    <w:p w:rsidR="00C179DE" w:rsidRPr="009A34C3" w:rsidRDefault="00C179DE" w:rsidP="006B567D">
      <w:pPr>
        <w:pStyle w:val="ae"/>
        <w:rPr>
          <w:sz w:val="28"/>
        </w:rPr>
      </w:pPr>
    </w:p>
    <w:p w:rsidR="003D7682" w:rsidRPr="009A34C3" w:rsidRDefault="003D7682" w:rsidP="006B567D">
      <w:pPr>
        <w:pStyle w:val="ae"/>
        <w:rPr>
          <w:sz w:val="28"/>
        </w:rPr>
      </w:pPr>
    </w:p>
    <w:p w:rsidR="006B567D" w:rsidRPr="009A34C3" w:rsidRDefault="006B567D" w:rsidP="006B567D">
      <w:pPr>
        <w:pStyle w:val="ae"/>
      </w:pPr>
      <w:proofErr w:type="gramStart"/>
      <w:r w:rsidRPr="009A34C3">
        <w:t>Принят</w:t>
      </w:r>
      <w:proofErr w:type="gramEnd"/>
      <w:r w:rsidRPr="009A34C3">
        <w:t xml:space="preserve"> Ярославской областной Думой</w:t>
      </w:r>
    </w:p>
    <w:p w:rsidR="006B567D" w:rsidRPr="009A34C3" w:rsidRDefault="00C95B3A" w:rsidP="006B567D">
      <w:pPr>
        <w:pStyle w:val="ae"/>
      </w:pPr>
      <w:r w:rsidRPr="009A34C3">
        <w:t>29 апреля</w:t>
      </w:r>
      <w:r w:rsidR="006B567D" w:rsidRPr="009A34C3">
        <w:t xml:space="preserve"> 201</w:t>
      </w:r>
      <w:r w:rsidR="00963BB9" w:rsidRPr="009A34C3">
        <w:t>4</w:t>
      </w:r>
      <w:r w:rsidR="006B567D" w:rsidRPr="009A34C3">
        <w:t xml:space="preserve"> года</w:t>
      </w:r>
    </w:p>
    <w:p w:rsidR="00934108" w:rsidRPr="009A34C3" w:rsidRDefault="00934108" w:rsidP="007E29E7">
      <w:pPr>
        <w:ind w:firstLine="0"/>
        <w:rPr>
          <w:smallCaps/>
          <w:szCs w:val="28"/>
        </w:rPr>
      </w:pPr>
    </w:p>
    <w:p w:rsidR="00BC4E54" w:rsidRPr="009A34C3" w:rsidRDefault="00BC4E54" w:rsidP="007E29E7">
      <w:pPr>
        <w:ind w:firstLine="0"/>
        <w:rPr>
          <w:smallCaps/>
          <w:szCs w:val="28"/>
        </w:rPr>
      </w:pPr>
    </w:p>
    <w:p w:rsidR="00A67C9F" w:rsidRPr="009A34C3" w:rsidRDefault="00A67C9F" w:rsidP="00C304C1">
      <w:pPr>
        <w:ind w:firstLine="709"/>
        <w:outlineLvl w:val="0"/>
        <w:rPr>
          <w:b/>
          <w:szCs w:val="28"/>
        </w:rPr>
      </w:pPr>
      <w:r w:rsidRPr="009A34C3">
        <w:rPr>
          <w:b/>
          <w:szCs w:val="28"/>
        </w:rPr>
        <w:t>Статья 1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outlineLvl w:val="0"/>
        <w:rPr>
          <w:szCs w:val="28"/>
          <w:lang w:eastAsia="en-US"/>
        </w:rPr>
      </w:pPr>
      <w:proofErr w:type="gramStart"/>
      <w:r w:rsidRPr="009A34C3">
        <w:rPr>
          <w:szCs w:val="28"/>
          <w:lang w:eastAsia="en-US"/>
        </w:rPr>
        <w:t>Внести в Закон Ярославской области от 19.12.2008 № 65-з «Социал</w:t>
      </w:r>
      <w:r w:rsidRPr="009A34C3">
        <w:rPr>
          <w:szCs w:val="28"/>
          <w:lang w:eastAsia="en-US"/>
        </w:rPr>
        <w:t>ь</w:t>
      </w:r>
      <w:r w:rsidRPr="009A34C3">
        <w:rPr>
          <w:szCs w:val="28"/>
          <w:lang w:eastAsia="en-US"/>
        </w:rPr>
        <w:t>ный кодекс Ярославской области» (Губернские вести, 2008, 20 декабря, №</w:t>
      </w:r>
      <w:r w:rsidR="00C95B3A" w:rsidRPr="009A34C3">
        <w:rPr>
          <w:szCs w:val="28"/>
          <w:lang w:eastAsia="en-US"/>
        </w:rPr>
        <w:t> </w:t>
      </w:r>
      <w:r w:rsidRPr="009A34C3">
        <w:rPr>
          <w:szCs w:val="28"/>
          <w:lang w:eastAsia="en-US"/>
        </w:rPr>
        <w:t>116; Документ – Регион, 2009, 18 декабря, № 35-а; 2010, 9 апреля, № 22; 12</w:t>
      </w:r>
      <w:r w:rsidR="00C95B3A" w:rsidRPr="009A34C3">
        <w:rPr>
          <w:szCs w:val="28"/>
          <w:lang w:eastAsia="en-US"/>
        </w:rPr>
        <w:t> </w:t>
      </w:r>
      <w:r w:rsidRPr="009A34C3">
        <w:rPr>
          <w:szCs w:val="28"/>
          <w:lang w:eastAsia="en-US"/>
        </w:rPr>
        <w:t>ноября, № 87; 2011, 14 июня, № 45; 11 октября, № 83; 14 декабря, № 104; 2012, 29 июня, № 51-а; 13 ноября, № 93; 2013, 12 ноября, № 90;</w:t>
      </w:r>
      <w:proofErr w:type="gramEnd"/>
      <w:r w:rsidRPr="009A34C3">
        <w:rPr>
          <w:szCs w:val="28"/>
          <w:lang w:eastAsia="en-US"/>
        </w:rPr>
        <w:t xml:space="preserve"> </w:t>
      </w:r>
      <w:proofErr w:type="gramStart"/>
      <w:r w:rsidRPr="009A34C3">
        <w:rPr>
          <w:szCs w:val="28"/>
          <w:lang w:eastAsia="en-US"/>
        </w:rPr>
        <w:t>25 декабря, № 104) следующие изменения:</w:t>
      </w:r>
      <w:proofErr w:type="gramEnd"/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1)</w:t>
      </w:r>
      <w:r w:rsidRPr="009A34C3">
        <w:rPr>
          <w:szCs w:val="28"/>
          <w:lang w:eastAsia="en-US"/>
        </w:rPr>
        <w:t xml:space="preserve"> часть 2 </w:t>
      </w:r>
      <w:r w:rsidRPr="009A34C3">
        <w:rPr>
          <w:rFonts w:eastAsia="Calibri"/>
          <w:szCs w:val="28"/>
        </w:rPr>
        <w:t>статьи 50 дополнить пунктом 5 следующего содержания: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«5) ежегодной выплаты в соответствии со статьей 93</w:t>
      </w:r>
      <w:r w:rsidRPr="009A34C3">
        <w:rPr>
          <w:rFonts w:eastAsia="Calibri"/>
          <w:szCs w:val="28"/>
          <w:vertAlign w:val="superscript"/>
        </w:rPr>
        <w:t>1</w:t>
      </w:r>
      <w:r w:rsidRPr="009A34C3">
        <w:rPr>
          <w:rFonts w:eastAsia="Calibri"/>
          <w:szCs w:val="28"/>
        </w:rPr>
        <w:t xml:space="preserve"> настоящего К</w:t>
      </w:r>
      <w:r w:rsidRPr="009A34C3">
        <w:rPr>
          <w:rFonts w:eastAsia="Calibri"/>
          <w:szCs w:val="28"/>
        </w:rPr>
        <w:t>о</w:t>
      </w:r>
      <w:r w:rsidRPr="009A34C3">
        <w:rPr>
          <w:rFonts w:eastAsia="Calibri"/>
          <w:szCs w:val="28"/>
        </w:rPr>
        <w:t>декса (для лиц,</w:t>
      </w:r>
      <w:r w:rsidRPr="009A34C3">
        <w:rPr>
          <w:szCs w:val="28"/>
          <w:lang w:eastAsia="en-US"/>
        </w:rPr>
        <w:t xml:space="preserve"> награжденных знаком «Жителю блокадного Ленинграда»)</w:t>
      </w:r>
      <w:proofErr w:type="gramStart"/>
      <w:r w:rsidRPr="009A34C3">
        <w:rPr>
          <w:rFonts w:eastAsia="Calibri"/>
          <w:szCs w:val="28"/>
        </w:rPr>
        <w:t>.»</w:t>
      </w:r>
      <w:proofErr w:type="gramEnd"/>
      <w:r w:rsidRPr="009A34C3">
        <w:rPr>
          <w:rFonts w:eastAsia="Calibri"/>
          <w:szCs w:val="28"/>
        </w:rPr>
        <w:t>;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outlineLvl w:val="0"/>
        <w:rPr>
          <w:rFonts w:eastAsia="Calibri"/>
          <w:szCs w:val="28"/>
        </w:rPr>
      </w:pPr>
      <w:r w:rsidRPr="009A34C3">
        <w:rPr>
          <w:szCs w:val="28"/>
          <w:lang w:eastAsia="en-US"/>
        </w:rPr>
        <w:t>2)</w:t>
      </w:r>
      <w:r w:rsidRPr="009A34C3">
        <w:rPr>
          <w:sz w:val="20"/>
          <w:szCs w:val="20"/>
          <w:lang w:eastAsia="en-US"/>
        </w:rPr>
        <w:t xml:space="preserve"> </w:t>
      </w:r>
      <w:r w:rsidRPr="009A34C3">
        <w:rPr>
          <w:szCs w:val="28"/>
          <w:lang w:eastAsia="en-US"/>
        </w:rPr>
        <w:t xml:space="preserve">главу 15 </w:t>
      </w:r>
      <w:hyperlink r:id="rId9" w:history="1">
        <w:r w:rsidRPr="009A34C3">
          <w:rPr>
            <w:rFonts w:eastAsia="Calibri"/>
            <w:szCs w:val="28"/>
          </w:rPr>
          <w:t>дополнить</w:t>
        </w:r>
      </w:hyperlink>
      <w:r w:rsidRPr="009A34C3">
        <w:rPr>
          <w:rFonts w:eastAsia="Calibri"/>
          <w:szCs w:val="28"/>
        </w:rPr>
        <w:t xml:space="preserve"> статьей 93</w:t>
      </w:r>
      <w:r w:rsidRPr="009A34C3">
        <w:rPr>
          <w:rFonts w:eastAsia="Calibri"/>
          <w:szCs w:val="28"/>
          <w:vertAlign w:val="superscript"/>
        </w:rPr>
        <w:t>1</w:t>
      </w:r>
      <w:r w:rsidRPr="009A34C3">
        <w:rPr>
          <w:rFonts w:eastAsia="Calibri"/>
          <w:szCs w:val="28"/>
        </w:rPr>
        <w:t xml:space="preserve"> следующего содержания: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«Статья 93</w:t>
      </w:r>
      <w:r w:rsidRPr="009A34C3">
        <w:rPr>
          <w:rFonts w:eastAsia="Calibri"/>
          <w:szCs w:val="28"/>
          <w:vertAlign w:val="superscript"/>
        </w:rPr>
        <w:t>1</w:t>
      </w:r>
      <w:r w:rsidRPr="009A34C3">
        <w:rPr>
          <w:rFonts w:eastAsia="Calibri"/>
          <w:szCs w:val="28"/>
        </w:rPr>
        <w:t xml:space="preserve">. </w:t>
      </w:r>
      <w:r w:rsidRPr="009A34C3">
        <w:rPr>
          <w:rFonts w:eastAsia="Calibri"/>
          <w:b/>
          <w:szCs w:val="28"/>
        </w:rPr>
        <w:t xml:space="preserve">Ежегодная выплата лицам, </w:t>
      </w:r>
      <w:r w:rsidRPr="009A34C3">
        <w:rPr>
          <w:b/>
          <w:szCs w:val="28"/>
          <w:lang w:eastAsia="en-US"/>
        </w:rPr>
        <w:t>награжденным знаком «Жителю блокадного Ленинграда</w:t>
      </w:r>
      <w:r w:rsidRPr="009A34C3">
        <w:rPr>
          <w:szCs w:val="28"/>
          <w:lang w:eastAsia="en-US"/>
        </w:rPr>
        <w:t>»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1. Размер ежегодной выплаты лицам,</w:t>
      </w:r>
      <w:r w:rsidRPr="009A34C3">
        <w:rPr>
          <w:szCs w:val="28"/>
          <w:lang w:eastAsia="en-US"/>
        </w:rPr>
        <w:t xml:space="preserve"> награжденным знаком «Жителю блокадного Ленинграда»</w:t>
      </w:r>
      <w:r w:rsidRPr="009A34C3">
        <w:rPr>
          <w:rFonts w:eastAsia="Calibri"/>
          <w:szCs w:val="28"/>
        </w:rPr>
        <w:t>, составляет 2400 рублей.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2. Ежегодная выплата назначается и выплачивается лицам,</w:t>
      </w:r>
      <w:r w:rsidRPr="009A34C3">
        <w:rPr>
          <w:szCs w:val="28"/>
          <w:lang w:eastAsia="en-US"/>
        </w:rPr>
        <w:t xml:space="preserve"> награжде</w:t>
      </w:r>
      <w:r w:rsidRPr="009A34C3">
        <w:rPr>
          <w:szCs w:val="28"/>
          <w:lang w:eastAsia="en-US"/>
        </w:rPr>
        <w:t>н</w:t>
      </w:r>
      <w:r w:rsidRPr="009A34C3">
        <w:rPr>
          <w:szCs w:val="28"/>
          <w:lang w:eastAsia="en-US"/>
        </w:rPr>
        <w:t>ным знаком «Жителю блокадного Ленинграда»</w:t>
      </w:r>
      <w:r w:rsidRPr="009A34C3">
        <w:rPr>
          <w:rFonts w:eastAsia="Calibri"/>
          <w:szCs w:val="28"/>
        </w:rPr>
        <w:t xml:space="preserve">. 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3. Ежегодная выплата назначается и выплачивается один раз в год при условии обращения за ее назначением в текущем году.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4. Ежегодная выплата назначается и выплачивается с года подачи соо</w:t>
      </w:r>
      <w:r w:rsidRPr="009A34C3">
        <w:rPr>
          <w:rFonts w:eastAsia="Calibri"/>
          <w:szCs w:val="28"/>
        </w:rPr>
        <w:t>т</w:t>
      </w:r>
      <w:r w:rsidRPr="009A34C3">
        <w:rPr>
          <w:rFonts w:eastAsia="Calibri"/>
          <w:szCs w:val="28"/>
        </w:rPr>
        <w:t>ветствующего заявления.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5. Выплата ежегодной выплаты лицам,</w:t>
      </w:r>
      <w:r w:rsidRPr="009A34C3">
        <w:rPr>
          <w:szCs w:val="28"/>
          <w:lang w:eastAsia="en-US"/>
        </w:rPr>
        <w:t xml:space="preserve"> награжденным знаком «Жителю блокадного Ленинграда»</w:t>
      </w:r>
      <w:r w:rsidRPr="009A34C3">
        <w:rPr>
          <w:rFonts w:eastAsia="Calibri"/>
          <w:szCs w:val="28"/>
        </w:rPr>
        <w:t xml:space="preserve"> прекращается с года, следующего за годом, в кот</w:t>
      </w:r>
      <w:r w:rsidRPr="009A34C3">
        <w:rPr>
          <w:rFonts w:eastAsia="Calibri"/>
          <w:szCs w:val="28"/>
        </w:rPr>
        <w:t>о</w:t>
      </w:r>
      <w:r w:rsidRPr="009A34C3">
        <w:rPr>
          <w:rFonts w:eastAsia="Calibri"/>
          <w:szCs w:val="28"/>
        </w:rPr>
        <w:t>ром возникнут следующие обстоятельства: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1) выезд получателя на постоянное место жительства за пределы Яр</w:t>
      </w:r>
      <w:r w:rsidRPr="009A34C3">
        <w:rPr>
          <w:rFonts w:eastAsia="Calibri"/>
          <w:szCs w:val="28"/>
        </w:rPr>
        <w:t>о</w:t>
      </w:r>
      <w:r w:rsidRPr="009A34C3">
        <w:rPr>
          <w:rFonts w:eastAsia="Calibri"/>
          <w:szCs w:val="28"/>
        </w:rPr>
        <w:t>славской области;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t>2) объявление получателя умершим или признание безвестно отсу</w:t>
      </w:r>
      <w:r w:rsidRPr="009A34C3">
        <w:rPr>
          <w:rFonts w:eastAsia="Calibri"/>
          <w:szCs w:val="28"/>
        </w:rPr>
        <w:t>т</w:t>
      </w:r>
      <w:r w:rsidRPr="009A34C3">
        <w:rPr>
          <w:rFonts w:eastAsia="Calibri"/>
          <w:szCs w:val="28"/>
        </w:rPr>
        <w:t>ствующим;</w:t>
      </w:r>
    </w:p>
    <w:p w:rsidR="00C304C1" w:rsidRPr="009A34C3" w:rsidRDefault="008F10FB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rFonts w:eastAsia="Calibri"/>
          <w:szCs w:val="28"/>
        </w:rPr>
        <w:lastRenderedPageBreak/>
        <w:t>3</w:t>
      </w:r>
      <w:r w:rsidR="00C304C1" w:rsidRPr="009A34C3">
        <w:rPr>
          <w:rFonts w:eastAsia="Calibri"/>
          <w:szCs w:val="28"/>
        </w:rPr>
        <w:t>) смерть получателя выплаты.</w:t>
      </w:r>
    </w:p>
    <w:p w:rsidR="00A80754" w:rsidRPr="009A34C3" w:rsidRDefault="00C304C1" w:rsidP="00C304C1">
      <w:pPr>
        <w:ind w:firstLine="709"/>
        <w:outlineLvl w:val="0"/>
        <w:rPr>
          <w:rFonts w:eastAsia="Calibri"/>
          <w:szCs w:val="28"/>
        </w:rPr>
      </w:pPr>
      <w:r w:rsidRPr="009A34C3">
        <w:rPr>
          <w:rFonts w:eastAsia="Calibri"/>
          <w:szCs w:val="28"/>
        </w:rPr>
        <w:t>6. Порядок назначения и выплаты ежегодной выплаты в соответствии с настоящей статьей устанавливается уполномоченным органом исполнител</w:t>
      </w:r>
      <w:r w:rsidRPr="009A34C3">
        <w:rPr>
          <w:rFonts w:eastAsia="Calibri"/>
          <w:szCs w:val="28"/>
        </w:rPr>
        <w:t>ь</w:t>
      </w:r>
      <w:r w:rsidRPr="009A34C3">
        <w:rPr>
          <w:rFonts w:eastAsia="Calibri"/>
          <w:szCs w:val="28"/>
        </w:rPr>
        <w:t>ной власти Ярославской области в сфере социальной защиты населения</w:t>
      </w:r>
      <w:proofErr w:type="gramStart"/>
      <w:r w:rsidRPr="009A34C3">
        <w:rPr>
          <w:rFonts w:eastAsia="Calibri"/>
          <w:szCs w:val="28"/>
        </w:rPr>
        <w:t>.</w:t>
      </w:r>
      <w:r w:rsidR="00A800D6" w:rsidRPr="009A34C3">
        <w:rPr>
          <w:rFonts w:eastAsia="Calibri"/>
          <w:szCs w:val="28"/>
        </w:rPr>
        <w:t>».</w:t>
      </w:r>
      <w:proofErr w:type="gramEnd"/>
    </w:p>
    <w:p w:rsidR="00C304C1" w:rsidRPr="009A34C3" w:rsidRDefault="00C304C1" w:rsidP="00C304C1">
      <w:pPr>
        <w:ind w:firstLine="709"/>
        <w:outlineLvl w:val="0"/>
        <w:rPr>
          <w:szCs w:val="28"/>
        </w:rPr>
      </w:pPr>
    </w:p>
    <w:p w:rsidR="00A67C9F" w:rsidRPr="009A34C3" w:rsidRDefault="00A67C9F" w:rsidP="00C304C1">
      <w:pPr>
        <w:ind w:firstLine="709"/>
        <w:rPr>
          <w:b/>
          <w:szCs w:val="28"/>
        </w:rPr>
      </w:pPr>
      <w:r w:rsidRPr="009A34C3">
        <w:rPr>
          <w:b/>
          <w:szCs w:val="28"/>
        </w:rPr>
        <w:t>Статья 2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szCs w:val="28"/>
        </w:rPr>
      </w:pPr>
      <w:r w:rsidRPr="009A34C3">
        <w:rPr>
          <w:szCs w:val="28"/>
        </w:rPr>
        <w:t>1. Настоящий Закон вступает в силу по истечении 10 дней после дня его официального опубликования.</w:t>
      </w:r>
    </w:p>
    <w:p w:rsidR="00C304C1" w:rsidRPr="009A34C3" w:rsidRDefault="00C304C1" w:rsidP="00C304C1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9A34C3">
        <w:rPr>
          <w:szCs w:val="28"/>
        </w:rPr>
        <w:t xml:space="preserve">2. </w:t>
      </w:r>
      <w:r w:rsidRPr="009A34C3">
        <w:rPr>
          <w:rFonts w:eastAsia="Calibri"/>
          <w:szCs w:val="28"/>
        </w:rPr>
        <w:t>Действие настоящего Закона распространяется на правоотношения, возникшие с 1 января 2014 года.</w:t>
      </w:r>
    </w:p>
    <w:p w:rsidR="00E94D73" w:rsidRPr="009A34C3" w:rsidRDefault="00E94D73" w:rsidP="00500787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C95B3A" w:rsidRPr="009A34C3" w:rsidRDefault="00C95B3A" w:rsidP="00500787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E94D73" w:rsidRPr="009A34C3" w:rsidRDefault="00E94D73" w:rsidP="00500787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566EDC" w:rsidRPr="009A34C3" w:rsidRDefault="0023445A" w:rsidP="00395EB6">
      <w:pPr>
        <w:pStyle w:val="2"/>
      </w:pPr>
      <w:r w:rsidRPr="009A34C3">
        <w:t>Гу</w:t>
      </w:r>
      <w:r w:rsidR="00566EDC" w:rsidRPr="009A34C3">
        <w:t>бернатор</w:t>
      </w:r>
    </w:p>
    <w:p w:rsidR="00566EDC" w:rsidRPr="009A34C3" w:rsidRDefault="00566EDC" w:rsidP="00A31F4C">
      <w:pPr>
        <w:pStyle w:val="2"/>
        <w:tabs>
          <w:tab w:val="clear" w:pos="8222"/>
          <w:tab w:val="left" w:pos="7513"/>
        </w:tabs>
      </w:pPr>
      <w:r w:rsidRPr="009A34C3">
        <w:t>Ярославской области</w:t>
      </w:r>
      <w:r w:rsidR="007B5D46" w:rsidRPr="009A34C3">
        <w:tab/>
      </w:r>
      <w:r w:rsidR="00C95B3A" w:rsidRPr="009A34C3">
        <w:t xml:space="preserve"> </w:t>
      </w:r>
      <w:r w:rsidR="009D2F2F" w:rsidRPr="009A34C3">
        <w:t>С.Н. Ястребов</w:t>
      </w:r>
    </w:p>
    <w:p w:rsidR="00566EDC" w:rsidRPr="009A34C3" w:rsidRDefault="00566EDC" w:rsidP="00566EDC">
      <w:pPr>
        <w:pStyle w:val="2"/>
      </w:pPr>
    </w:p>
    <w:p w:rsidR="00C95B3A" w:rsidRPr="009A34C3" w:rsidRDefault="00C95B3A" w:rsidP="00C95B3A"/>
    <w:p w:rsidR="00566EDC" w:rsidRPr="009A34C3" w:rsidRDefault="00CE487B" w:rsidP="00566EDC">
      <w:pPr>
        <w:pStyle w:val="2"/>
      </w:pPr>
      <w:r>
        <w:t>8 мая</w:t>
      </w:r>
      <w:r w:rsidR="00C304C1" w:rsidRPr="009A34C3">
        <w:t xml:space="preserve"> </w:t>
      </w:r>
      <w:r w:rsidR="009032C3" w:rsidRPr="009A34C3">
        <w:t>201</w:t>
      </w:r>
      <w:r w:rsidR="004A5804" w:rsidRPr="009A34C3">
        <w:rPr>
          <w:lang w:val="en-US"/>
        </w:rPr>
        <w:t>4</w:t>
      </w:r>
      <w:r w:rsidR="009032C3" w:rsidRPr="009A34C3">
        <w:t xml:space="preserve"> </w:t>
      </w:r>
      <w:r w:rsidR="00566EDC" w:rsidRPr="009A34C3">
        <w:t>г.</w:t>
      </w:r>
    </w:p>
    <w:p w:rsidR="00566EDC" w:rsidRPr="009A34C3" w:rsidRDefault="00566EDC" w:rsidP="00566EDC">
      <w:pPr>
        <w:pStyle w:val="2"/>
      </w:pPr>
    </w:p>
    <w:p w:rsidR="00116249" w:rsidRPr="009A34C3" w:rsidRDefault="00566EDC" w:rsidP="00566EDC">
      <w:pPr>
        <w:pStyle w:val="2"/>
      </w:pPr>
      <w:r w:rsidRPr="009A34C3">
        <w:t>№</w:t>
      </w:r>
      <w:r w:rsidR="00C304C1" w:rsidRPr="009A34C3">
        <w:t xml:space="preserve"> </w:t>
      </w:r>
      <w:r w:rsidR="00CE487B">
        <w:t>14-з</w:t>
      </w:r>
      <w:bookmarkStart w:id="0" w:name="_GoBack"/>
      <w:bookmarkEnd w:id="0"/>
    </w:p>
    <w:sectPr w:rsidR="00116249" w:rsidRPr="009A34C3" w:rsidSect="00C95B3A">
      <w:headerReference w:type="even" r:id="rId10"/>
      <w:headerReference w:type="default" r:id="rId11"/>
      <w:pgSz w:w="11906" w:h="16838" w:code="9"/>
      <w:pgMar w:top="1134" w:right="850" w:bottom="1134" w:left="1701" w:header="454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8A7" w:rsidRDefault="00C548A7">
      <w:r>
        <w:separator/>
      </w:r>
    </w:p>
    <w:p w:rsidR="00C548A7" w:rsidRDefault="00C548A7"/>
    <w:p w:rsidR="00C548A7" w:rsidRDefault="00C548A7"/>
  </w:endnote>
  <w:endnote w:type="continuationSeparator" w:id="0">
    <w:p w:rsidR="00C548A7" w:rsidRDefault="00C548A7">
      <w:r>
        <w:continuationSeparator/>
      </w:r>
    </w:p>
    <w:p w:rsidR="00C548A7" w:rsidRDefault="00C548A7"/>
    <w:p w:rsidR="00C548A7" w:rsidRDefault="00C548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8A7" w:rsidRDefault="00C548A7">
      <w:r>
        <w:separator/>
      </w:r>
    </w:p>
    <w:p w:rsidR="00C548A7" w:rsidRDefault="00C548A7"/>
    <w:p w:rsidR="00C548A7" w:rsidRDefault="00C548A7"/>
  </w:footnote>
  <w:footnote w:type="continuationSeparator" w:id="0">
    <w:p w:rsidR="00C548A7" w:rsidRDefault="00C548A7">
      <w:r>
        <w:continuationSeparator/>
      </w:r>
    </w:p>
    <w:p w:rsidR="00C548A7" w:rsidRDefault="00C548A7"/>
    <w:p w:rsidR="00C548A7" w:rsidRDefault="00C548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DA3" w:rsidRDefault="00C5436D" w:rsidP="00B021A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2DA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2DA3" w:rsidRDefault="00DD2DA3">
    <w:pPr>
      <w:pStyle w:val="a6"/>
    </w:pPr>
  </w:p>
  <w:p w:rsidR="00DD2DA3" w:rsidRDefault="00DD2DA3"/>
  <w:p w:rsidR="00DD2DA3" w:rsidRDefault="00DD2D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DA3" w:rsidRDefault="00200A50">
    <w:pPr>
      <w:pStyle w:val="a6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CE487B">
      <w:rPr>
        <w:noProof/>
      </w:rPr>
      <w:t>2</w:t>
    </w:r>
    <w:r>
      <w:rPr>
        <w:noProof/>
      </w:rPr>
      <w:fldChar w:fldCharType="end"/>
    </w:r>
  </w:p>
  <w:p w:rsidR="00DD2DA3" w:rsidRPr="00BC4E54" w:rsidRDefault="00DD2DA3">
    <w:pPr>
      <w:pStyle w:val="a6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546"/>
    <w:multiLevelType w:val="hybridMultilevel"/>
    <w:tmpl w:val="7DDCC9CE"/>
    <w:lvl w:ilvl="0" w:tplc="4E9E61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FD4543"/>
    <w:multiLevelType w:val="hybridMultilevel"/>
    <w:tmpl w:val="B9885058"/>
    <w:lvl w:ilvl="0" w:tplc="31C22B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>
    <w:nsid w:val="09AE033B"/>
    <w:multiLevelType w:val="hybridMultilevel"/>
    <w:tmpl w:val="44F01E4C"/>
    <w:lvl w:ilvl="0" w:tplc="C6321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112E2F"/>
    <w:multiLevelType w:val="hybridMultilevel"/>
    <w:tmpl w:val="527E01D2"/>
    <w:lvl w:ilvl="0" w:tplc="B596E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6">
    <w:nsid w:val="253F1C06"/>
    <w:multiLevelType w:val="hybridMultilevel"/>
    <w:tmpl w:val="5AFCE1E6"/>
    <w:lvl w:ilvl="0" w:tplc="2BB2C8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D81316"/>
    <w:multiLevelType w:val="hybridMultilevel"/>
    <w:tmpl w:val="4E42A3F6"/>
    <w:lvl w:ilvl="0" w:tplc="C0DEAB54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4849E4"/>
    <w:multiLevelType w:val="hybridMultilevel"/>
    <w:tmpl w:val="A886B064"/>
    <w:lvl w:ilvl="0" w:tplc="151AFF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4F1BFA"/>
    <w:multiLevelType w:val="hybridMultilevel"/>
    <w:tmpl w:val="531E01B8"/>
    <w:lvl w:ilvl="0" w:tplc="371C7C4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8A2F73"/>
    <w:multiLevelType w:val="hybridMultilevel"/>
    <w:tmpl w:val="C742C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90222"/>
    <w:multiLevelType w:val="hybridMultilevel"/>
    <w:tmpl w:val="87FC4F58"/>
    <w:lvl w:ilvl="0" w:tplc="F99C67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9F956EA"/>
    <w:multiLevelType w:val="hybridMultilevel"/>
    <w:tmpl w:val="7C1CAE48"/>
    <w:lvl w:ilvl="0" w:tplc="C8A27F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4E428D"/>
    <w:multiLevelType w:val="hybridMultilevel"/>
    <w:tmpl w:val="6A28FD40"/>
    <w:lvl w:ilvl="0" w:tplc="705038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54C15B8"/>
    <w:multiLevelType w:val="hybridMultilevel"/>
    <w:tmpl w:val="CB3EACD6"/>
    <w:lvl w:ilvl="0" w:tplc="AAAE638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6">
    <w:nsid w:val="75D65B75"/>
    <w:multiLevelType w:val="hybridMultilevel"/>
    <w:tmpl w:val="BA409928"/>
    <w:lvl w:ilvl="0" w:tplc="7FDCB3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2"/>
  </w:num>
  <w:num w:numId="5">
    <w:abstractNumId w:val="11"/>
  </w:num>
  <w:num w:numId="6">
    <w:abstractNumId w:val="12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13"/>
  </w:num>
  <w:num w:numId="13">
    <w:abstractNumId w:val="6"/>
  </w:num>
  <w:num w:numId="14">
    <w:abstractNumId w:val="3"/>
  </w:num>
  <w:num w:numId="15">
    <w:abstractNumId w:val="1"/>
  </w:num>
  <w:num w:numId="16">
    <w:abstractNumId w:val="16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83"/>
    <w:rsid w:val="000005F7"/>
    <w:rsid w:val="0000164D"/>
    <w:rsid w:val="00001BD4"/>
    <w:rsid w:val="0000262F"/>
    <w:rsid w:val="00003B55"/>
    <w:rsid w:val="00003BB9"/>
    <w:rsid w:val="000045B1"/>
    <w:rsid w:val="00004976"/>
    <w:rsid w:val="00004C72"/>
    <w:rsid w:val="00004F5B"/>
    <w:rsid w:val="00005340"/>
    <w:rsid w:val="000067BD"/>
    <w:rsid w:val="00007AE4"/>
    <w:rsid w:val="00007E4B"/>
    <w:rsid w:val="000127A6"/>
    <w:rsid w:val="000133C7"/>
    <w:rsid w:val="00013941"/>
    <w:rsid w:val="00014B13"/>
    <w:rsid w:val="00014BC8"/>
    <w:rsid w:val="00014E03"/>
    <w:rsid w:val="00015A9D"/>
    <w:rsid w:val="00015C0B"/>
    <w:rsid w:val="00015F02"/>
    <w:rsid w:val="0001735F"/>
    <w:rsid w:val="0002014F"/>
    <w:rsid w:val="00022373"/>
    <w:rsid w:val="0002491A"/>
    <w:rsid w:val="00025C1F"/>
    <w:rsid w:val="00026A8B"/>
    <w:rsid w:val="0002733F"/>
    <w:rsid w:val="00030179"/>
    <w:rsid w:val="00030BA5"/>
    <w:rsid w:val="00031114"/>
    <w:rsid w:val="000344C2"/>
    <w:rsid w:val="000346E0"/>
    <w:rsid w:val="00035327"/>
    <w:rsid w:val="00035690"/>
    <w:rsid w:val="0003640F"/>
    <w:rsid w:val="00037539"/>
    <w:rsid w:val="00040171"/>
    <w:rsid w:val="00040903"/>
    <w:rsid w:val="00040BA9"/>
    <w:rsid w:val="00040BDB"/>
    <w:rsid w:val="0004186D"/>
    <w:rsid w:val="00041C96"/>
    <w:rsid w:val="000437EB"/>
    <w:rsid w:val="000447E4"/>
    <w:rsid w:val="00045143"/>
    <w:rsid w:val="00045F94"/>
    <w:rsid w:val="000471EE"/>
    <w:rsid w:val="000508B5"/>
    <w:rsid w:val="00052406"/>
    <w:rsid w:val="0005399D"/>
    <w:rsid w:val="00055BBF"/>
    <w:rsid w:val="00056106"/>
    <w:rsid w:val="00056BA0"/>
    <w:rsid w:val="00056C40"/>
    <w:rsid w:val="000577B0"/>
    <w:rsid w:val="00057AE9"/>
    <w:rsid w:val="000615B5"/>
    <w:rsid w:val="0006180F"/>
    <w:rsid w:val="000622AC"/>
    <w:rsid w:val="0006266C"/>
    <w:rsid w:val="00063360"/>
    <w:rsid w:val="000646C2"/>
    <w:rsid w:val="000655CE"/>
    <w:rsid w:val="000668A2"/>
    <w:rsid w:val="00067EEA"/>
    <w:rsid w:val="00076B9B"/>
    <w:rsid w:val="0007704A"/>
    <w:rsid w:val="0007727E"/>
    <w:rsid w:val="000772B0"/>
    <w:rsid w:val="0008187B"/>
    <w:rsid w:val="00081D97"/>
    <w:rsid w:val="00082764"/>
    <w:rsid w:val="00082C94"/>
    <w:rsid w:val="00084029"/>
    <w:rsid w:val="00085BCF"/>
    <w:rsid w:val="00085D79"/>
    <w:rsid w:val="00086DC5"/>
    <w:rsid w:val="00087995"/>
    <w:rsid w:val="00090A85"/>
    <w:rsid w:val="000923B4"/>
    <w:rsid w:val="00093FD0"/>
    <w:rsid w:val="0009491D"/>
    <w:rsid w:val="00094F6F"/>
    <w:rsid w:val="0009597A"/>
    <w:rsid w:val="000960A3"/>
    <w:rsid w:val="000962D1"/>
    <w:rsid w:val="000965E5"/>
    <w:rsid w:val="000977FE"/>
    <w:rsid w:val="00097AD7"/>
    <w:rsid w:val="000A0776"/>
    <w:rsid w:val="000A0BC6"/>
    <w:rsid w:val="000A0F34"/>
    <w:rsid w:val="000A0FC6"/>
    <w:rsid w:val="000A351A"/>
    <w:rsid w:val="000A3A72"/>
    <w:rsid w:val="000A5F7B"/>
    <w:rsid w:val="000A6389"/>
    <w:rsid w:val="000A7A8A"/>
    <w:rsid w:val="000B13F7"/>
    <w:rsid w:val="000B1967"/>
    <w:rsid w:val="000B1DE7"/>
    <w:rsid w:val="000B32B7"/>
    <w:rsid w:val="000B3D99"/>
    <w:rsid w:val="000B58E9"/>
    <w:rsid w:val="000B6813"/>
    <w:rsid w:val="000B6CED"/>
    <w:rsid w:val="000B727F"/>
    <w:rsid w:val="000B7E9E"/>
    <w:rsid w:val="000C1088"/>
    <w:rsid w:val="000C1351"/>
    <w:rsid w:val="000C1352"/>
    <w:rsid w:val="000C1533"/>
    <w:rsid w:val="000C19CE"/>
    <w:rsid w:val="000C30F9"/>
    <w:rsid w:val="000C3211"/>
    <w:rsid w:val="000C36D9"/>
    <w:rsid w:val="000C39FA"/>
    <w:rsid w:val="000C4178"/>
    <w:rsid w:val="000C41A6"/>
    <w:rsid w:val="000C4631"/>
    <w:rsid w:val="000C511E"/>
    <w:rsid w:val="000C6B2E"/>
    <w:rsid w:val="000C77D2"/>
    <w:rsid w:val="000D00BD"/>
    <w:rsid w:val="000D0264"/>
    <w:rsid w:val="000D1AA9"/>
    <w:rsid w:val="000D1BAF"/>
    <w:rsid w:val="000D3AA2"/>
    <w:rsid w:val="000D4A57"/>
    <w:rsid w:val="000D6EED"/>
    <w:rsid w:val="000D7868"/>
    <w:rsid w:val="000D7FBD"/>
    <w:rsid w:val="000E0C6D"/>
    <w:rsid w:val="000E0D32"/>
    <w:rsid w:val="000E1908"/>
    <w:rsid w:val="000E1D93"/>
    <w:rsid w:val="000E213E"/>
    <w:rsid w:val="000E2B1C"/>
    <w:rsid w:val="000E4178"/>
    <w:rsid w:val="000E4881"/>
    <w:rsid w:val="000E494E"/>
    <w:rsid w:val="000E578D"/>
    <w:rsid w:val="000E6209"/>
    <w:rsid w:val="000E7733"/>
    <w:rsid w:val="000E7B9C"/>
    <w:rsid w:val="000F0F65"/>
    <w:rsid w:val="000F44A3"/>
    <w:rsid w:val="000F4509"/>
    <w:rsid w:val="000F4663"/>
    <w:rsid w:val="000F494E"/>
    <w:rsid w:val="000F5AC3"/>
    <w:rsid w:val="000F658E"/>
    <w:rsid w:val="000F6F33"/>
    <w:rsid w:val="00100A4E"/>
    <w:rsid w:val="00100D16"/>
    <w:rsid w:val="00100D84"/>
    <w:rsid w:val="00100EDA"/>
    <w:rsid w:val="00101856"/>
    <w:rsid w:val="00101E7A"/>
    <w:rsid w:val="001032B7"/>
    <w:rsid w:val="00103526"/>
    <w:rsid w:val="00103AEF"/>
    <w:rsid w:val="00105CF5"/>
    <w:rsid w:val="00106063"/>
    <w:rsid w:val="001065CE"/>
    <w:rsid w:val="001071F8"/>
    <w:rsid w:val="001076CA"/>
    <w:rsid w:val="00110123"/>
    <w:rsid w:val="001102C9"/>
    <w:rsid w:val="001104B9"/>
    <w:rsid w:val="00112087"/>
    <w:rsid w:val="001142FD"/>
    <w:rsid w:val="00114E32"/>
    <w:rsid w:val="00116249"/>
    <w:rsid w:val="0011727D"/>
    <w:rsid w:val="00121311"/>
    <w:rsid w:val="0012291D"/>
    <w:rsid w:val="00122AE5"/>
    <w:rsid w:val="00124DA1"/>
    <w:rsid w:val="00126371"/>
    <w:rsid w:val="001263D2"/>
    <w:rsid w:val="00126998"/>
    <w:rsid w:val="00127554"/>
    <w:rsid w:val="00127AA3"/>
    <w:rsid w:val="00127B9F"/>
    <w:rsid w:val="0013055B"/>
    <w:rsid w:val="00130DF9"/>
    <w:rsid w:val="00131E30"/>
    <w:rsid w:val="00132EE2"/>
    <w:rsid w:val="001333DB"/>
    <w:rsid w:val="00133834"/>
    <w:rsid w:val="00133F54"/>
    <w:rsid w:val="0013406F"/>
    <w:rsid w:val="00135A78"/>
    <w:rsid w:val="00136C9F"/>
    <w:rsid w:val="0013719A"/>
    <w:rsid w:val="00137BA8"/>
    <w:rsid w:val="00137C90"/>
    <w:rsid w:val="00140714"/>
    <w:rsid w:val="00142BF0"/>
    <w:rsid w:val="00143E22"/>
    <w:rsid w:val="001454A3"/>
    <w:rsid w:val="00146694"/>
    <w:rsid w:val="0014722E"/>
    <w:rsid w:val="00147615"/>
    <w:rsid w:val="0015107F"/>
    <w:rsid w:val="00151EF2"/>
    <w:rsid w:val="001536E4"/>
    <w:rsid w:val="00155743"/>
    <w:rsid w:val="0015679A"/>
    <w:rsid w:val="00156D76"/>
    <w:rsid w:val="00157326"/>
    <w:rsid w:val="00160292"/>
    <w:rsid w:val="00160BEF"/>
    <w:rsid w:val="0016234F"/>
    <w:rsid w:val="00162BF0"/>
    <w:rsid w:val="001634E9"/>
    <w:rsid w:val="001634F3"/>
    <w:rsid w:val="001649A7"/>
    <w:rsid w:val="00164C69"/>
    <w:rsid w:val="00164E53"/>
    <w:rsid w:val="00164EDE"/>
    <w:rsid w:val="00165161"/>
    <w:rsid w:val="00165638"/>
    <w:rsid w:val="001658CE"/>
    <w:rsid w:val="001659C9"/>
    <w:rsid w:val="0016612F"/>
    <w:rsid w:val="001702F8"/>
    <w:rsid w:val="00170685"/>
    <w:rsid w:val="00170867"/>
    <w:rsid w:val="00171D71"/>
    <w:rsid w:val="00172325"/>
    <w:rsid w:val="00174C5B"/>
    <w:rsid w:val="001752F0"/>
    <w:rsid w:val="00176CC8"/>
    <w:rsid w:val="001774E2"/>
    <w:rsid w:val="00180937"/>
    <w:rsid w:val="00180AB6"/>
    <w:rsid w:val="00182512"/>
    <w:rsid w:val="0018436B"/>
    <w:rsid w:val="00184778"/>
    <w:rsid w:val="001851E5"/>
    <w:rsid w:val="00185203"/>
    <w:rsid w:val="00185A54"/>
    <w:rsid w:val="00185EC5"/>
    <w:rsid w:val="001860C5"/>
    <w:rsid w:val="0018689F"/>
    <w:rsid w:val="00187245"/>
    <w:rsid w:val="0019006D"/>
    <w:rsid w:val="00191686"/>
    <w:rsid w:val="00193603"/>
    <w:rsid w:val="001948C0"/>
    <w:rsid w:val="00194E4B"/>
    <w:rsid w:val="00197FFE"/>
    <w:rsid w:val="001A0D0D"/>
    <w:rsid w:val="001A1A42"/>
    <w:rsid w:val="001A26A6"/>
    <w:rsid w:val="001A5241"/>
    <w:rsid w:val="001A52A9"/>
    <w:rsid w:val="001A5403"/>
    <w:rsid w:val="001A54B9"/>
    <w:rsid w:val="001A62D8"/>
    <w:rsid w:val="001A714A"/>
    <w:rsid w:val="001A720B"/>
    <w:rsid w:val="001A748D"/>
    <w:rsid w:val="001B0C9F"/>
    <w:rsid w:val="001B1180"/>
    <w:rsid w:val="001B4C5C"/>
    <w:rsid w:val="001B4EED"/>
    <w:rsid w:val="001B5888"/>
    <w:rsid w:val="001B74A3"/>
    <w:rsid w:val="001B7B38"/>
    <w:rsid w:val="001C04CB"/>
    <w:rsid w:val="001C3829"/>
    <w:rsid w:val="001C49ED"/>
    <w:rsid w:val="001C5149"/>
    <w:rsid w:val="001C6A67"/>
    <w:rsid w:val="001C73F7"/>
    <w:rsid w:val="001D2066"/>
    <w:rsid w:val="001D27F4"/>
    <w:rsid w:val="001D2820"/>
    <w:rsid w:val="001D29C9"/>
    <w:rsid w:val="001D3D21"/>
    <w:rsid w:val="001D4775"/>
    <w:rsid w:val="001D5248"/>
    <w:rsid w:val="001D5252"/>
    <w:rsid w:val="001D5746"/>
    <w:rsid w:val="001D59E8"/>
    <w:rsid w:val="001D5AD7"/>
    <w:rsid w:val="001D6F93"/>
    <w:rsid w:val="001D7471"/>
    <w:rsid w:val="001D7980"/>
    <w:rsid w:val="001E0BC0"/>
    <w:rsid w:val="001E1488"/>
    <w:rsid w:val="001E2D09"/>
    <w:rsid w:val="001E450B"/>
    <w:rsid w:val="001E5734"/>
    <w:rsid w:val="001E57C7"/>
    <w:rsid w:val="001E6AD0"/>
    <w:rsid w:val="001E73B1"/>
    <w:rsid w:val="001E7754"/>
    <w:rsid w:val="001F056F"/>
    <w:rsid w:val="001F1D46"/>
    <w:rsid w:val="001F1FC1"/>
    <w:rsid w:val="001F2407"/>
    <w:rsid w:val="001F2FF1"/>
    <w:rsid w:val="001F3DCE"/>
    <w:rsid w:val="001F71D7"/>
    <w:rsid w:val="001F737E"/>
    <w:rsid w:val="001F7D58"/>
    <w:rsid w:val="0020000E"/>
    <w:rsid w:val="00200152"/>
    <w:rsid w:val="00200A50"/>
    <w:rsid w:val="00201916"/>
    <w:rsid w:val="002020E9"/>
    <w:rsid w:val="00206B4F"/>
    <w:rsid w:val="00207D07"/>
    <w:rsid w:val="002114FE"/>
    <w:rsid w:val="00211762"/>
    <w:rsid w:val="002117B7"/>
    <w:rsid w:val="002117F6"/>
    <w:rsid w:val="00212892"/>
    <w:rsid w:val="00212C76"/>
    <w:rsid w:val="00213857"/>
    <w:rsid w:val="00213FE3"/>
    <w:rsid w:val="00215419"/>
    <w:rsid w:val="00216622"/>
    <w:rsid w:val="00216C36"/>
    <w:rsid w:val="00220E5C"/>
    <w:rsid w:val="00221D15"/>
    <w:rsid w:val="0022228E"/>
    <w:rsid w:val="00222354"/>
    <w:rsid w:val="00223803"/>
    <w:rsid w:val="0022385A"/>
    <w:rsid w:val="0022457D"/>
    <w:rsid w:val="002260CC"/>
    <w:rsid w:val="002268D4"/>
    <w:rsid w:val="00226FBA"/>
    <w:rsid w:val="00227CB9"/>
    <w:rsid w:val="00230BB0"/>
    <w:rsid w:val="002316A1"/>
    <w:rsid w:val="00232708"/>
    <w:rsid w:val="00232967"/>
    <w:rsid w:val="00232C1C"/>
    <w:rsid w:val="0023445A"/>
    <w:rsid w:val="002349DF"/>
    <w:rsid w:val="00234A43"/>
    <w:rsid w:val="002353FA"/>
    <w:rsid w:val="00235C13"/>
    <w:rsid w:val="00236AC4"/>
    <w:rsid w:val="002371E5"/>
    <w:rsid w:val="002378FE"/>
    <w:rsid w:val="00237DE1"/>
    <w:rsid w:val="002401F3"/>
    <w:rsid w:val="00242462"/>
    <w:rsid w:val="0024278E"/>
    <w:rsid w:val="00243CF9"/>
    <w:rsid w:val="0024425B"/>
    <w:rsid w:val="00245700"/>
    <w:rsid w:val="00245CCF"/>
    <w:rsid w:val="00245F59"/>
    <w:rsid w:val="0024634E"/>
    <w:rsid w:val="00246978"/>
    <w:rsid w:val="00247A96"/>
    <w:rsid w:val="00251926"/>
    <w:rsid w:val="00252252"/>
    <w:rsid w:val="00252270"/>
    <w:rsid w:val="0025305E"/>
    <w:rsid w:val="002535B4"/>
    <w:rsid w:val="00253CAA"/>
    <w:rsid w:val="00253F46"/>
    <w:rsid w:val="0025435C"/>
    <w:rsid w:val="00255D71"/>
    <w:rsid w:val="00256A60"/>
    <w:rsid w:val="00256AF4"/>
    <w:rsid w:val="00257265"/>
    <w:rsid w:val="002575E8"/>
    <w:rsid w:val="002601C3"/>
    <w:rsid w:val="0026210F"/>
    <w:rsid w:val="0026223E"/>
    <w:rsid w:val="00262684"/>
    <w:rsid w:val="002628AA"/>
    <w:rsid w:val="002631B6"/>
    <w:rsid w:val="002656EB"/>
    <w:rsid w:val="0026639D"/>
    <w:rsid w:val="002706E7"/>
    <w:rsid w:val="00270FD1"/>
    <w:rsid w:val="0027116A"/>
    <w:rsid w:val="00271356"/>
    <w:rsid w:val="0027143E"/>
    <w:rsid w:val="0027388E"/>
    <w:rsid w:val="00273FBA"/>
    <w:rsid w:val="00274882"/>
    <w:rsid w:val="00274D40"/>
    <w:rsid w:val="00275FCF"/>
    <w:rsid w:val="00276373"/>
    <w:rsid w:val="002766F6"/>
    <w:rsid w:val="00276F2F"/>
    <w:rsid w:val="00281494"/>
    <w:rsid w:val="00283F9F"/>
    <w:rsid w:val="0028425D"/>
    <w:rsid w:val="002846F6"/>
    <w:rsid w:val="00284C53"/>
    <w:rsid w:val="002853D7"/>
    <w:rsid w:val="00286E88"/>
    <w:rsid w:val="00287745"/>
    <w:rsid w:val="002903D8"/>
    <w:rsid w:val="002915D6"/>
    <w:rsid w:val="00292978"/>
    <w:rsid w:val="00294214"/>
    <w:rsid w:val="002944E1"/>
    <w:rsid w:val="00294747"/>
    <w:rsid w:val="00295F8C"/>
    <w:rsid w:val="0029653E"/>
    <w:rsid w:val="0029726C"/>
    <w:rsid w:val="002A0E30"/>
    <w:rsid w:val="002A10EC"/>
    <w:rsid w:val="002A1205"/>
    <w:rsid w:val="002A26FB"/>
    <w:rsid w:val="002A32FC"/>
    <w:rsid w:val="002A3564"/>
    <w:rsid w:val="002A3579"/>
    <w:rsid w:val="002A3588"/>
    <w:rsid w:val="002A4421"/>
    <w:rsid w:val="002A76F9"/>
    <w:rsid w:val="002B0803"/>
    <w:rsid w:val="002B0A4C"/>
    <w:rsid w:val="002B2843"/>
    <w:rsid w:val="002B3BF9"/>
    <w:rsid w:val="002B5520"/>
    <w:rsid w:val="002B5751"/>
    <w:rsid w:val="002B685C"/>
    <w:rsid w:val="002B7300"/>
    <w:rsid w:val="002B78A1"/>
    <w:rsid w:val="002C00CF"/>
    <w:rsid w:val="002C236A"/>
    <w:rsid w:val="002C3A12"/>
    <w:rsid w:val="002C551B"/>
    <w:rsid w:val="002C5E78"/>
    <w:rsid w:val="002D0084"/>
    <w:rsid w:val="002D0960"/>
    <w:rsid w:val="002D141D"/>
    <w:rsid w:val="002D1B34"/>
    <w:rsid w:val="002D1DD2"/>
    <w:rsid w:val="002D1E7D"/>
    <w:rsid w:val="002D3AE2"/>
    <w:rsid w:val="002D4647"/>
    <w:rsid w:val="002D46C2"/>
    <w:rsid w:val="002D51F1"/>
    <w:rsid w:val="002D5AF2"/>
    <w:rsid w:val="002D718B"/>
    <w:rsid w:val="002D7FEE"/>
    <w:rsid w:val="002E0675"/>
    <w:rsid w:val="002E07A0"/>
    <w:rsid w:val="002E1D34"/>
    <w:rsid w:val="002E1D6A"/>
    <w:rsid w:val="002E2249"/>
    <w:rsid w:val="002E3197"/>
    <w:rsid w:val="002E3F77"/>
    <w:rsid w:val="002E499C"/>
    <w:rsid w:val="002E4A2C"/>
    <w:rsid w:val="002E6F27"/>
    <w:rsid w:val="002E70BE"/>
    <w:rsid w:val="002E7162"/>
    <w:rsid w:val="002E7BB7"/>
    <w:rsid w:val="002F0B5D"/>
    <w:rsid w:val="002F0C03"/>
    <w:rsid w:val="002F0D3A"/>
    <w:rsid w:val="002F1B35"/>
    <w:rsid w:val="002F3BC3"/>
    <w:rsid w:val="002F3D0F"/>
    <w:rsid w:val="002F3E3F"/>
    <w:rsid w:val="002F5075"/>
    <w:rsid w:val="002F5C8D"/>
    <w:rsid w:val="00301066"/>
    <w:rsid w:val="00301FD7"/>
    <w:rsid w:val="0030244B"/>
    <w:rsid w:val="00302C09"/>
    <w:rsid w:val="00304747"/>
    <w:rsid w:val="00304DB1"/>
    <w:rsid w:val="00306C19"/>
    <w:rsid w:val="00307B78"/>
    <w:rsid w:val="00310F1D"/>
    <w:rsid w:val="00311070"/>
    <w:rsid w:val="00311A90"/>
    <w:rsid w:val="00311E63"/>
    <w:rsid w:val="0031249F"/>
    <w:rsid w:val="00313719"/>
    <w:rsid w:val="003140E5"/>
    <w:rsid w:val="003145B0"/>
    <w:rsid w:val="00316F13"/>
    <w:rsid w:val="003170E4"/>
    <w:rsid w:val="0031776F"/>
    <w:rsid w:val="00320164"/>
    <w:rsid w:val="00321070"/>
    <w:rsid w:val="0032165C"/>
    <w:rsid w:val="003220CD"/>
    <w:rsid w:val="0032330C"/>
    <w:rsid w:val="00323E03"/>
    <w:rsid w:val="0032430F"/>
    <w:rsid w:val="0032442B"/>
    <w:rsid w:val="00325257"/>
    <w:rsid w:val="0032630C"/>
    <w:rsid w:val="003264E9"/>
    <w:rsid w:val="00331AC0"/>
    <w:rsid w:val="0033247B"/>
    <w:rsid w:val="00332C34"/>
    <w:rsid w:val="00333D31"/>
    <w:rsid w:val="00335F32"/>
    <w:rsid w:val="0033641D"/>
    <w:rsid w:val="00341C1E"/>
    <w:rsid w:val="00341DA8"/>
    <w:rsid w:val="00343428"/>
    <w:rsid w:val="003442D1"/>
    <w:rsid w:val="0034708E"/>
    <w:rsid w:val="00350A50"/>
    <w:rsid w:val="00350DFF"/>
    <w:rsid w:val="0035239F"/>
    <w:rsid w:val="003526F7"/>
    <w:rsid w:val="0035297C"/>
    <w:rsid w:val="00352CEB"/>
    <w:rsid w:val="0035541A"/>
    <w:rsid w:val="00356535"/>
    <w:rsid w:val="003570DB"/>
    <w:rsid w:val="00360311"/>
    <w:rsid w:val="0036163A"/>
    <w:rsid w:val="00361F64"/>
    <w:rsid w:val="00362304"/>
    <w:rsid w:val="00363BD3"/>
    <w:rsid w:val="003643ED"/>
    <w:rsid w:val="003648C9"/>
    <w:rsid w:val="00364F49"/>
    <w:rsid w:val="00365352"/>
    <w:rsid w:val="003655E7"/>
    <w:rsid w:val="00365F48"/>
    <w:rsid w:val="003667C7"/>
    <w:rsid w:val="003678A5"/>
    <w:rsid w:val="00367F2C"/>
    <w:rsid w:val="00370821"/>
    <w:rsid w:val="00370B54"/>
    <w:rsid w:val="00371523"/>
    <w:rsid w:val="00371D20"/>
    <w:rsid w:val="00373125"/>
    <w:rsid w:val="003750F7"/>
    <w:rsid w:val="0037519B"/>
    <w:rsid w:val="00376C0B"/>
    <w:rsid w:val="00376C43"/>
    <w:rsid w:val="003770F9"/>
    <w:rsid w:val="00380512"/>
    <w:rsid w:val="00380AFE"/>
    <w:rsid w:val="00380C09"/>
    <w:rsid w:val="00380E96"/>
    <w:rsid w:val="00381A17"/>
    <w:rsid w:val="00383293"/>
    <w:rsid w:val="00383CF1"/>
    <w:rsid w:val="003842E6"/>
    <w:rsid w:val="00385FC7"/>
    <w:rsid w:val="00387367"/>
    <w:rsid w:val="00387522"/>
    <w:rsid w:val="003877C3"/>
    <w:rsid w:val="00390250"/>
    <w:rsid w:val="0039037F"/>
    <w:rsid w:val="00390763"/>
    <w:rsid w:val="00391C90"/>
    <w:rsid w:val="00392464"/>
    <w:rsid w:val="0039249B"/>
    <w:rsid w:val="00392576"/>
    <w:rsid w:val="003952EB"/>
    <w:rsid w:val="0039589E"/>
    <w:rsid w:val="00395B84"/>
    <w:rsid w:val="00395EB6"/>
    <w:rsid w:val="00396527"/>
    <w:rsid w:val="00397508"/>
    <w:rsid w:val="003A0808"/>
    <w:rsid w:val="003A255A"/>
    <w:rsid w:val="003A2AFF"/>
    <w:rsid w:val="003A2EA7"/>
    <w:rsid w:val="003A5189"/>
    <w:rsid w:val="003A72DB"/>
    <w:rsid w:val="003A7CBB"/>
    <w:rsid w:val="003B0243"/>
    <w:rsid w:val="003B2181"/>
    <w:rsid w:val="003B3345"/>
    <w:rsid w:val="003B3E0D"/>
    <w:rsid w:val="003B41A8"/>
    <w:rsid w:val="003B5C58"/>
    <w:rsid w:val="003B5CC8"/>
    <w:rsid w:val="003B5F56"/>
    <w:rsid w:val="003B62E2"/>
    <w:rsid w:val="003B7151"/>
    <w:rsid w:val="003B7B65"/>
    <w:rsid w:val="003C0FF2"/>
    <w:rsid w:val="003C1071"/>
    <w:rsid w:val="003C14F6"/>
    <w:rsid w:val="003C1598"/>
    <w:rsid w:val="003C27B8"/>
    <w:rsid w:val="003C2CF6"/>
    <w:rsid w:val="003C35C6"/>
    <w:rsid w:val="003C36AF"/>
    <w:rsid w:val="003C66CF"/>
    <w:rsid w:val="003C6F43"/>
    <w:rsid w:val="003C70B5"/>
    <w:rsid w:val="003D0FB5"/>
    <w:rsid w:val="003D2FB0"/>
    <w:rsid w:val="003D325F"/>
    <w:rsid w:val="003D3A44"/>
    <w:rsid w:val="003D40DF"/>
    <w:rsid w:val="003D4C84"/>
    <w:rsid w:val="003D4D1F"/>
    <w:rsid w:val="003D563C"/>
    <w:rsid w:val="003D6088"/>
    <w:rsid w:val="003D6A4D"/>
    <w:rsid w:val="003D71EB"/>
    <w:rsid w:val="003D7531"/>
    <w:rsid w:val="003D7682"/>
    <w:rsid w:val="003E0362"/>
    <w:rsid w:val="003E0C2D"/>
    <w:rsid w:val="003E269D"/>
    <w:rsid w:val="003E3AD4"/>
    <w:rsid w:val="003E516F"/>
    <w:rsid w:val="003E5510"/>
    <w:rsid w:val="003E6A2D"/>
    <w:rsid w:val="003E6A93"/>
    <w:rsid w:val="003E7DA8"/>
    <w:rsid w:val="003F04B1"/>
    <w:rsid w:val="003F0B1D"/>
    <w:rsid w:val="003F0FE1"/>
    <w:rsid w:val="003F1E13"/>
    <w:rsid w:val="003F2303"/>
    <w:rsid w:val="003F2414"/>
    <w:rsid w:val="003F3323"/>
    <w:rsid w:val="003F3FFA"/>
    <w:rsid w:val="003F5809"/>
    <w:rsid w:val="003F60F9"/>
    <w:rsid w:val="003F686D"/>
    <w:rsid w:val="003F69C9"/>
    <w:rsid w:val="003F7A33"/>
    <w:rsid w:val="00401FA1"/>
    <w:rsid w:val="00402A00"/>
    <w:rsid w:val="00404FCC"/>
    <w:rsid w:val="004052CD"/>
    <w:rsid w:val="00406174"/>
    <w:rsid w:val="0040619D"/>
    <w:rsid w:val="0040685D"/>
    <w:rsid w:val="0041045C"/>
    <w:rsid w:val="0041296C"/>
    <w:rsid w:val="00414637"/>
    <w:rsid w:val="0041569C"/>
    <w:rsid w:val="00415B7C"/>
    <w:rsid w:val="00416A32"/>
    <w:rsid w:val="004172C9"/>
    <w:rsid w:val="00417DF2"/>
    <w:rsid w:val="00420B21"/>
    <w:rsid w:val="00420B5A"/>
    <w:rsid w:val="004215EB"/>
    <w:rsid w:val="00421918"/>
    <w:rsid w:val="00421A0C"/>
    <w:rsid w:val="00422146"/>
    <w:rsid w:val="004226BB"/>
    <w:rsid w:val="00423A22"/>
    <w:rsid w:val="0042435F"/>
    <w:rsid w:val="004254DA"/>
    <w:rsid w:val="00425F32"/>
    <w:rsid w:val="0042618F"/>
    <w:rsid w:val="0043170A"/>
    <w:rsid w:val="004321B0"/>
    <w:rsid w:val="00432606"/>
    <w:rsid w:val="004327FF"/>
    <w:rsid w:val="00432857"/>
    <w:rsid w:val="004329AE"/>
    <w:rsid w:val="00432E0E"/>
    <w:rsid w:val="0043312D"/>
    <w:rsid w:val="00433CA1"/>
    <w:rsid w:val="00434175"/>
    <w:rsid w:val="0043434A"/>
    <w:rsid w:val="00434725"/>
    <w:rsid w:val="00434B07"/>
    <w:rsid w:val="00434E9C"/>
    <w:rsid w:val="0043568C"/>
    <w:rsid w:val="0043662A"/>
    <w:rsid w:val="00436DEF"/>
    <w:rsid w:val="00437560"/>
    <w:rsid w:val="00437CDD"/>
    <w:rsid w:val="00437DFE"/>
    <w:rsid w:val="004403C9"/>
    <w:rsid w:val="00440654"/>
    <w:rsid w:val="00441493"/>
    <w:rsid w:val="004429C2"/>
    <w:rsid w:val="00442B50"/>
    <w:rsid w:val="00442FB1"/>
    <w:rsid w:val="0044379D"/>
    <w:rsid w:val="00443CD7"/>
    <w:rsid w:val="00443CEF"/>
    <w:rsid w:val="00444ECF"/>
    <w:rsid w:val="00445864"/>
    <w:rsid w:val="00445A35"/>
    <w:rsid w:val="00445BCF"/>
    <w:rsid w:val="00445CEF"/>
    <w:rsid w:val="00447BEA"/>
    <w:rsid w:val="0045079C"/>
    <w:rsid w:val="00450849"/>
    <w:rsid w:val="004519EA"/>
    <w:rsid w:val="00452BEB"/>
    <w:rsid w:val="00452D59"/>
    <w:rsid w:val="0045367F"/>
    <w:rsid w:val="00453AB2"/>
    <w:rsid w:val="00456D20"/>
    <w:rsid w:val="004571C3"/>
    <w:rsid w:val="0046016E"/>
    <w:rsid w:val="004617D3"/>
    <w:rsid w:val="0046216C"/>
    <w:rsid w:val="00462DBF"/>
    <w:rsid w:val="00463B32"/>
    <w:rsid w:val="0046449E"/>
    <w:rsid w:val="00464BE7"/>
    <w:rsid w:val="00465D2E"/>
    <w:rsid w:val="0046606A"/>
    <w:rsid w:val="00466174"/>
    <w:rsid w:val="0046645E"/>
    <w:rsid w:val="004672A3"/>
    <w:rsid w:val="004711DC"/>
    <w:rsid w:val="004718FE"/>
    <w:rsid w:val="00471C59"/>
    <w:rsid w:val="00471E5F"/>
    <w:rsid w:val="00472714"/>
    <w:rsid w:val="0047360E"/>
    <w:rsid w:val="00473934"/>
    <w:rsid w:val="004741A5"/>
    <w:rsid w:val="00476D8A"/>
    <w:rsid w:val="004771F3"/>
    <w:rsid w:val="00477380"/>
    <w:rsid w:val="00480B1B"/>
    <w:rsid w:val="004814EC"/>
    <w:rsid w:val="00481FF6"/>
    <w:rsid w:val="0048342C"/>
    <w:rsid w:val="00483455"/>
    <w:rsid w:val="00485146"/>
    <w:rsid w:val="00486262"/>
    <w:rsid w:val="00486B80"/>
    <w:rsid w:val="00487315"/>
    <w:rsid w:val="004903B7"/>
    <w:rsid w:val="00490D03"/>
    <w:rsid w:val="00490D6F"/>
    <w:rsid w:val="00492DA8"/>
    <w:rsid w:val="004930AC"/>
    <w:rsid w:val="00493256"/>
    <w:rsid w:val="004934C7"/>
    <w:rsid w:val="004941E2"/>
    <w:rsid w:val="00495BC5"/>
    <w:rsid w:val="00495C92"/>
    <w:rsid w:val="00495F00"/>
    <w:rsid w:val="004A1526"/>
    <w:rsid w:val="004A1ADD"/>
    <w:rsid w:val="004A1E7B"/>
    <w:rsid w:val="004A3678"/>
    <w:rsid w:val="004A3C7C"/>
    <w:rsid w:val="004A4449"/>
    <w:rsid w:val="004A4674"/>
    <w:rsid w:val="004A519D"/>
    <w:rsid w:val="004A53D2"/>
    <w:rsid w:val="004A5804"/>
    <w:rsid w:val="004A775B"/>
    <w:rsid w:val="004A7D5C"/>
    <w:rsid w:val="004B087E"/>
    <w:rsid w:val="004B1581"/>
    <w:rsid w:val="004B2C40"/>
    <w:rsid w:val="004B4CE7"/>
    <w:rsid w:val="004B4D3B"/>
    <w:rsid w:val="004B5587"/>
    <w:rsid w:val="004B5ADE"/>
    <w:rsid w:val="004B5CA8"/>
    <w:rsid w:val="004B621C"/>
    <w:rsid w:val="004B69D1"/>
    <w:rsid w:val="004B6C39"/>
    <w:rsid w:val="004C0688"/>
    <w:rsid w:val="004C0EDF"/>
    <w:rsid w:val="004C134F"/>
    <w:rsid w:val="004C2036"/>
    <w:rsid w:val="004C317E"/>
    <w:rsid w:val="004C4AC9"/>
    <w:rsid w:val="004C5A04"/>
    <w:rsid w:val="004C5A40"/>
    <w:rsid w:val="004C6C67"/>
    <w:rsid w:val="004C6E81"/>
    <w:rsid w:val="004C78EE"/>
    <w:rsid w:val="004D04C0"/>
    <w:rsid w:val="004D0531"/>
    <w:rsid w:val="004D0BDC"/>
    <w:rsid w:val="004D19A3"/>
    <w:rsid w:val="004D1A7B"/>
    <w:rsid w:val="004D1B67"/>
    <w:rsid w:val="004D37F7"/>
    <w:rsid w:val="004D3BAB"/>
    <w:rsid w:val="004D594B"/>
    <w:rsid w:val="004D5B5B"/>
    <w:rsid w:val="004D5D09"/>
    <w:rsid w:val="004D63C8"/>
    <w:rsid w:val="004E040D"/>
    <w:rsid w:val="004E07B8"/>
    <w:rsid w:val="004E0F8B"/>
    <w:rsid w:val="004E20A4"/>
    <w:rsid w:val="004E35A2"/>
    <w:rsid w:val="004E4E03"/>
    <w:rsid w:val="004E4E73"/>
    <w:rsid w:val="004E5057"/>
    <w:rsid w:val="004E56BA"/>
    <w:rsid w:val="004E61CD"/>
    <w:rsid w:val="004E6D9E"/>
    <w:rsid w:val="004E7B04"/>
    <w:rsid w:val="004E7DC4"/>
    <w:rsid w:val="004F056B"/>
    <w:rsid w:val="004F08BE"/>
    <w:rsid w:val="004F1AA0"/>
    <w:rsid w:val="004F2384"/>
    <w:rsid w:val="004F2440"/>
    <w:rsid w:val="004F2879"/>
    <w:rsid w:val="004F2A69"/>
    <w:rsid w:val="004F382B"/>
    <w:rsid w:val="004F405B"/>
    <w:rsid w:val="004F4BB0"/>
    <w:rsid w:val="004F5173"/>
    <w:rsid w:val="004F568E"/>
    <w:rsid w:val="004F6783"/>
    <w:rsid w:val="004F7737"/>
    <w:rsid w:val="00500787"/>
    <w:rsid w:val="00500DC9"/>
    <w:rsid w:val="00501374"/>
    <w:rsid w:val="00501CF6"/>
    <w:rsid w:val="00501DF6"/>
    <w:rsid w:val="005027F8"/>
    <w:rsid w:val="00502AD4"/>
    <w:rsid w:val="00504621"/>
    <w:rsid w:val="005075BC"/>
    <w:rsid w:val="005105DD"/>
    <w:rsid w:val="00510E30"/>
    <w:rsid w:val="0051194A"/>
    <w:rsid w:val="0051212B"/>
    <w:rsid w:val="00512BDB"/>
    <w:rsid w:val="00513052"/>
    <w:rsid w:val="005137E6"/>
    <w:rsid w:val="00513B13"/>
    <w:rsid w:val="00513D6D"/>
    <w:rsid w:val="00515823"/>
    <w:rsid w:val="00515B74"/>
    <w:rsid w:val="00515DA2"/>
    <w:rsid w:val="00516ADD"/>
    <w:rsid w:val="00516B5E"/>
    <w:rsid w:val="005174D3"/>
    <w:rsid w:val="005201D5"/>
    <w:rsid w:val="005217D6"/>
    <w:rsid w:val="00522ADC"/>
    <w:rsid w:val="00522E5D"/>
    <w:rsid w:val="00524DE2"/>
    <w:rsid w:val="0052729B"/>
    <w:rsid w:val="005273EF"/>
    <w:rsid w:val="00527A16"/>
    <w:rsid w:val="005301B9"/>
    <w:rsid w:val="00530A28"/>
    <w:rsid w:val="00531545"/>
    <w:rsid w:val="00531601"/>
    <w:rsid w:val="0053174A"/>
    <w:rsid w:val="00533355"/>
    <w:rsid w:val="005353B1"/>
    <w:rsid w:val="00536A76"/>
    <w:rsid w:val="005414E1"/>
    <w:rsid w:val="00541B6F"/>
    <w:rsid w:val="00541D9F"/>
    <w:rsid w:val="00542250"/>
    <w:rsid w:val="00542944"/>
    <w:rsid w:val="0054299F"/>
    <w:rsid w:val="00542BC1"/>
    <w:rsid w:val="00543213"/>
    <w:rsid w:val="00543335"/>
    <w:rsid w:val="00543424"/>
    <w:rsid w:val="005455EC"/>
    <w:rsid w:val="00546336"/>
    <w:rsid w:val="005478C1"/>
    <w:rsid w:val="005479D2"/>
    <w:rsid w:val="00547D2B"/>
    <w:rsid w:val="00550F2A"/>
    <w:rsid w:val="0055130C"/>
    <w:rsid w:val="0055177A"/>
    <w:rsid w:val="00552B4C"/>
    <w:rsid w:val="00553C83"/>
    <w:rsid w:val="005541F2"/>
    <w:rsid w:val="0055761D"/>
    <w:rsid w:val="00560C61"/>
    <w:rsid w:val="00560FA2"/>
    <w:rsid w:val="00560FDE"/>
    <w:rsid w:val="00561B00"/>
    <w:rsid w:val="00563375"/>
    <w:rsid w:val="005633F3"/>
    <w:rsid w:val="00563596"/>
    <w:rsid w:val="00563B8A"/>
    <w:rsid w:val="0056547F"/>
    <w:rsid w:val="005666CA"/>
    <w:rsid w:val="00566EDC"/>
    <w:rsid w:val="005679C2"/>
    <w:rsid w:val="00571C96"/>
    <w:rsid w:val="00571E9C"/>
    <w:rsid w:val="0057398B"/>
    <w:rsid w:val="00574F41"/>
    <w:rsid w:val="0057794A"/>
    <w:rsid w:val="00577C47"/>
    <w:rsid w:val="00580497"/>
    <w:rsid w:val="005820A3"/>
    <w:rsid w:val="00585CFB"/>
    <w:rsid w:val="00585DA6"/>
    <w:rsid w:val="00585FCC"/>
    <w:rsid w:val="00586327"/>
    <w:rsid w:val="005870BD"/>
    <w:rsid w:val="005872AD"/>
    <w:rsid w:val="00591A9F"/>
    <w:rsid w:val="00592023"/>
    <w:rsid w:val="0059279B"/>
    <w:rsid w:val="005929D7"/>
    <w:rsid w:val="0059302D"/>
    <w:rsid w:val="0059425A"/>
    <w:rsid w:val="00594A9A"/>
    <w:rsid w:val="0059638B"/>
    <w:rsid w:val="0059645D"/>
    <w:rsid w:val="00596C5F"/>
    <w:rsid w:val="00596D57"/>
    <w:rsid w:val="005975E3"/>
    <w:rsid w:val="0059790D"/>
    <w:rsid w:val="00597D31"/>
    <w:rsid w:val="005A0ABD"/>
    <w:rsid w:val="005A189B"/>
    <w:rsid w:val="005A2751"/>
    <w:rsid w:val="005A3B1A"/>
    <w:rsid w:val="005A411E"/>
    <w:rsid w:val="005A490B"/>
    <w:rsid w:val="005A4955"/>
    <w:rsid w:val="005A5FA8"/>
    <w:rsid w:val="005A6263"/>
    <w:rsid w:val="005A6400"/>
    <w:rsid w:val="005A676E"/>
    <w:rsid w:val="005A6EFD"/>
    <w:rsid w:val="005A70CC"/>
    <w:rsid w:val="005A79FD"/>
    <w:rsid w:val="005A7ED7"/>
    <w:rsid w:val="005B063D"/>
    <w:rsid w:val="005B1254"/>
    <w:rsid w:val="005B178D"/>
    <w:rsid w:val="005B1F09"/>
    <w:rsid w:val="005B1F0E"/>
    <w:rsid w:val="005B22A7"/>
    <w:rsid w:val="005B3BB1"/>
    <w:rsid w:val="005B3EB5"/>
    <w:rsid w:val="005B42E3"/>
    <w:rsid w:val="005B44AC"/>
    <w:rsid w:val="005B70FF"/>
    <w:rsid w:val="005B71AC"/>
    <w:rsid w:val="005C00AB"/>
    <w:rsid w:val="005C0BAA"/>
    <w:rsid w:val="005C12BF"/>
    <w:rsid w:val="005C1E7E"/>
    <w:rsid w:val="005C2D16"/>
    <w:rsid w:val="005C3403"/>
    <w:rsid w:val="005C3ABE"/>
    <w:rsid w:val="005C3C8E"/>
    <w:rsid w:val="005C3F7F"/>
    <w:rsid w:val="005C46D8"/>
    <w:rsid w:val="005C4F28"/>
    <w:rsid w:val="005C514A"/>
    <w:rsid w:val="005C6344"/>
    <w:rsid w:val="005C6F84"/>
    <w:rsid w:val="005C7870"/>
    <w:rsid w:val="005D0F3E"/>
    <w:rsid w:val="005D16D8"/>
    <w:rsid w:val="005D22A4"/>
    <w:rsid w:val="005D25B0"/>
    <w:rsid w:val="005D2A88"/>
    <w:rsid w:val="005D511F"/>
    <w:rsid w:val="005D53AE"/>
    <w:rsid w:val="005D5A03"/>
    <w:rsid w:val="005D6132"/>
    <w:rsid w:val="005D6644"/>
    <w:rsid w:val="005D6E2F"/>
    <w:rsid w:val="005D77C5"/>
    <w:rsid w:val="005E1DC8"/>
    <w:rsid w:val="005E1F48"/>
    <w:rsid w:val="005E2D56"/>
    <w:rsid w:val="005E2EB8"/>
    <w:rsid w:val="005E33E4"/>
    <w:rsid w:val="005E4040"/>
    <w:rsid w:val="005E5891"/>
    <w:rsid w:val="005E5D1D"/>
    <w:rsid w:val="005E66A5"/>
    <w:rsid w:val="005E6B7F"/>
    <w:rsid w:val="005E6D36"/>
    <w:rsid w:val="005E6F68"/>
    <w:rsid w:val="005F13C4"/>
    <w:rsid w:val="005F56D5"/>
    <w:rsid w:val="005F6624"/>
    <w:rsid w:val="005F7A11"/>
    <w:rsid w:val="005F7D46"/>
    <w:rsid w:val="00601064"/>
    <w:rsid w:val="006026E6"/>
    <w:rsid w:val="006027A2"/>
    <w:rsid w:val="006032C6"/>
    <w:rsid w:val="00603BC6"/>
    <w:rsid w:val="00603CC4"/>
    <w:rsid w:val="006053F0"/>
    <w:rsid w:val="006067C4"/>
    <w:rsid w:val="00607717"/>
    <w:rsid w:val="00610923"/>
    <w:rsid w:val="00611A70"/>
    <w:rsid w:val="0061324F"/>
    <w:rsid w:val="006133C6"/>
    <w:rsid w:val="00613477"/>
    <w:rsid w:val="00614C1C"/>
    <w:rsid w:val="0061638D"/>
    <w:rsid w:val="006164C0"/>
    <w:rsid w:val="00616F87"/>
    <w:rsid w:val="006174B0"/>
    <w:rsid w:val="006208D2"/>
    <w:rsid w:val="006211B1"/>
    <w:rsid w:val="0062204C"/>
    <w:rsid w:val="006221E4"/>
    <w:rsid w:val="00622391"/>
    <w:rsid w:val="00622ADB"/>
    <w:rsid w:val="00623064"/>
    <w:rsid w:val="006231DB"/>
    <w:rsid w:val="00623DE8"/>
    <w:rsid w:val="00623FCA"/>
    <w:rsid w:val="006242FD"/>
    <w:rsid w:val="00624499"/>
    <w:rsid w:val="00625535"/>
    <w:rsid w:val="00625B92"/>
    <w:rsid w:val="00625C57"/>
    <w:rsid w:val="00625D6F"/>
    <w:rsid w:val="0062640D"/>
    <w:rsid w:val="00627624"/>
    <w:rsid w:val="00627ACE"/>
    <w:rsid w:val="00627B9D"/>
    <w:rsid w:val="0063059C"/>
    <w:rsid w:val="0063099A"/>
    <w:rsid w:val="00630B06"/>
    <w:rsid w:val="00630EC8"/>
    <w:rsid w:val="0063106B"/>
    <w:rsid w:val="006316F1"/>
    <w:rsid w:val="00632338"/>
    <w:rsid w:val="006326F3"/>
    <w:rsid w:val="00632DD9"/>
    <w:rsid w:val="006333A9"/>
    <w:rsid w:val="006336D1"/>
    <w:rsid w:val="00633873"/>
    <w:rsid w:val="0063396B"/>
    <w:rsid w:val="006344B7"/>
    <w:rsid w:val="0063570E"/>
    <w:rsid w:val="00635AFE"/>
    <w:rsid w:val="006362E9"/>
    <w:rsid w:val="00636A97"/>
    <w:rsid w:val="00641423"/>
    <w:rsid w:val="00641637"/>
    <w:rsid w:val="00641AC1"/>
    <w:rsid w:val="0064206D"/>
    <w:rsid w:val="00643DD6"/>
    <w:rsid w:val="0064469C"/>
    <w:rsid w:val="006454E0"/>
    <w:rsid w:val="00645AE9"/>
    <w:rsid w:val="00646608"/>
    <w:rsid w:val="00646C3D"/>
    <w:rsid w:val="00650311"/>
    <w:rsid w:val="00651902"/>
    <w:rsid w:val="00651D11"/>
    <w:rsid w:val="006522AB"/>
    <w:rsid w:val="0065385C"/>
    <w:rsid w:val="00654641"/>
    <w:rsid w:val="006547C3"/>
    <w:rsid w:val="00654A01"/>
    <w:rsid w:val="00655916"/>
    <w:rsid w:val="00656D5D"/>
    <w:rsid w:val="00656FD1"/>
    <w:rsid w:val="006609A1"/>
    <w:rsid w:val="0066258D"/>
    <w:rsid w:val="006628C3"/>
    <w:rsid w:val="00663F49"/>
    <w:rsid w:val="00664A4A"/>
    <w:rsid w:val="006653E5"/>
    <w:rsid w:val="00667248"/>
    <w:rsid w:val="006713D8"/>
    <w:rsid w:val="00671A74"/>
    <w:rsid w:val="0067254B"/>
    <w:rsid w:val="00673CE7"/>
    <w:rsid w:val="00673F40"/>
    <w:rsid w:val="00674505"/>
    <w:rsid w:val="00675ECF"/>
    <w:rsid w:val="006762FA"/>
    <w:rsid w:val="0067638B"/>
    <w:rsid w:val="006769A4"/>
    <w:rsid w:val="00677885"/>
    <w:rsid w:val="0068079A"/>
    <w:rsid w:val="00681493"/>
    <w:rsid w:val="006825FF"/>
    <w:rsid w:val="00682DA5"/>
    <w:rsid w:val="00683096"/>
    <w:rsid w:val="006834C1"/>
    <w:rsid w:val="006861E5"/>
    <w:rsid w:val="0068691E"/>
    <w:rsid w:val="006875DA"/>
    <w:rsid w:val="006877FC"/>
    <w:rsid w:val="006905DD"/>
    <w:rsid w:val="00691986"/>
    <w:rsid w:val="00691DB6"/>
    <w:rsid w:val="0069352B"/>
    <w:rsid w:val="00693BFA"/>
    <w:rsid w:val="006964DD"/>
    <w:rsid w:val="0069704A"/>
    <w:rsid w:val="00697D6D"/>
    <w:rsid w:val="006A0F83"/>
    <w:rsid w:val="006A1477"/>
    <w:rsid w:val="006A1770"/>
    <w:rsid w:val="006A42AE"/>
    <w:rsid w:val="006A6A06"/>
    <w:rsid w:val="006A6CC3"/>
    <w:rsid w:val="006B0F99"/>
    <w:rsid w:val="006B1241"/>
    <w:rsid w:val="006B1B74"/>
    <w:rsid w:val="006B29E0"/>
    <w:rsid w:val="006B2C1F"/>
    <w:rsid w:val="006B3007"/>
    <w:rsid w:val="006B3F25"/>
    <w:rsid w:val="006B45DA"/>
    <w:rsid w:val="006B567D"/>
    <w:rsid w:val="006B5E7C"/>
    <w:rsid w:val="006C0D58"/>
    <w:rsid w:val="006C0DF0"/>
    <w:rsid w:val="006C14D3"/>
    <w:rsid w:val="006C1E32"/>
    <w:rsid w:val="006C3AB5"/>
    <w:rsid w:val="006C4126"/>
    <w:rsid w:val="006C4E37"/>
    <w:rsid w:val="006C5471"/>
    <w:rsid w:val="006C59D5"/>
    <w:rsid w:val="006C5BF2"/>
    <w:rsid w:val="006C62D9"/>
    <w:rsid w:val="006C751D"/>
    <w:rsid w:val="006C77FC"/>
    <w:rsid w:val="006D03CE"/>
    <w:rsid w:val="006D08A5"/>
    <w:rsid w:val="006D0994"/>
    <w:rsid w:val="006D09D3"/>
    <w:rsid w:val="006D14E4"/>
    <w:rsid w:val="006D2014"/>
    <w:rsid w:val="006D35AD"/>
    <w:rsid w:val="006D465A"/>
    <w:rsid w:val="006D5E31"/>
    <w:rsid w:val="006D5E59"/>
    <w:rsid w:val="006D7623"/>
    <w:rsid w:val="006E0DB5"/>
    <w:rsid w:val="006E1B06"/>
    <w:rsid w:val="006E1BBB"/>
    <w:rsid w:val="006E2084"/>
    <w:rsid w:val="006E29A8"/>
    <w:rsid w:val="006E2F7C"/>
    <w:rsid w:val="006E4781"/>
    <w:rsid w:val="006E486A"/>
    <w:rsid w:val="006E5575"/>
    <w:rsid w:val="006E66A4"/>
    <w:rsid w:val="006E675B"/>
    <w:rsid w:val="006E77CB"/>
    <w:rsid w:val="006E7DB6"/>
    <w:rsid w:val="006F0377"/>
    <w:rsid w:val="006F0969"/>
    <w:rsid w:val="006F0E28"/>
    <w:rsid w:val="006F19DD"/>
    <w:rsid w:val="006F1A5F"/>
    <w:rsid w:val="006F1AD9"/>
    <w:rsid w:val="006F2E11"/>
    <w:rsid w:val="006F35C0"/>
    <w:rsid w:val="006F5993"/>
    <w:rsid w:val="006F5C34"/>
    <w:rsid w:val="006F6240"/>
    <w:rsid w:val="006F661F"/>
    <w:rsid w:val="006F796D"/>
    <w:rsid w:val="007014BC"/>
    <w:rsid w:val="00701882"/>
    <w:rsid w:val="00702B4E"/>
    <w:rsid w:val="00703BBB"/>
    <w:rsid w:val="00703EB9"/>
    <w:rsid w:val="00704D40"/>
    <w:rsid w:val="00704DD9"/>
    <w:rsid w:val="0070528B"/>
    <w:rsid w:val="00705874"/>
    <w:rsid w:val="007059CB"/>
    <w:rsid w:val="007061E7"/>
    <w:rsid w:val="007065BF"/>
    <w:rsid w:val="007067ED"/>
    <w:rsid w:val="007068DD"/>
    <w:rsid w:val="0070755E"/>
    <w:rsid w:val="0071161B"/>
    <w:rsid w:val="0071172F"/>
    <w:rsid w:val="00714150"/>
    <w:rsid w:val="007147AB"/>
    <w:rsid w:val="00715933"/>
    <w:rsid w:val="00716DCF"/>
    <w:rsid w:val="00720930"/>
    <w:rsid w:val="00720939"/>
    <w:rsid w:val="00720FFD"/>
    <w:rsid w:val="0072149F"/>
    <w:rsid w:val="007214AC"/>
    <w:rsid w:val="00721EE1"/>
    <w:rsid w:val="007235DC"/>
    <w:rsid w:val="00723E3B"/>
    <w:rsid w:val="007248E6"/>
    <w:rsid w:val="00724EB8"/>
    <w:rsid w:val="0072614F"/>
    <w:rsid w:val="007269E4"/>
    <w:rsid w:val="00727963"/>
    <w:rsid w:val="00730CD4"/>
    <w:rsid w:val="00732818"/>
    <w:rsid w:val="0073321B"/>
    <w:rsid w:val="0073390B"/>
    <w:rsid w:val="007366AD"/>
    <w:rsid w:val="00736B07"/>
    <w:rsid w:val="00737A38"/>
    <w:rsid w:val="00740511"/>
    <w:rsid w:val="00740DA8"/>
    <w:rsid w:val="00744B86"/>
    <w:rsid w:val="007452FB"/>
    <w:rsid w:val="0074676B"/>
    <w:rsid w:val="007471D6"/>
    <w:rsid w:val="0074724A"/>
    <w:rsid w:val="007473D6"/>
    <w:rsid w:val="007475A5"/>
    <w:rsid w:val="00750845"/>
    <w:rsid w:val="00750AEF"/>
    <w:rsid w:val="00750F4B"/>
    <w:rsid w:val="007516D0"/>
    <w:rsid w:val="00752EE6"/>
    <w:rsid w:val="0075361D"/>
    <w:rsid w:val="00753666"/>
    <w:rsid w:val="007555D7"/>
    <w:rsid w:val="00762519"/>
    <w:rsid w:val="0076284C"/>
    <w:rsid w:val="00762BFA"/>
    <w:rsid w:val="00762EC8"/>
    <w:rsid w:val="0076309E"/>
    <w:rsid w:val="00763711"/>
    <w:rsid w:val="00763B95"/>
    <w:rsid w:val="00763BA8"/>
    <w:rsid w:val="00764074"/>
    <w:rsid w:val="00764EA1"/>
    <w:rsid w:val="00764F21"/>
    <w:rsid w:val="0076565A"/>
    <w:rsid w:val="00765C4C"/>
    <w:rsid w:val="00766890"/>
    <w:rsid w:val="00766D72"/>
    <w:rsid w:val="00767D83"/>
    <w:rsid w:val="00770E27"/>
    <w:rsid w:val="007720C9"/>
    <w:rsid w:val="0077241B"/>
    <w:rsid w:val="007726FA"/>
    <w:rsid w:val="007728B3"/>
    <w:rsid w:val="00773033"/>
    <w:rsid w:val="007733D3"/>
    <w:rsid w:val="00773A7D"/>
    <w:rsid w:val="0077457C"/>
    <w:rsid w:val="00775DA2"/>
    <w:rsid w:val="00780EDF"/>
    <w:rsid w:val="00781625"/>
    <w:rsid w:val="00783097"/>
    <w:rsid w:val="007858F0"/>
    <w:rsid w:val="00785F11"/>
    <w:rsid w:val="007865AB"/>
    <w:rsid w:val="007870AE"/>
    <w:rsid w:val="00787928"/>
    <w:rsid w:val="00787E43"/>
    <w:rsid w:val="00790010"/>
    <w:rsid w:val="00790B4E"/>
    <w:rsid w:val="00791147"/>
    <w:rsid w:val="00792C65"/>
    <w:rsid w:val="00792F74"/>
    <w:rsid w:val="00793151"/>
    <w:rsid w:val="007934BF"/>
    <w:rsid w:val="007945ED"/>
    <w:rsid w:val="00795943"/>
    <w:rsid w:val="007959A2"/>
    <w:rsid w:val="007962CD"/>
    <w:rsid w:val="00796468"/>
    <w:rsid w:val="007965E9"/>
    <w:rsid w:val="00796E5E"/>
    <w:rsid w:val="007973E8"/>
    <w:rsid w:val="00797556"/>
    <w:rsid w:val="00797574"/>
    <w:rsid w:val="007A039C"/>
    <w:rsid w:val="007A0541"/>
    <w:rsid w:val="007A079B"/>
    <w:rsid w:val="007A0827"/>
    <w:rsid w:val="007A2616"/>
    <w:rsid w:val="007A27B2"/>
    <w:rsid w:val="007A2D61"/>
    <w:rsid w:val="007A2D81"/>
    <w:rsid w:val="007A5347"/>
    <w:rsid w:val="007A567F"/>
    <w:rsid w:val="007A5797"/>
    <w:rsid w:val="007A62A9"/>
    <w:rsid w:val="007A6767"/>
    <w:rsid w:val="007A688A"/>
    <w:rsid w:val="007B12D7"/>
    <w:rsid w:val="007B13B4"/>
    <w:rsid w:val="007B1C85"/>
    <w:rsid w:val="007B1D1C"/>
    <w:rsid w:val="007B3B6B"/>
    <w:rsid w:val="007B3DB8"/>
    <w:rsid w:val="007B4C1E"/>
    <w:rsid w:val="007B5492"/>
    <w:rsid w:val="007B5D46"/>
    <w:rsid w:val="007B5E6B"/>
    <w:rsid w:val="007B769B"/>
    <w:rsid w:val="007B7B1F"/>
    <w:rsid w:val="007B7F8A"/>
    <w:rsid w:val="007C0381"/>
    <w:rsid w:val="007C0C59"/>
    <w:rsid w:val="007C1916"/>
    <w:rsid w:val="007C1FF5"/>
    <w:rsid w:val="007C20C0"/>
    <w:rsid w:val="007C2C48"/>
    <w:rsid w:val="007C2E41"/>
    <w:rsid w:val="007C2FA5"/>
    <w:rsid w:val="007C37CC"/>
    <w:rsid w:val="007C41B3"/>
    <w:rsid w:val="007C4679"/>
    <w:rsid w:val="007C5073"/>
    <w:rsid w:val="007C5346"/>
    <w:rsid w:val="007C57D4"/>
    <w:rsid w:val="007C64EF"/>
    <w:rsid w:val="007C7A0B"/>
    <w:rsid w:val="007C7CD6"/>
    <w:rsid w:val="007D000C"/>
    <w:rsid w:val="007D361E"/>
    <w:rsid w:val="007D5174"/>
    <w:rsid w:val="007D5216"/>
    <w:rsid w:val="007D628E"/>
    <w:rsid w:val="007D6338"/>
    <w:rsid w:val="007D7E27"/>
    <w:rsid w:val="007D7F20"/>
    <w:rsid w:val="007E0E75"/>
    <w:rsid w:val="007E20B2"/>
    <w:rsid w:val="007E2890"/>
    <w:rsid w:val="007E29E7"/>
    <w:rsid w:val="007E34D0"/>
    <w:rsid w:val="007E377C"/>
    <w:rsid w:val="007E39AE"/>
    <w:rsid w:val="007E45E5"/>
    <w:rsid w:val="007E4658"/>
    <w:rsid w:val="007E4E22"/>
    <w:rsid w:val="007E5F27"/>
    <w:rsid w:val="007E6574"/>
    <w:rsid w:val="007F1295"/>
    <w:rsid w:val="007F21CD"/>
    <w:rsid w:val="007F4355"/>
    <w:rsid w:val="007F4E11"/>
    <w:rsid w:val="007F52D6"/>
    <w:rsid w:val="007F6415"/>
    <w:rsid w:val="007F6B77"/>
    <w:rsid w:val="007F78CB"/>
    <w:rsid w:val="00800136"/>
    <w:rsid w:val="00801504"/>
    <w:rsid w:val="0080176C"/>
    <w:rsid w:val="00801B1B"/>
    <w:rsid w:val="00801EA0"/>
    <w:rsid w:val="00802408"/>
    <w:rsid w:val="00802CC9"/>
    <w:rsid w:val="008035DC"/>
    <w:rsid w:val="00803A9A"/>
    <w:rsid w:val="00804240"/>
    <w:rsid w:val="00806468"/>
    <w:rsid w:val="008069E9"/>
    <w:rsid w:val="008103FF"/>
    <w:rsid w:val="00810866"/>
    <w:rsid w:val="00811D79"/>
    <w:rsid w:val="00812671"/>
    <w:rsid w:val="008126D0"/>
    <w:rsid w:val="0081349C"/>
    <w:rsid w:val="00813EFB"/>
    <w:rsid w:val="00814A99"/>
    <w:rsid w:val="00815075"/>
    <w:rsid w:val="00815D44"/>
    <w:rsid w:val="0081763C"/>
    <w:rsid w:val="008219C4"/>
    <w:rsid w:val="00822C31"/>
    <w:rsid w:val="00823843"/>
    <w:rsid w:val="00824BDF"/>
    <w:rsid w:val="00824D1A"/>
    <w:rsid w:val="00825B53"/>
    <w:rsid w:val="00825BA2"/>
    <w:rsid w:val="008264BB"/>
    <w:rsid w:val="00826B02"/>
    <w:rsid w:val="00826DDC"/>
    <w:rsid w:val="008273B7"/>
    <w:rsid w:val="0083079C"/>
    <w:rsid w:val="008316BB"/>
    <w:rsid w:val="00832448"/>
    <w:rsid w:val="00832FD0"/>
    <w:rsid w:val="00833157"/>
    <w:rsid w:val="00834BC5"/>
    <w:rsid w:val="00835BC1"/>
    <w:rsid w:val="008374D0"/>
    <w:rsid w:val="00837700"/>
    <w:rsid w:val="008432BF"/>
    <w:rsid w:val="00843545"/>
    <w:rsid w:val="00844AD2"/>
    <w:rsid w:val="00844C6F"/>
    <w:rsid w:val="00845139"/>
    <w:rsid w:val="00846E67"/>
    <w:rsid w:val="00846E96"/>
    <w:rsid w:val="008471E4"/>
    <w:rsid w:val="00847779"/>
    <w:rsid w:val="008510DB"/>
    <w:rsid w:val="008510FE"/>
    <w:rsid w:val="00851169"/>
    <w:rsid w:val="00852E20"/>
    <w:rsid w:val="008545AF"/>
    <w:rsid w:val="008556BC"/>
    <w:rsid w:val="00855DC6"/>
    <w:rsid w:val="00856442"/>
    <w:rsid w:val="008565D4"/>
    <w:rsid w:val="00857854"/>
    <w:rsid w:val="00857C8A"/>
    <w:rsid w:val="00860DD0"/>
    <w:rsid w:val="00861DBB"/>
    <w:rsid w:val="00862759"/>
    <w:rsid w:val="008631D2"/>
    <w:rsid w:val="00863A30"/>
    <w:rsid w:val="00865790"/>
    <w:rsid w:val="008658DF"/>
    <w:rsid w:val="00866135"/>
    <w:rsid w:val="00866713"/>
    <w:rsid w:val="00872AC5"/>
    <w:rsid w:val="00874768"/>
    <w:rsid w:val="00874B9A"/>
    <w:rsid w:val="00876559"/>
    <w:rsid w:val="00877161"/>
    <w:rsid w:val="008812F5"/>
    <w:rsid w:val="00881EC5"/>
    <w:rsid w:val="008822BA"/>
    <w:rsid w:val="00884CA4"/>
    <w:rsid w:val="00885236"/>
    <w:rsid w:val="00885729"/>
    <w:rsid w:val="00885DDB"/>
    <w:rsid w:val="00887187"/>
    <w:rsid w:val="00887EE3"/>
    <w:rsid w:val="00890D9A"/>
    <w:rsid w:val="00891AD1"/>
    <w:rsid w:val="00892700"/>
    <w:rsid w:val="00892AB6"/>
    <w:rsid w:val="00893ABA"/>
    <w:rsid w:val="00893B19"/>
    <w:rsid w:val="008942C5"/>
    <w:rsid w:val="00895C90"/>
    <w:rsid w:val="00895D26"/>
    <w:rsid w:val="008973EA"/>
    <w:rsid w:val="008974FB"/>
    <w:rsid w:val="008979F5"/>
    <w:rsid w:val="008A0951"/>
    <w:rsid w:val="008A0F0F"/>
    <w:rsid w:val="008A1664"/>
    <w:rsid w:val="008A1E98"/>
    <w:rsid w:val="008A22A3"/>
    <w:rsid w:val="008A34B5"/>
    <w:rsid w:val="008A3C8E"/>
    <w:rsid w:val="008A3E17"/>
    <w:rsid w:val="008A5B77"/>
    <w:rsid w:val="008A6D80"/>
    <w:rsid w:val="008A7422"/>
    <w:rsid w:val="008B0FD1"/>
    <w:rsid w:val="008B1361"/>
    <w:rsid w:val="008B1770"/>
    <w:rsid w:val="008B1994"/>
    <w:rsid w:val="008B2E18"/>
    <w:rsid w:val="008B3006"/>
    <w:rsid w:val="008B340C"/>
    <w:rsid w:val="008B4857"/>
    <w:rsid w:val="008B49B1"/>
    <w:rsid w:val="008B4B4E"/>
    <w:rsid w:val="008B50AE"/>
    <w:rsid w:val="008B50E3"/>
    <w:rsid w:val="008B6C89"/>
    <w:rsid w:val="008B7618"/>
    <w:rsid w:val="008B765A"/>
    <w:rsid w:val="008B76A2"/>
    <w:rsid w:val="008C2004"/>
    <w:rsid w:val="008C2836"/>
    <w:rsid w:val="008C3D63"/>
    <w:rsid w:val="008C4BCB"/>
    <w:rsid w:val="008C5072"/>
    <w:rsid w:val="008C5BD5"/>
    <w:rsid w:val="008C7FC4"/>
    <w:rsid w:val="008D0D73"/>
    <w:rsid w:val="008D10EA"/>
    <w:rsid w:val="008D3348"/>
    <w:rsid w:val="008D3904"/>
    <w:rsid w:val="008D4546"/>
    <w:rsid w:val="008D5661"/>
    <w:rsid w:val="008D61A5"/>
    <w:rsid w:val="008D69B3"/>
    <w:rsid w:val="008E0F18"/>
    <w:rsid w:val="008E11D5"/>
    <w:rsid w:val="008E197C"/>
    <w:rsid w:val="008E1EC4"/>
    <w:rsid w:val="008E2A9E"/>
    <w:rsid w:val="008E3662"/>
    <w:rsid w:val="008E380D"/>
    <w:rsid w:val="008E5E36"/>
    <w:rsid w:val="008E75DD"/>
    <w:rsid w:val="008E7CAE"/>
    <w:rsid w:val="008F0F1F"/>
    <w:rsid w:val="008F10FB"/>
    <w:rsid w:val="008F20FC"/>
    <w:rsid w:val="008F3B41"/>
    <w:rsid w:val="008F5681"/>
    <w:rsid w:val="008F5B06"/>
    <w:rsid w:val="008F5F18"/>
    <w:rsid w:val="008F616B"/>
    <w:rsid w:val="008F61F0"/>
    <w:rsid w:val="008F6D5B"/>
    <w:rsid w:val="00901533"/>
    <w:rsid w:val="00901737"/>
    <w:rsid w:val="009022F1"/>
    <w:rsid w:val="009032C3"/>
    <w:rsid w:val="00903F63"/>
    <w:rsid w:val="00904A62"/>
    <w:rsid w:val="00904E01"/>
    <w:rsid w:val="00904FDF"/>
    <w:rsid w:val="00905830"/>
    <w:rsid w:val="00905BB2"/>
    <w:rsid w:val="00906EDB"/>
    <w:rsid w:val="009075B1"/>
    <w:rsid w:val="009119F9"/>
    <w:rsid w:val="009122DE"/>
    <w:rsid w:val="00912CCC"/>
    <w:rsid w:val="00913701"/>
    <w:rsid w:val="0091397C"/>
    <w:rsid w:val="0091507B"/>
    <w:rsid w:val="00915B9C"/>
    <w:rsid w:val="0092020A"/>
    <w:rsid w:val="009204A8"/>
    <w:rsid w:val="00921EC4"/>
    <w:rsid w:val="00922F8A"/>
    <w:rsid w:val="009233AB"/>
    <w:rsid w:val="009238C8"/>
    <w:rsid w:val="00924224"/>
    <w:rsid w:val="00924D6B"/>
    <w:rsid w:val="0092546F"/>
    <w:rsid w:val="00926621"/>
    <w:rsid w:val="00926DAB"/>
    <w:rsid w:val="00927A0C"/>
    <w:rsid w:val="00927E9F"/>
    <w:rsid w:val="00927ECF"/>
    <w:rsid w:val="00930F9B"/>
    <w:rsid w:val="00931125"/>
    <w:rsid w:val="0093203E"/>
    <w:rsid w:val="0093258E"/>
    <w:rsid w:val="00933430"/>
    <w:rsid w:val="00933B3B"/>
    <w:rsid w:val="00933C1E"/>
    <w:rsid w:val="00933E9F"/>
    <w:rsid w:val="00934108"/>
    <w:rsid w:val="00934AFB"/>
    <w:rsid w:val="00935321"/>
    <w:rsid w:val="009369ED"/>
    <w:rsid w:val="00936CFE"/>
    <w:rsid w:val="00937B9B"/>
    <w:rsid w:val="00940525"/>
    <w:rsid w:val="00940D36"/>
    <w:rsid w:val="00941645"/>
    <w:rsid w:val="00941FA1"/>
    <w:rsid w:val="00942484"/>
    <w:rsid w:val="009426E7"/>
    <w:rsid w:val="00944ADC"/>
    <w:rsid w:val="00944D99"/>
    <w:rsid w:val="00944E0F"/>
    <w:rsid w:val="00944F4B"/>
    <w:rsid w:val="00945665"/>
    <w:rsid w:val="00945D4E"/>
    <w:rsid w:val="00945E9E"/>
    <w:rsid w:val="00946253"/>
    <w:rsid w:val="00946DAE"/>
    <w:rsid w:val="00947F26"/>
    <w:rsid w:val="00950036"/>
    <w:rsid w:val="00951025"/>
    <w:rsid w:val="00951365"/>
    <w:rsid w:val="00952F31"/>
    <w:rsid w:val="0095393D"/>
    <w:rsid w:val="009543CF"/>
    <w:rsid w:val="009549AD"/>
    <w:rsid w:val="0095526A"/>
    <w:rsid w:val="0095749A"/>
    <w:rsid w:val="009607B4"/>
    <w:rsid w:val="00960BEE"/>
    <w:rsid w:val="00960C78"/>
    <w:rsid w:val="0096113C"/>
    <w:rsid w:val="00962D5C"/>
    <w:rsid w:val="0096399C"/>
    <w:rsid w:val="00963BB9"/>
    <w:rsid w:val="00963F9C"/>
    <w:rsid w:val="009644C8"/>
    <w:rsid w:val="009659EE"/>
    <w:rsid w:val="0096627F"/>
    <w:rsid w:val="009664A5"/>
    <w:rsid w:val="00966C29"/>
    <w:rsid w:val="00966D6E"/>
    <w:rsid w:val="00967553"/>
    <w:rsid w:val="00967F1D"/>
    <w:rsid w:val="00970244"/>
    <w:rsid w:val="00971487"/>
    <w:rsid w:val="00971BC1"/>
    <w:rsid w:val="0097254F"/>
    <w:rsid w:val="0097393B"/>
    <w:rsid w:val="00974930"/>
    <w:rsid w:val="009749E7"/>
    <w:rsid w:val="009806BD"/>
    <w:rsid w:val="00980DDB"/>
    <w:rsid w:val="009824B5"/>
    <w:rsid w:val="00983575"/>
    <w:rsid w:val="009836C6"/>
    <w:rsid w:val="0098512F"/>
    <w:rsid w:val="00986BBA"/>
    <w:rsid w:val="00986E1A"/>
    <w:rsid w:val="00986EAF"/>
    <w:rsid w:val="00987DA8"/>
    <w:rsid w:val="009906F1"/>
    <w:rsid w:val="009911D7"/>
    <w:rsid w:val="00991DDD"/>
    <w:rsid w:val="00992B8D"/>
    <w:rsid w:val="00993B22"/>
    <w:rsid w:val="00994557"/>
    <w:rsid w:val="009953F7"/>
    <w:rsid w:val="00996D3D"/>
    <w:rsid w:val="009A026E"/>
    <w:rsid w:val="009A28C3"/>
    <w:rsid w:val="009A34C3"/>
    <w:rsid w:val="009A4EA0"/>
    <w:rsid w:val="009A5045"/>
    <w:rsid w:val="009A58FA"/>
    <w:rsid w:val="009A595B"/>
    <w:rsid w:val="009A6CDA"/>
    <w:rsid w:val="009A752F"/>
    <w:rsid w:val="009A7757"/>
    <w:rsid w:val="009B019A"/>
    <w:rsid w:val="009B283F"/>
    <w:rsid w:val="009B318B"/>
    <w:rsid w:val="009B31C3"/>
    <w:rsid w:val="009B36CA"/>
    <w:rsid w:val="009B4ED9"/>
    <w:rsid w:val="009B6057"/>
    <w:rsid w:val="009B662F"/>
    <w:rsid w:val="009B7107"/>
    <w:rsid w:val="009B74BA"/>
    <w:rsid w:val="009B7737"/>
    <w:rsid w:val="009B7ED4"/>
    <w:rsid w:val="009C0CD7"/>
    <w:rsid w:val="009C153A"/>
    <w:rsid w:val="009C1726"/>
    <w:rsid w:val="009C316F"/>
    <w:rsid w:val="009C372A"/>
    <w:rsid w:val="009C4E7F"/>
    <w:rsid w:val="009C4FC6"/>
    <w:rsid w:val="009C613C"/>
    <w:rsid w:val="009C6585"/>
    <w:rsid w:val="009C73F2"/>
    <w:rsid w:val="009C7594"/>
    <w:rsid w:val="009C77ED"/>
    <w:rsid w:val="009C7A10"/>
    <w:rsid w:val="009D181A"/>
    <w:rsid w:val="009D195B"/>
    <w:rsid w:val="009D24FA"/>
    <w:rsid w:val="009D2F2F"/>
    <w:rsid w:val="009D3142"/>
    <w:rsid w:val="009D425E"/>
    <w:rsid w:val="009D44AA"/>
    <w:rsid w:val="009D64D2"/>
    <w:rsid w:val="009D7553"/>
    <w:rsid w:val="009D7D29"/>
    <w:rsid w:val="009E0042"/>
    <w:rsid w:val="009E18D0"/>
    <w:rsid w:val="009E1E20"/>
    <w:rsid w:val="009E25F2"/>
    <w:rsid w:val="009E49DC"/>
    <w:rsid w:val="009E4B74"/>
    <w:rsid w:val="009E5604"/>
    <w:rsid w:val="009E570F"/>
    <w:rsid w:val="009E5B28"/>
    <w:rsid w:val="009E5FAF"/>
    <w:rsid w:val="009E727D"/>
    <w:rsid w:val="009E7609"/>
    <w:rsid w:val="009F1637"/>
    <w:rsid w:val="009F1DF1"/>
    <w:rsid w:val="009F207D"/>
    <w:rsid w:val="009F2EB8"/>
    <w:rsid w:val="009F30FE"/>
    <w:rsid w:val="009F426A"/>
    <w:rsid w:val="009F50A8"/>
    <w:rsid w:val="009F560F"/>
    <w:rsid w:val="009F5732"/>
    <w:rsid w:val="009F5E74"/>
    <w:rsid w:val="00A00904"/>
    <w:rsid w:val="00A02D88"/>
    <w:rsid w:val="00A02EB0"/>
    <w:rsid w:val="00A03359"/>
    <w:rsid w:val="00A034E9"/>
    <w:rsid w:val="00A03555"/>
    <w:rsid w:val="00A035C7"/>
    <w:rsid w:val="00A03C95"/>
    <w:rsid w:val="00A0522C"/>
    <w:rsid w:val="00A06167"/>
    <w:rsid w:val="00A06AAD"/>
    <w:rsid w:val="00A072DE"/>
    <w:rsid w:val="00A079F6"/>
    <w:rsid w:val="00A1048A"/>
    <w:rsid w:val="00A11AAD"/>
    <w:rsid w:val="00A12644"/>
    <w:rsid w:val="00A127AE"/>
    <w:rsid w:val="00A1296F"/>
    <w:rsid w:val="00A132C8"/>
    <w:rsid w:val="00A13E71"/>
    <w:rsid w:val="00A14119"/>
    <w:rsid w:val="00A14AD5"/>
    <w:rsid w:val="00A14B0E"/>
    <w:rsid w:val="00A14C21"/>
    <w:rsid w:val="00A14D20"/>
    <w:rsid w:val="00A150E2"/>
    <w:rsid w:val="00A208BA"/>
    <w:rsid w:val="00A21E2F"/>
    <w:rsid w:val="00A22887"/>
    <w:rsid w:val="00A22D15"/>
    <w:rsid w:val="00A249B5"/>
    <w:rsid w:val="00A25A34"/>
    <w:rsid w:val="00A26418"/>
    <w:rsid w:val="00A277B8"/>
    <w:rsid w:val="00A277EF"/>
    <w:rsid w:val="00A27E28"/>
    <w:rsid w:val="00A3079E"/>
    <w:rsid w:val="00A30AFD"/>
    <w:rsid w:val="00A30F77"/>
    <w:rsid w:val="00A31F4C"/>
    <w:rsid w:val="00A327B2"/>
    <w:rsid w:val="00A32E3B"/>
    <w:rsid w:val="00A333A6"/>
    <w:rsid w:val="00A33DEB"/>
    <w:rsid w:val="00A40474"/>
    <w:rsid w:val="00A40487"/>
    <w:rsid w:val="00A40601"/>
    <w:rsid w:val="00A40811"/>
    <w:rsid w:val="00A40D92"/>
    <w:rsid w:val="00A4189B"/>
    <w:rsid w:val="00A4236A"/>
    <w:rsid w:val="00A4284A"/>
    <w:rsid w:val="00A42ECE"/>
    <w:rsid w:val="00A4413E"/>
    <w:rsid w:val="00A44CB5"/>
    <w:rsid w:val="00A44D25"/>
    <w:rsid w:val="00A45E1D"/>
    <w:rsid w:val="00A45F54"/>
    <w:rsid w:val="00A46479"/>
    <w:rsid w:val="00A468FB"/>
    <w:rsid w:val="00A4739F"/>
    <w:rsid w:val="00A5242B"/>
    <w:rsid w:val="00A53F5F"/>
    <w:rsid w:val="00A56A2D"/>
    <w:rsid w:val="00A570D5"/>
    <w:rsid w:val="00A57305"/>
    <w:rsid w:val="00A57E20"/>
    <w:rsid w:val="00A60A41"/>
    <w:rsid w:val="00A61293"/>
    <w:rsid w:val="00A62147"/>
    <w:rsid w:val="00A62CB2"/>
    <w:rsid w:val="00A645FF"/>
    <w:rsid w:val="00A6518B"/>
    <w:rsid w:val="00A651A5"/>
    <w:rsid w:val="00A67C9F"/>
    <w:rsid w:val="00A71676"/>
    <w:rsid w:val="00A72C4F"/>
    <w:rsid w:val="00A734A4"/>
    <w:rsid w:val="00A73789"/>
    <w:rsid w:val="00A73F17"/>
    <w:rsid w:val="00A74E88"/>
    <w:rsid w:val="00A7564A"/>
    <w:rsid w:val="00A75CA4"/>
    <w:rsid w:val="00A7610D"/>
    <w:rsid w:val="00A7642E"/>
    <w:rsid w:val="00A76740"/>
    <w:rsid w:val="00A77460"/>
    <w:rsid w:val="00A774B0"/>
    <w:rsid w:val="00A77C4E"/>
    <w:rsid w:val="00A800D6"/>
    <w:rsid w:val="00A80754"/>
    <w:rsid w:val="00A80DEF"/>
    <w:rsid w:val="00A811BB"/>
    <w:rsid w:val="00A823B1"/>
    <w:rsid w:val="00A829A9"/>
    <w:rsid w:val="00A82AD3"/>
    <w:rsid w:val="00A840D7"/>
    <w:rsid w:val="00A8479B"/>
    <w:rsid w:val="00A85EBE"/>
    <w:rsid w:val="00A86320"/>
    <w:rsid w:val="00A8652A"/>
    <w:rsid w:val="00A8694E"/>
    <w:rsid w:val="00A86D2D"/>
    <w:rsid w:val="00A86D45"/>
    <w:rsid w:val="00A86FFB"/>
    <w:rsid w:val="00A878F3"/>
    <w:rsid w:val="00A87D34"/>
    <w:rsid w:val="00A90EB6"/>
    <w:rsid w:val="00A9151A"/>
    <w:rsid w:val="00A9226E"/>
    <w:rsid w:val="00A928C6"/>
    <w:rsid w:val="00A9296C"/>
    <w:rsid w:val="00A92B7C"/>
    <w:rsid w:val="00A943B7"/>
    <w:rsid w:val="00A9474F"/>
    <w:rsid w:val="00A95678"/>
    <w:rsid w:val="00A956B5"/>
    <w:rsid w:val="00A95A7B"/>
    <w:rsid w:val="00A974DA"/>
    <w:rsid w:val="00AA0BA0"/>
    <w:rsid w:val="00AA0F70"/>
    <w:rsid w:val="00AA0FEC"/>
    <w:rsid w:val="00AA1015"/>
    <w:rsid w:val="00AA169B"/>
    <w:rsid w:val="00AA1C15"/>
    <w:rsid w:val="00AA23F5"/>
    <w:rsid w:val="00AA263A"/>
    <w:rsid w:val="00AA3426"/>
    <w:rsid w:val="00AA3F13"/>
    <w:rsid w:val="00AA5258"/>
    <w:rsid w:val="00AA57A7"/>
    <w:rsid w:val="00AA61ED"/>
    <w:rsid w:val="00AB0628"/>
    <w:rsid w:val="00AB401A"/>
    <w:rsid w:val="00AB4BEA"/>
    <w:rsid w:val="00AB524E"/>
    <w:rsid w:val="00AB57BC"/>
    <w:rsid w:val="00AB5C14"/>
    <w:rsid w:val="00AB5E39"/>
    <w:rsid w:val="00AB6792"/>
    <w:rsid w:val="00AB6C39"/>
    <w:rsid w:val="00AB712E"/>
    <w:rsid w:val="00AB7164"/>
    <w:rsid w:val="00AB7A5E"/>
    <w:rsid w:val="00AB7E78"/>
    <w:rsid w:val="00AC0064"/>
    <w:rsid w:val="00AC1CB4"/>
    <w:rsid w:val="00AC1D9C"/>
    <w:rsid w:val="00AC233E"/>
    <w:rsid w:val="00AC2407"/>
    <w:rsid w:val="00AC2C5F"/>
    <w:rsid w:val="00AC46FD"/>
    <w:rsid w:val="00AC50A5"/>
    <w:rsid w:val="00AC50F6"/>
    <w:rsid w:val="00AC6037"/>
    <w:rsid w:val="00AC7666"/>
    <w:rsid w:val="00AC7EE7"/>
    <w:rsid w:val="00AD06E8"/>
    <w:rsid w:val="00AD083E"/>
    <w:rsid w:val="00AD10D3"/>
    <w:rsid w:val="00AD177D"/>
    <w:rsid w:val="00AD1B73"/>
    <w:rsid w:val="00AD2673"/>
    <w:rsid w:val="00AD3DE1"/>
    <w:rsid w:val="00AD5788"/>
    <w:rsid w:val="00AD6318"/>
    <w:rsid w:val="00AD6418"/>
    <w:rsid w:val="00AE0057"/>
    <w:rsid w:val="00AE0CF9"/>
    <w:rsid w:val="00AE0E45"/>
    <w:rsid w:val="00AE2578"/>
    <w:rsid w:val="00AE3DB4"/>
    <w:rsid w:val="00AE4196"/>
    <w:rsid w:val="00AE4731"/>
    <w:rsid w:val="00AE4AA8"/>
    <w:rsid w:val="00AE5551"/>
    <w:rsid w:val="00AE6BB0"/>
    <w:rsid w:val="00AE7206"/>
    <w:rsid w:val="00AF0197"/>
    <w:rsid w:val="00AF047D"/>
    <w:rsid w:val="00AF117A"/>
    <w:rsid w:val="00AF1662"/>
    <w:rsid w:val="00AF2033"/>
    <w:rsid w:val="00AF44A2"/>
    <w:rsid w:val="00AF4AEA"/>
    <w:rsid w:val="00AF5492"/>
    <w:rsid w:val="00AF661B"/>
    <w:rsid w:val="00AF742E"/>
    <w:rsid w:val="00AF7816"/>
    <w:rsid w:val="00B00DFF"/>
    <w:rsid w:val="00B00E29"/>
    <w:rsid w:val="00B01243"/>
    <w:rsid w:val="00B0134F"/>
    <w:rsid w:val="00B01CF9"/>
    <w:rsid w:val="00B01D01"/>
    <w:rsid w:val="00B021A1"/>
    <w:rsid w:val="00B035C2"/>
    <w:rsid w:val="00B03686"/>
    <w:rsid w:val="00B04514"/>
    <w:rsid w:val="00B04BC6"/>
    <w:rsid w:val="00B05209"/>
    <w:rsid w:val="00B0539A"/>
    <w:rsid w:val="00B0588A"/>
    <w:rsid w:val="00B059F4"/>
    <w:rsid w:val="00B0718C"/>
    <w:rsid w:val="00B104AA"/>
    <w:rsid w:val="00B10871"/>
    <w:rsid w:val="00B11B7A"/>
    <w:rsid w:val="00B11F92"/>
    <w:rsid w:val="00B12B55"/>
    <w:rsid w:val="00B131CB"/>
    <w:rsid w:val="00B131FD"/>
    <w:rsid w:val="00B13343"/>
    <w:rsid w:val="00B136AB"/>
    <w:rsid w:val="00B14E21"/>
    <w:rsid w:val="00B14E92"/>
    <w:rsid w:val="00B16859"/>
    <w:rsid w:val="00B16EB2"/>
    <w:rsid w:val="00B176AB"/>
    <w:rsid w:val="00B200DB"/>
    <w:rsid w:val="00B202B1"/>
    <w:rsid w:val="00B21F67"/>
    <w:rsid w:val="00B22991"/>
    <w:rsid w:val="00B23193"/>
    <w:rsid w:val="00B23931"/>
    <w:rsid w:val="00B24F73"/>
    <w:rsid w:val="00B25FFA"/>
    <w:rsid w:val="00B27F68"/>
    <w:rsid w:val="00B30A0F"/>
    <w:rsid w:val="00B3128A"/>
    <w:rsid w:val="00B336AA"/>
    <w:rsid w:val="00B33EE3"/>
    <w:rsid w:val="00B342F7"/>
    <w:rsid w:val="00B34C5F"/>
    <w:rsid w:val="00B357EA"/>
    <w:rsid w:val="00B35C75"/>
    <w:rsid w:val="00B35D2A"/>
    <w:rsid w:val="00B3725E"/>
    <w:rsid w:val="00B37801"/>
    <w:rsid w:val="00B37C3E"/>
    <w:rsid w:val="00B41F88"/>
    <w:rsid w:val="00B42429"/>
    <w:rsid w:val="00B42FF5"/>
    <w:rsid w:val="00B4594D"/>
    <w:rsid w:val="00B45EB6"/>
    <w:rsid w:val="00B45F61"/>
    <w:rsid w:val="00B4662E"/>
    <w:rsid w:val="00B50622"/>
    <w:rsid w:val="00B50FAC"/>
    <w:rsid w:val="00B51471"/>
    <w:rsid w:val="00B514AA"/>
    <w:rsid w:val="00B51A4E"/>
    <w:rsid w:val="00B56081"/>
    <w:rsid w:val="00B563E8"/>
    <w:rsid w:val="00B57A40"/>
    <w:rsid w:val="00B606EF"/>
    <w:rsid w:val="00B61037"/>
    <w:rsid w:val="00B6184E"/>
    <w:rsid w:val="00B61A6D"/>
    <w:rsid w:val="00B63A7A"/>
    <w:rsid w:val="00B63BDC"/>
    <w:rsid w:val="00B65B07"/>
    <w:rsid w:val="00B66083"/>
    <w:rsid w:val="00B70026"/>
    <w:rsid w:val="00B70E31"/>
    <w:rsid w:val="00B71111"/>
    <w:rsid w:val="00B71F15"/>
    <w:rsid w:val="00B71FFF"/>
    <w:rsid w:val="00B72C48"/>
    <w:rsid w:val="00B738F3"/>
    <w:rsid w:val="00B73B8C"/>
    <w:rsid w:val="00B76294"/>
    <w:rsid w:val="00B7714B"/>
    <w:rsid w:val="00B7760F"/>
    <w:rsid w:val="00B77635"/>
    <w:rsid w:val="00B77BF0"/>
    <w:rsid w:val="00B804F4"/>
    <w:rsid w:val="00B80639"/>
    <w:rsid w:val="00B807BE"/>
    <w:rsid w:val="00B81308"/>
    <w:rsid w:val="00B81640"/>
    <w:rsid w:val="00B82216"/>
    <w:rsid w:val="00B83844"/>
    <w:rsid w:val="00B84306"/>
    <w:rsid w:val="00B843A5"/>
    <w:rsid w:val="00B852F6"/>
    <w:rsid w:val="00B85440"/>
    <w:rsid w:val="00B90B0A"/>
    <w:rsid w:val="00B91671"/>
    <w:rsid w:val="00B92629"/>
    <w:rsid w:val="00B92B17"/>
    <w:rsid w:val="00B94C36"/>
    <w:rsid w:val="00B94EBF"/>
    <w:rsid w:val="00B95347"/>
    <w:rsid w:val="00B955BF"/>
    <w:rsid w:val="00B95737"/>
    <w:rsid w:val="00B95A8D"/>
    <w:rsid w:val="00B95C6E"/>
    <w:rsid w:val="00B96B8C"/>
    <w:rsid w:val="00B96D6B"/>
    <w:rsid w:val="00B978AC"/>
    <w:rsid w:val="00B97C09"/>
    <w:rsid w:val="00BA06B9"/>
    <w:rsid w:val="00BA1883"/>
    <w:rsid w:val="00BA377F"/>
    <w:rsid w:val="00BA381C"/>
    <w:rsid w:val="00BA6500"/>
    <w:rsid w:val="00BA6BA8"/>
    <w:rsid w:val="00BA6DC9"/>
    <w:rsid w:val="00BA6F6E"/>
    <w:rsid w:val="00BA715E"/>
    <w:rsid w:val="00BA7D49"/>
    <w:rsid w:val="00BB04AE"/>
    <w:rsid w:val="00BB168A"/>
    <w:rsid w:val="00BB2B42"/>
    <w:rsid w:val="00BB41F1"/>
    <w:rsid w:val="00BB4284"/>
    <w:rsid w:val="00BB4B70"/>
    <w:rsid w:val="00BB53A7"/>
    <w:rsid w:val="00BB565E"/>
    <w:rsid w:val="00BB6658"/>
    <w:rsid w:val="00BB66FD"/>
    <w:rsid w:val="00BB6A99"/>
    <w:rsid w:val="00BB6FDA"/>
    <w:rsid w:val="00BC05BC"/>
    <w:rsid w:val="00BC0B21"/>
    <w:rsid w:val="00BC129D"/>
    <w:rsid w:val="00BC1CA1"/>
    <w:rsid w:val="00BC23E7"/>
    <w:rsid w:val="00BC33A0"/>
    <w:rsid w:val="00BC3DC6"/>
    <w:rsid w:val="00BC4090"/>
    <w:rsid w:val="00BC4E54"/>
    <w:rsid w:val="00BC4E80"/>
    <w:rsid w:val="00BC5930"/>
    <w:rsid w:val="00BC6833"/>
    <w:rsid w:val="00BC706A"/>
    <w:rsid w:val="00BC74B9"/>
    <w:rsid w:val="00BC74E8"/>
    <w:rsid w:val="00BD0822"/>
    <w:rsid w:val="00BD0D5F"/>
    <w:rsid w:val="00BD1BCE"/>
    <w:rsid w:val="00BD28E8"/>
    <w:rsid w:val="00BD40EA"/>
    <w:rsid w:val="00BD50C1"/>
    <w:rsid w:val="00BD5F73"/>
    <w:rsid w:val="00BD62D3"/>
    <w:rsid w:val="00BD797B"/>
    <w:rsid w:val="00BD79E4"/>
    <w:rsid w:val="00BE0699"/>
    <w:rsid w:val="00BE0D92"/>
    <w:rsid w:val="00BE0EFA"/>
    <w:rsid w:val="00BE11C0"/>
    <w:rsid w:val="00BE121F"/>
    <w:rsid w:val="00BE1955"/>
    <w:rsid w:val="00BE1C3B"/>
    <w:rsid w:val="00BE1CCF"/>
    <w:rsid w:val="00BE3001"/>
    <w:rsid w:val="00BE3798"/>
    <w:rsid w:val="00BE4136"/>
    <w:rsid w:val="00BE4E06"/>
    <w:rsid w:val="00BE5093"/>
    <w:rsid w:val="00BE56CC"/>
    <w:rsid w:val="00BE5CE6"/>
    <w:rsid w:val="00BE5EB2"/>
    <w:rsid w:val="00BE772F"/>
    <w:rsid w:val="00BF13BD"/>
    <w:rsid w:val="00BF282F"/>
    <w:rsid w:val="00BF2E10"/>
    <w:rsid w:val="00BF5498"/>
    <w:rsid w:val="00BF5F12"/>
    <w:rsid w:val="00BF6C51"/>
    <w:rsid w:val="00BF6CA7"/>
    <w:rsid w:val="00BF6D06"/>
    <w:rsid w:val="00BF722B"/>
    <w:rsid w:val="00BF7A56"/>
    <w:rsid w:val="00C01E0E"/>
    <w:rsid w:val="00C02014"/>
    <w:rsid w:val="00C02E55"/>
    <w:rsid w:val="00C035C0"/>
    <w:rsid w:val="00C042BF"/>
    <w:rsid w:val="00C043BC"/>
    <w:rsid w:val="00C04423"/>
    <w:rsid w:val="00C044E5"/>
    <w:rsid w:val="00C058EB"/>
    <w:rsid w:val="00C05C47"/>
    <w:rsid w:val="00C07099"/>
    <w:rsid w:val="00C073FF"/>
    <w:rsid w:val="00C10EEB"/>
    <w:rsid w:val="00C12B1C"/>
    <w:rsid w:val="00C14F87"/>
    <w:rsid w:val="00C1598E"/>
    <w:rsid w:val="00C16399"/>
    <w:rsid w:val="00C165A0"/>
    <w:rsid w:val="00C165AB"/>
    <w:rsid w:val="00C16EFD"/>
    <w:rsid w:val="00C179DE"/>
    <w:rsid w:val="00C17BEA"/>
    <w:rsid w:val="00C2121F"/>
    <w:rsid w:val="00C21985"/>
    <w:rsid w:val="00C26609"/>
    <w:rsid w:val="00C26A78"/>
    <w:rsid w:val="00C304C1"/>
    <w:rsid w:val="00C30804"/>
    <w:rsid w:val="00C30BAB"/>
    <w:rsid w:val="00C30F51"/>
    <w:rsid w:val="00C31250"/>
    <w:rsid w:val="00C323D8"/>
    <w:rsid w:val="00C34A8C"/>
    <w:rsid w:val="00C34B59"/>
    <w:rsid w:val="00C34F59"/>
    <w:rsid w:val="00C35289"/>
    <w:rsid w:val="00C3536C"/>
    <w:rsid w:val="00C355AC"/>
    <w:rsid w:val="00C35842"/>
    <w:rsid w:val="00C36F16"/>
    <w:rsid w:val="00C37091"/>
    <w:rsid w:val="00C370F5"/>
    <w:rsid w:val="00C3795D"/>
    <w:rsid w:val="00C4130E"/>
    <w:rsid w:val="00C43310"/>
    <w:rsid w:val="00C44067"/>
    <w:rsid w:val="00C440AF"/>
    <w:rsid w:val="00C44544"/>
    <w:rsid w:val="00C448B0"/>
    <w:rsid w:val="00C44F93"/>
    <w:rsid w:val="00C47285"/>
    <w:rsid w:val="00C47479"/>
    <w:rsid w:val="00C5012E"/>
    <w:rsid w:val="00C5023A"/>
    <w:rsid w:val="00C50A42"/>
    <w:rsid w:val="00C51BAA"/>
    <w:rsid w:val="00C522D9"/>
    <w:rsid w:val="00C5269B"/>
    <w:rsid w:val="00C52918"/>
    <w:rsid w:val="00C539E8"/>
    <w:rsid w:val="00C53E27"/>
    <w:rsid w:val="00C5436D"/>
    <w:rsid w:val="00C5446F"/>
    <w:rsid w:val="00C548A7"/>
    <w:rsid w:val="00C549AE"/>
    <w:rsid w:val="00C5509B"/>
    <w:rsid w:val="00C5526B"/>
    <w:rsid w:val="00C56211"/>
    <w:rsid w:val="00C571E5"/>
    <w:rsid w:val="00C57A97"/>
    <w:rsid w:val="00C60301"/>
    <w:rsid w:val="00C60652"/>
    <w:rsid w:val="00C60E10"/>
    <w:rsid w:val="00C60FFB"/>
    <w:rsid w:val="00C61C8A"/>
    <w:rsid w:val="00C62203"/>
    <w:rsid w:val="00C627FB"/>
    <w:rsid w:val="00C63C61"/>
    <w:rsid w:val="00C6473E"/>
    <w:rsid w:val="00C64A29"/>
    <w:rsid w:val="00C65F2C"/>
    <w:rsid w:val="00C664BA"/>
    <w:rsid w:val="00C66CED"/>
    <w:rsid w:val="00C67C46"/>
    <w:rsid w:val="00C707BB"/>
    <w:rsid w:val="00C71380"/>
    <w:rsid w:val="00C732B2"/>
    <w:rsid w:val="00C734D2"/>
    <w:rsid w:val="00C735A4"/>
    <w:rsid w:val="00C73D0E"/>
    <w:rsid w:val="00C75C88"/>
    <w:rsid w:val="00C76288"/>
    <w:rsid w:val="00C7660C"/>
    <w:rsid w:val="00C80594"/>
    <w:rsid w:val="00C807D5"/>
    <w:rsid w:val="00C80AFC"/>
    <w:rsid w:val="00C82BEF"/>
    <w:rsid w:val="00C849D3"/>
    <w:rsid w:val="00C90540"/>
    <w:rsid w:val="00C90612"/>
    <w:rsid w:val="00C90B25"/>
    <w:rsid w:val="00C90BC8"/>
    <w:rsid w:val="00C936CE"/>
    <w:rsid w:val="00C9510A"/>
    <w:rsid w:val="00C953C8"/>
    <w:rsid w:val="00C95B3A"/>
    <w:rsid w:val="00C9626B"/>
    <w:rsid w:val="00C97345"/>
    <w:rsid w:val="00CA0D5E"/>
    <w:rsid w:val="00CA2152"/>
    <w:rsid w:val="00CA2390"/>
    <w:rsid w:val="00CA2783"/>
    <w:rsid w:val="00CA2F40"/>
    <w:rsid w:val="00CA3ADC"/>
    <w:rsid w:val="00CA3E89"/>
    <w:rsid w:val="00CA494F"/>
    <w:rsid w:val="00CA50C3"/>
    <w:rsid w:val="00CA643D"/>
    <w:rsid w:val="00CA6899"/>
    <w:rsid w:val="00CA6CBA"/>
    <w:rsid w:val="00CA75BA"/>
    <w:rsid w:val="00CB0979"/>
    <w:rsid w:val="00CB1F3E"/>
    <w:rsid w:val="00CB49E3"/>
    <w:rsid w:val="00CB4E90"/>
    <w:rsid w:val="00CB74D0"/>
    <w:rsid w:val="00CB79B9"/>
    <w:rsid w:val="00CC013B"/>
    <w:rsid w:val="00CC062E"/>
    <w:rsid w:val="00CC0CD4"/>
    <w:rsid w:val="00CC11E0"/>
    <w:rsid w:val="00CC2446"/>
    <w:rsid w:val="00CC3AD8"/>
    <w:rsid w:val="00CC4015"/>
    <w:rsid w:val="00CC5B8A"/>
    <w:rsid w:val="00CC5CF0"/>
    <w:rsid w:val="00CC6B00"/>
    <w:rsid w:val="00CC6C36"/>
    <w:rsid w:val="00CD1CB0"/>
    <w:rsid w:val="00CD1D5D"/>
    <w:rsid w:val="00CD236F"/>
    <w:rsid w:val="00CD3553"/>
    <w:rsid w:val="00CD3864"/>
    <w:rsid w:val="00CD3DB3"/>
    <w:rsid w:val="00CD447E"/>
    <w:rsid w:val="00CD4B25"/>
    <w:rsid w:val="00CD5289"/>
    <w:rsid w:val="00CD555A"/>
    <w:rsid w:val="00CD6226"/>
    <w:rsid w:val="00CD6C84"/>
    <w:rsid w:val="00CD6D71"/>
    <w:rsid w:val="00CD70FB"/>
    <w:rsid w:val="00CD72F6"/>
    <w:rsid w:val="00CD7915"/>
    <w:rsid w:val="00CE0350"/>
    <w:rsid w:val="00CE2A0F"/>
    <w:rsid w:val="00CE2F11"/>
    <w:rsid w:val="00CE2F25"/>
    <w:rsid w:val="00CE31D8"/>
    <w:rsid w:val="00CE384E"/>
    <w:rsid w:val="00CE487B"/>
    <w:rsid w:val="00CE4920"/>
    <w:rsid w:val="00CE693B"/>
    <w:rsid w:val="00CE77FD"/>
    <w:rsid w:val="00CE7FAD"/>
    <w:rsid w:val="00CF0E5C"/>
    <w:rsid w:val="00CF191F"/>
    <w:rsid w:val="00CF235D"/>
    <w:rsid w:val="00CF259C"/>
    <w:rsid w:val="00CF2865"/>
    <w:rsid w:val="00CF2917"/>
    <w:rsid w:val="00CF2F8E"/>
    <w:rsid w:val="00CF41AB"/>
    <w:rsid w:val="00CF490F"/>
    <w:rsid w:val="00CF4942"/>
    <w:rsid w:val="00CF4DEA"/>
    <w:rsid w:val="00CF5826"/>
    <w:rsid w:val="00CF62F1"/>
    <w:rsid w:val="00CF68A0"/>
    <w:rsid w:val="00CF7317"/>
    <w:rsid w:val="00D00377"/>
    <w:rsid w:val="00D00739"/>
    <w:rsid w:val="00D019E7"/>
    <w:rsid w:val="00D02ECA"/>
    <w:rsid w:val="00D0389F"/>
    <w:rsid w:val="00D03EF7"/>
    <w:rsid w:val="00D042C0"/>
    <w:rsid w:val="00D04748"/>
    <w:rsid w:val="00D04FA2"/>
    <w:rsid w:val="00D05CA2"/>
    <w:rsid w:val="00D05F0E"/>
    <w:rsid w:val="00D06BE2"/>
    <w:rsid w:val="00D06EFD"/>
    <w:rsid w:val="00D06F9C"/>
    <w:rsid w:val="00D07467"/>
    <w:rsid w:val="00D07D61"/>
    <w:rsid w:val="00D07FE0"/>
    <w:rsid w:val="00D111F9"/>
    <w:rsid w:val="00D1148D"/>
    <w:rsid w:val="00D1158D"/>
    <w:rsid w:val="00D1242E"/>
    <w:rsid w:val="00D12A1F"/>
    <w:rsid w:val="00D12DBF"/>
    <w:rsid w:val="00D13583"/>
    <w:rsid w:val="00D13C12"/>
    <w:rsid w:val="00D1530D"/>
    <w:rsid w:val="00D15D3A"/>
    <w:rsid w:val="00D16F0C"/>
    <w:rsid w:val="00D17701"/>
    <w:rsid w:val="00D2162D"/>
    <w:rsid w:val="00D21DA0"/>
    <w:rsid w:val="00D22EDD"/>
    <w:rsid w:val="00D23722"/>
    <w:rsid w:val="00D238C4"/>
    <w:rsid w:val="00D23A25"/>
    <w:rsid w:val="00D2409E"/>
    <w:rsid w:val="00D25B94"/>
    <w:rsid w:val="00D2707C"/>
    <w:rsid w:val="00D27259"/>
    <w:rsid w:val="00D27ED1"/>
    <w:rsid w:val="00D302F1"/>
    <w:rsid w:val="00D32D14"/>
    <w:rsid w:val="00D32D77"/>
    <w:rsid w:val="00D33C4C"/>
    <w:rsid w:val="00D34240"/>
    <w:rsid w:val="00D344F5"/>
    <w:rsid w:val="00D3520E"/>
    <w:rsid w:val="00D35755"/>
    <w:rsid w:val="00D36EC3"/>
    <w:rsid w:val="00D36FB9"/>
    <w:rsid w:val="00D37161"/>
    <w:rsid w:val="00D37E0A"/>
    <w:rsid w:val="00D408EA"/>
    <w:rsid w:val="00D41A73"/>
    <w:rsid w:val="00D42607"/>
    <w:rsid w:val="00D42933"/>
    <w:rsid w:val="00D42D6B"/>
    <w:rsid w:val="00D43B06"/>
    <w:rsid w:val="00D43D1C"/>
    <w:rsid w:val="00D447C1"/>
    <w:rsid w:val="00D44F1B"/>
    <w:rsid w:val="00D457E8"/>
    <w:rsid w:val="00D50677"/>
    <w:rsid w:val="00D52142"/>
    <w:rsid w:val="00D53423"/>
    <w:rsid w:val="00D53891"/>
    <w:rsid w:val="00D53F3A"/>
    <w:rsid w:val="00D551BE"/>
    <w:rsid w:val="00D575EC"/>
    <w:rsid w:val="00D60241"/>
    <w:rsid w:val="00D60592"/>
    <w:rsid w:val="00D606B8"/>
    <w:rsid w:val="00D6082E"/>
    <w:rsid w:val="00D61718"/>
    <w:rsid w:val="00D6186A"/>
    <w:rsid w:val="00D61ADE"/>
    <w:rsid w:val="00D62E87"/>
    <w:rsid w:val="00D637D1"/>
    <w:rsid w:val="00D6616E"/>
    <w:rsid w:val="00D66806"/>
    <w:rsid w:val="00D67172"/>
    <w:rsid w:val="00D67B2E"/>
    <w:rsid w:val="00D7060E"/>
    <w:rsid w:val="00D70E0D"/>
    <w:rsid w:val="00D70E1F"/>
    <w:rsid w:val="00D71451"/>
    <w:rsid w:val="00D7214E"/>
    <w:rsid w:val="00D732CF"/>
    <w:rsid w:val="00D73B35"/>
    <w:rsid w:val="00D74FF9"/>
    <w:rsid w:val="00D768E0"/>
    <w:rsid w:val="00D76E11"/>
    <w:rsid w:val="00D774BC"/>
    <w:rsid w:val="00D800F7"/>
    <w:rsid w:val="00D80F04"/>
    <w:rsid w:val="00D81174"/>
    <w:rsid w:val="00D82655"/>
    <w:rsid w:val="00D828B9"/>
    <w:rsid w:val="00D83DD9"/>
    <w:rsid w:val="00D848D5"/>
    <w:rsid w:val="00D86B2D"/>
    <w:rsid w:val="00D907E8"/>
    <w:rsid w:val="00D90F7D"/>
    <w:rsid w:val="00D917C9"/>
    <w:rsid w:val="00D936DB"/>
    <w:rsid w:val="00D9494A"/>
    <w:rsid w:val="00D969BC"/>
    <w:rsid w:val="00DA0C8A"/>
    <w:rsid w:val="00DA0E7F"/>
    <w:rsid w:val="00DA3173"/>
    <w:rsid w:val="00DA365C"/>
    <w:rsid w:val="00DA5018"/>
    <w:rsid w:val="00DA5204"/>
    <w:rsid w:val="00DA620A"/>
    <w:rsid w:val="00DA684E"/>
    <w:rsid w:val="00DA6FAE"/>
    <w:rsid w:val="00DA7636"/>
    <w:rsid w:val="00DA78D5"/>
    <w:rsid w:val="00DB1993"/>
    <w:rsid w:val="00DB2B8C"/>
    <w:rsid w:val="00DB301D"/>
    <w:rsid w:val="00DB31D1"/>
    <w:rsid w:val="00DB35BB"/>
    <w:rsid w:val="00DB3695"/>
    <w:rsid w:val="00DB3E85"/>
    <w:rsid w:val="00DB48C9"/>
    <w:rsid w:val="00DB5278"/>
    <w:rsid w:val="00DB574E"/>
    <w:rsid w:val="00DB6596"/>
    <w:rsid w:val="00DB67B9"/>
    <w:rsid w:val="00DC04C8"/>
    <w:rsid w:val="00DC0689"/>
    <w:rsid w:val="00DC248D"/>
    <w:rsid w:val="00DC4071"/>
    <w:rsid w:val="00DC4436"/>
    <w:rsid w:val="00DC4D49"/>
    <w:rsid w:val="00DC6B41"/>
    <w:rsid w:val="00DC6EF6"/>
    <w:rsid w:val="00DD0153"/>
    <w:rsid w:val="00DD1300"/>
    <w:rsid w:val="00DD1979"/>
    <w:rsid w:val="00DD249A"/>
    <w:rsid w:val="00DD2DA3"/>
    <w:rsid w:val="00DD4437"/>
    <w:rsid w:val="00DD449D"/>
    <w:rsid w:val="00DD56A7"/>
    <w:rsid w:val="00DD582F"/>
    <w:rsid w:val="00DD656E"/>
    <w:rsid w:val="00DD6D34"/>
    <w:rsid w:val="00DD6F47"/>
    <w:rsid w:val="00DD706B"/>
    <w:rsid w:val="00DD7763"/>
    <w:rsid w:val="00DE0CD0"/>
    <w:rsid w:val="00DE1453"/>
    <w:rsid w:val="00DE24E8"/>
    <w:rsid w:val="00DE270E"/>
    <w:rsid w:val="00DE2FF2"/>
    <w:rsid w:val="00DE32C1"/>
    <w:rsid w:val="00DE4046"/>
    <w:rsid w:val="00DE4A4C"/>
    <w:rsid w:val="00DE4B62"/>
    <w:rsid w:val="00DE65E7"/>
    <w:rsid w:val="00DE6E84"/>
    <w:rsid w:val="00DE763B"/>
    <w:rsid w:val="00DF0AE7"/>
    <w:rsid w:val="00DF1864"/>
    <w:rsid w:val="00DF1F4A"/>
    <w:rsid w:val="00DF20B7"/>
    <w:rsid w:val="00DF27ED"/>
    <w:rsid w:val="00DF2E5B"/>
    <w:rsid w:val="00DF3481"/>
    <w:rsid w:val="00DF3638"/>
    <w:rsid w:val="00DF443A"/>
    <w:rsid w:val="00DF5EC5"/>
    <w:rsid w:val="00DF74F6"/>
    <w:rsid w:val="00DF7A6B"/>
    <w:rsid w:val="00E00723"/>
    <w:rsid w:val="00E007AB"/>
    <w:rsid w:val="00E01788"/>
    <w:rsid w:val="00E0269E"/>
    <w:rsid w:val="00E0371A"/>
    <w:rsid w:val="00E039F0"/>
    <w:rsid w:val="00E053B3"/>
    <w:rsid w:val="00E055BA"/>
    <w:rsid w:val="00E0668D"/>
    <w:rsid w:val="00E07139"/>
    <w:rsid w:val="00E071DB"/>
    <w:rsid w:val="00E07EA1"/>
    <w:rsid w:val="00E1396D"/>
    <w:rsid w:val="00E1451E"/>
    <w:rsid w:val="00E1474B"/>
    <w:rsid w:val="00E14BDD"/>
    <w:rsid w:val="00E1518B"/>
    <w:rsid w:val="00E15AEA"/>
    <w:rsid w:val="00E15CB2"/>
    <w:rsid w:val="00E15F2F"/>
    <w:rsid w:val="00E1619C"/>
    <w:rsid w:val="00E1788F"/>
    <w:rsid w:val="00E17BF5"/>
    <w:rsid w:val="00E20411"/>
    <w:rsid w:val="00E20787"/>
    <w:rsid w:val="00E20C4B"/>
    <w:rsid w:val="00E20EAC"/>
    <w:rsid w:val="00E23645"/>
    <w:rsid w:val="00E23773"/>
    <w:rsid w:val="00E23FEE"/>
    <w:rsid w:val="00E2437F"/>
    <w:rsid w:val="00E24771"/>
    <w:rsid w:val="00E26013"/>
    <w:rsid w:val="00E273E1"/>
    <w:rsid w:val="00E3118B"/>
    <w:rsid w:val="00E31252"/>
    <w:rsid w:val="00E318D5"/>
    <w:rsid w:val="00E31CDE"/>
    <w:rsid w:val="00E32499"/>
    <w:rsid w:val="00E3314F"/>
    <w:rsid w:val="00E34D9E"/>
    <w:rsid w:val="00E363D0"/>
    <w:rsid w:val="00E363D4"/>
    <w:rsid w:val="00E40463"/>
    <w:rsid w:val="00E42EE3"/>
    <w:rsid w:val="00E43552"/>
    <w:rsid w:val="00E43BA3"/>
    <w:rsid w:val="00E4492E"/>
    <w:rsid w:val="00E45845"/>
    <w:rsid w:val="00E45AC2"/>
    <w:rsid w:val="00E46196"/>
    <w:rsid w:val="00E4628A"/>
    <w:rsid w:val="00E46DE3"/>
    <w:rsid w:val="00E46E5C"/>
    <w:rsid w:val="00E470CE"/>
    <w:rsid w:val="00E505F8"/>
    <w:rsid w:val="00E52367"/>
    <w:rsid w:val="00E528E4"/>
    <w:rsid w:val="00E532DB"/>
    <w:rsid w:val="00E539BB"/>
    <w:rsid w:val="00E543F6"/>
    <w:rsid w:val="00E547CF"/>
    <w:rsid w:val="00E548AF"/>
    <w:rsid w:val="00E54AC2"/>
    <w:rsid w:val="00E56113"/>
    <w:rsid w:val="00E56851"/>
    <w:rsid w:val="00E56C9A"/>
    <w:rsid w:val="00E575EE"/>
    <w:rsid w:val="00E62A7A"/>
    <w:rsid w:val="00E63AFB"/>
    <w:rsid w:val="00E6503B"/>
    <w:rsid w:val="00E65B50"/>
    <w:rsid w:val="00E669A4"/>
    <w:rsid w:val="00E66E52"/>
    <w:rsid w:val="00E72163"/>
    <w:rsid w:val="00E72D9E"/>
    <w:rsid w:val="00E73143"/>
    <w:rsid w:val="00E73BD7"/>
    <w:rsid w:val="00E75AD0"/>
    <w:rsid w:val="00E77ADB"/>
    <w:rsid w:val="00E81EDA"/>
    <w:rsid w:val="00E825E4"/>
    <w:rsid w:val="00E827F0"/>
    <w:rsid w:val="00E83386"/>
    <w:rsid w:val="00E84B2F"/>
    <w:rsid w:val="00E84F4F"/>
    <w:rsid w:val="00E85B1E"/>
    <w:rsid w:val="00E85BB7"/>
    <w:rsid w:val="00E86FA6"/>
    <w:rsid w:val="00E87290"/>
    <w:rsid w:val="00E87FC8"/>
    <w:rsid w:val="00E91536"/>
    <w:rsid w:val="00E92A66"/>
    <w:rsid w:val="00E940BC"/>
    <w:rsid w:val="00E94D60"/>
    <w:rsid w:val="00E94D73"/>
    <w:rsid w:val="00E9548F"/>
    <w:rsid w:val="00E95FB2"/>
    <w:rsid w:val="00E975C8"/>
    <w:rsid w:val="00E97D53"/>
    <w:rsid w:val="00EA0089"/>
    <w:rsid w:val="00EA0621"/>
    <w:rsid w:val="00EA078F"/>
    <w:rsid w:val="00EA0FCA"/>
    <w:rsid w:val="00EA1C0C"/>
    <w:rsid w:val="00EA2A56"/>
    <w:rsid w:val="00EA4277"/>
    <w:rsid w:val="00EA504E"/>
    <w:rsid w:val="00EA5D8A"/>
    <w:rsid w:val="00EA649D"/>
    <w:rsid w:val="00EB095D"/>
    <w:rsid w:val="00EB0FA8"/>
    <w:rsid w:val="00EB1AB0"/>
    <w:rsid w:val="00EB229F"/>
    <w:rsid w:val="00EB3396"/>
    <w:rsid w:val="00EB3722"/>
    <w:rsid w:val="00EB5018"/>
    <w:rsid w:val="00EB5EA4"/>
    <w:rsid w:val="00EB600A"/>
    <w:rsid w:val="00EB71F6"/>
    <w:rsid w:val="00EC0CC8"/>
    <w:rsid w:val="00EC23FB"/>
    <w:rsid w:val="00EC2692"/>
    <w:rsid w:val="00EC3080"/>
    <w:rsid w:val="00EC30B8"/>
    <w:rsid w:val="00EC39AF"/>
    <w:rsid w:val="00EC5279"/>
    <w:rsid w:val="00EC58F0"/>
    <w:rsid w:val="00EC6B12"/>
    <w:rsid w:val="00EC6ECC"/>
    <w:rsid w:val="00EC6F58"/>
    <w:rsid w:val="00EC7158"/>
    <w:rsid w:val="00ED1703"/>
    <w:rsid w:val="00ED2B41"/>
    <w:rsid w:val="00ED33B6"/>
    <w:rsid w:val="00ED3A5C"/>
    <w:rsid w:val="00ED3E27"/>
    <w:rsid w:val="00ED3FCB"/>
    <w:rsid w:val="00ED429B"/>
    <w:rsid w:val="00ED45BF"/>
    <w:rsid w:val="00ED5854"/>
    <w:rsid w:val="00ED5B52"/>
    <w:rsid w:val="00ED6C43"/>
    <w:rsid w:val="00ED752D"/>
    <w:rsid w:val="00ED753E"/>
    <w:rsid w:val="00EE1C73"/>
    <w:rsid w:val="00EE1C7A"/>
    <w:rsid w:val="00EE1CA3"/>
    <w:rsid w:val="00EE2DFF"/>
    <w:rsid w:val="00EE3509"/>
    <w:rsid w:val="00EE54AA"/>
    <w:rsid w:val="00EE67AF"/>
    <w:rsid w:val="00EE6E71"/>
    <w:rsid w:val="00EE6F92"/>
    <w:rsid w:val="00EE6FE9"/>
    <w:rsid w:val="00EE7795"/>
    <w:rsid w:val="00EF01B4"/>
    <w:rsid w:val="00EF06D6"/>
    <w:rsid w:val="00EF073A"/>
    <w:rsid w:val="00EF0EEB"/>
    <w:rsid w:val="00EF43DD"/>
    <w:rsid w:val="00EF4B47"/>
    <w:rsid w:val="00EF5E60"/>
    <w:rsid w:val="00F019B5"/>
    <w:rsid w:val="00F03150"/>
    <w:rsid w:val="00F06664"/>
    <w:rsid w:val="00F10183"/>
    <w:rsid w:val="00F10526"/>
    <w:rsid w:val="00F1079E"/>
    <w:rsid w:val="00F107E7"/>
    <w:rsid w:val="00F1172B"/>
    <w:rsid w:val="00F119D0"/>
    <w:rsid w:val="00F1234C"/>
    <w:rsid w:val="00F129EC"/>
    <w:rsid w:val="00F12A1A"/>
    <w:rsid w:val="00F12D36"/>
    <w:rsid w:val="00F1430D"/>
    <w:rsid w:val="00F14EAF"/>
    <w:rsid w:val="00F166C4"/>
    <w:rsid w:val="00F17E4B"/>
    <w:rsid w:val="00F204CF"/>
    <w:rsid w:val="00F20FC8"/>
    <w:rsid w:val="00F21BD7"/>
    <w:rsid w:val="00F21CEC"/>
    <w:rsid w:val="00F2220A"/>
    <w:rsid w:val="00F22BD3"/>
    <w:rsid w:val="00F2335B"/>
    <w:rsid w:val="00F24B0F"/>
    <w:rsid w:val="00F24BF9"/>
    <w:rsid w:val="00F2554B"/>
    <w:rsid w:val="00F260E5"/>
    <w:rsid w:val="00F262CA"/>
    <w:rsid w:val="00F275D8"/>
    <w:rsid w:val="00F31651"/>
    <w:rsid w:val="00F32AF2"/>
    <w:rsid w:val="00F3327D"/>
    <w:rsid w:val="00F33BBA"/>
    <w:rsid w:val="00F34DF0"/>
    <w:rsid w:val="00F35253"/>
    <w:rsid w:val="00F35383"/>
    <w:rsid w:val="00F354A2"/>
    <w:rsid w:val="00F35B64"/>
    <w:rsid w:val="00F35DC1"/>
    <w:rsid w:val="00F36656"/>
    <w:rsid w:val="00F40CC4"/>
    <w:rsid w:val="00F41380"/>
    <w:rsid w:val="00F4213B"/>
    <w:rsid w:val="00F421B8"/>
    <w:rsid w:val="00F42A33"/>
    <w:rsid w:val="00F43343"/>
    <w:rsid w:val="00F43D7E"/>
    <w:rsid w:val="00F44E07"/>
    <w:rsid w:val="00F454E1"/>
    <w:rsid w:val="00F45612"/>
    <w:rsid w:val="00F45D9C"/>
    <w:rsid w:val="00F47B82"/>
    <w:rsid w:val="00F50F9B"/>
    <w:rsid w:val="00F511E6"/>
    <w:rsid w:val="00F52A48"/>
    <w:rsid w:val="00F541B4"/>
    <w:rsid w:val="00F546F1"/>
    <w:rsid w:val="00F54911"/>
    <w:rsid w:val="00F552EF"/>
    <w:rsid w:val="00F57064"/>
    <w:rsid w:val="00F570E6"/>
    <w:rsid w:val="00F61019"/>
    <w:rsid w:val="00F62ADB"/>
    <w:rsid w:val="00F63035"/>
    <w:rsid w:val="00F633C7"/>
    <w:rsid w:val="00F64202"/>
    <w:rsid w:val="00F649EC"/>
    <w:rsid w:val="00F658D8"/>
    <w:rsid w:val="00F66232"/>
    <w:rsid w:val="00F66720"/>
    <w:rsid w:val="00F669E5"/>
    <w:rsid w:val="00F705EA"/>
    <w:rsid w:val="00F70F26"/>
    <w:rsid w:val="00F70FB4"/>
    <w:rsid w:val="00F711B0"/>
    <w:rsid w:val="00F71C2E"/>
    <w:rsid w:val="00F72B70"/>
    <w:rsid w:val="00F72E31"/>
    <w:rsid w:val="00F7453A"/>
    <w:rsid w:val="00F762B9"/>
    <w:rsid w:val="00F77E48"/>
    <w:rsid w:val="00F843FD"/>
    <w:rsid w:val="00F84D9D"/>
    <w:rsid w:val="00F84F16"/>
    <w:rsid w:val="00F85D12"/>
    <w:rsid w:val="00F86B8E"/>
    <w:rsid w:val="00F87551"/>
    <w:rsid w:val="00F877BD"/>
    <w:rsid w:val="00F9018F"/>
    <w:rsid w:val="00F90E53"/>
    <w:rsid w:val="00F9195D"/>
    <w:rsid w:val="00F93359"/>
    <w:rsid w:val="00F9379A"/>
    <w:rsid w:val="00F93F4E"/>
    <w:rsid w:val="00F94687"/>
    <w:rsid w:val="00F94AEE"/>
    <w:rsid w:val="00F9562B"/>
    <w:rsid w:val="00F96815"/>
    <w:rsid w:val="00F97C30"/>
    <w:rsid w:val="00F97E97"/>
    <w:rsid w:val="00F97FB6"/>
    <w:rsid w:val="00FA0D49"/>
    <w:rsid w:val="00FA0E80"/>
    <w:rsid w:val="00FA1B41"/>
    <w:rsid w:val="00FA1BC0"/>
    <w:rsid w:val="00FA2C84"/>
    <w:rsid w:val="00FA4081"/>
    <w:rsid w:val="00FA44EF"/>
    <w:rsid w:val="00FA477B"/>
    <w:rsid w:val="00FA4B9F"/>
    <w:rsid w:val="00FA4EE0"/>
    <w:rsid w:val="00FA51E5"/>
    <w:rsid w:val="00FA6E69"/>
    <w:rsid w:val="00FA71BA"/>
    <w:rsid w:val="00FA76D9"/>
    <w:rsid w:val="00FA7D81"/>
    <w:rsid w:val="00FB03F4"/>
    <w:rsid w:val="00FB0990"/>
    <w:rsid w:val="00FB1DE8"/>
    <w:rsid w:val="00FB2281"/>
    <w:rsid w:val="00FB4346"/>
    <w:rsid w:val="00FB5224"/>
    <w:rsid w:val="00FB5FD4"/>
    <w:rsid w:val="00FC069C"/>
    <w:rsid w:val="00FC0ED3"/>
    <w:rsid w:val="00FC1306"/>
    <w:rsid w:val="00FC1413"/>
    <w:rsid w:val="00FC16E7"/>
    <w:rsid w:val="00FC2145"/>
    <w:rsid w:val="00FC3977"/>
    <w:rsid w:val="00FC4F95"/>
    <w:rsid w:val="00FC685C"/>
    <w:rsid w:val="00FC772A"/>
    <w:rsid w:val="00FC7A78"/>
    <w:rsid w:val="00FC7C44"/>
    <w:rsid w:val="00FD068D"/>
    <w:rsid w:val="00FD0CDC"/>
    <w:rsid w:val="00FD3F27"/>
    <w:rsid w:val="00FD4ADB"/>
    <w:rsid w:val="00FD4E99"/>
    <w:rsid w:val="00FD6CD8"/>
    <w:rsid w:val="00FD7043"/>
    <w:rsid w:val="00FE01BD"/>
    <w:rsid w:val="00FE0537"/>
    <w:rsid w:val="00FE1549"/>
    <w:rsid w:val="00FE3491"/>
    <w:rsid w:val="00FE3CE9"/>
    <w:rsid w:val="00FE5521"/>
    <w:rsid w:val="00FE5D10"/>
    <w:rsid w:val="00FE6025"/>
    <w:rsid w:val="00FE6409"/>
    <w:rsid w:val="00FE64FD"/>
    <w:rsid w:val="00FE6E28"/>
    <w:rsid w:val="00FF0924"/>
    <w:rsid w:val="00FF0A07"/>
    <w:rsid w:val="00FF0BE7"/>
    <w:rsid w:val="00FF219D"/>
    <w:rsid w:val="00FF27C1"/>
    <w:rsid w:val="00FF2DD6"/>
    <w:rsid w:val="00FF503C"/>
    <w:rsid w:val="00FF5AD2"/>
    <w:rsid w:val="00FF65D2"/>
    <w:rsid w:val="00FF6EC4"/>
    <w:rsid w:val="00FF6F5B"/>
    <w:rsid w:val="00FF700A"/>
    <w:rsid w:val="00FF7061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067ED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E5FAF"/>
  </w:style>
  <w:style w:type="paragraph" w:styleId="a9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a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b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c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d">
    <w:name w:val="Номер статьи без названия"/>
    <w:qFormat/>
    <w:rsid w:val="00596D57"/>
    <w:rPr>
      <w:b/>
      <w:bCs/>
    </w:rPr>
  </w:style>
  <w:style w:type="paragraph" w:customStyle="1" w:styleId="ae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Название закона Знак"/>
    <w:link w:val="1"/>
    <w:rsid w:val="00395EB6"/>
    <w:rPr>
      <w:b/>
      <w:bCs/>
      <w:iCs/>
      <w:sz w:val="28"/>
      <w:szCs w:val="28"/>
    </w:rPr>
  </w:style>
  <w:style w:type="character" w:styleId="af">
    <w:name w:val="Hyperlink"/>
    <w:uiPriority w:val="99"/>
    <w:unhideWhenUsed/>
    <w:rsid w:val="00A57305"/>
    <w:rPr>
      <w:color w:val="0000FF"/>
      <w:u w:val="single"/>
    </w:rPr>
  </w:style>
  <w:style w:type="paragraph" w:customStyle="1" w:styleId="ConsPlusCell">
    <w:name w:val="ConsPlusCell"/>
    <w:uiPriority w:val="99"/>
    <w:rsid w:val="00A82A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815075"/>
    <w:rPr>
      <w:sz w:val="28"/>
      <w:szCs w:val="24"/>
    </w:rPr>
  </w:style>
  <w:style w:type="paragraph" w:styleId="af0">
    <w:name w:val="List Paragraph"/>
    <w:basedOn w:val="a0"/>
    <w:uiPriority w:val="34"/>
    <w:qFormat/>
    <w:rsid w:val="00944ADC"/>
    <w:pPr>
      <w:ind w:left="720"/>
      <w:contextualSpacing/>
    </w:pPr>
  </w:style>
  <w:style w:type="paragraph" w:styleId="af1">
    <w:name w:val="No Spacing"/>
    <w:uiPriority w:val="1"/>
    <w:qFormat/>
    <w:rsid w:val="002F0D3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067ED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E5FAF"/>
  </w:style>
  <w:style w:type="paragraph" w:styleId="a9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a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b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c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d">
    <w:name w:val="Номер статьи без названия"/>
    <w:qFormat/>
    <w:rsid w:val="00596D57"/>
    <w:rPr>
      <w:b/>
      <w:bCs/>
    </w:rPr>
  </w:style>
  <w:style w:type="paragraph" w:customStyle="1" w:styleId="ae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Название закона Знак"/>
    <w:link w:val="1"/>
    <w:rsid w:val="00395EB6"/>
    <w:rPr>
      <w:b/>
      <w:bCs/>
      <w:iCs/>
      <w:sz w:val="28"/>
      <w:szCs w:val="28"/>
    </w:rPr>
  </w:style>
  <w:style w:type="character" w:styleId="af">
    <w:name w:val="Hyperlink"/>
    <w:uiPriority w:val="99"/>
    <w:unhideWhenUsed/>
    <w:rsid w:val="00A57305"/>
    <w:rPr>
      <w:color w:val="0000FF"/>
      <w:u w:val="single"/>
    </w:rPr>
  </w:style>
  <w:style w:type="paragraph" w:customStyle="1" w:styleId="ConsPlusCell">
    <w:name w:val="ConsPlusCell"/>
    <w:uiPriority w:val="99"/>
    <w:rsid w:val="00A82A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815075"/>
    <w:rPr>
      <w:sz w:val="28"/>
      <w:szCs w:val="24"/>
    </w:rPr>
  </w:style>
  <w:style w:type="paragraph" w:styleId="af0">
    <w:name w:val="List Paragraph"/>
    <w:basedOn w:val="a0"/>
    <w:uiPriority w:val="34"/>
    <w:qFormat/>
    <w:rsid w:val="00944ADC"/>
    <w:pPr>
      <w:ind w:left="720"/>
      <w:contextualSpacing/>
    </w:pPr>
  </w:style>
  <w:style w:type="paragraph" w:styleId="af1">
    <w:name w:val="No Spacing"/>
    <w:uiPriority w:val="1"/>
    <w:qFormat/>
    <w:rsid w:val="002F0D3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32A3A541756B1E10EE1FB39CB7E84C67D0BE21B343F6B3AC1B56330EF88235LFCC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ozhilova\Local%20Settings\Temporary%20Internet%20Files\Content.Outlook\M9ZX91OD\&#1055;&#1088;&#1086;&#1077;&#1082;&#1090;%20&#1079;&#1072;&#1082;&#1086;&#1085;&#1072;_&#1085;&#1086;&#1074;&#1099;&#1081;%20&#1075;&#1077;&#1088;&#1073;_&#1063;&#1041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44A07-1FA1-4D09-B652-F005F8CF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закона_новый герб_ЧБ (2).dotx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2283</CharactersWithSpaces>
  <SharedDoc>false</SharedDoc>
  <HLinks>
    <vt:vector size="6" baseType="variant">
      <vt:variant>
        <vt:i4>2162786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consultantplus://offline/ref=F632A3A541756B1E10EE1FB39CB7E84C67D0BE21B343F6B3AC1B56330EF88235LFCCM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novozhilova</dc:creator>
  <cp:lastModifiedBy>user</cp:lastModifiedBy>
  <cp:revision>4</cp:revision>
  <cp:lastPrinted>2014-05-05T09:34:00Z</cp:lastPrinted>
  <dcterms:created xsi:type="dcterms:W3CDTF">2014-05-05T09:24:00Z</dcterms:created>
  <dcterms:modified xsi:type="dcterms:W3CDTF">2014-05-08T07:54:00Z</dcterms:modified>
</cp:coreProperties>
</file>