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4C" w:rsidRDefault="003A164C" w:rsidP="003A164C">
      <w:pPr>
        <w:pStyle w:val="3"/>
      </w:pPr>
      <w:r w:rsidRPr="00BF70EB">
        <w:t>Проект вносит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Евраев</w:t>
      </w:r>
      <w:r w:rsidR="002B33BE" w:rsidRPr="002B33BE">
        <w:rPr>
          <w:b/>
          <w:bCs/>
          <w:sz w:val="20"/>
        </w:rPr>
        <w:t xml:space="preserve"> </w:t>
      </w:r>
      <w:r w:rsidR="002B33BE">
        <w:rPr>
          <w:b/>
          <w:bCs/>
          <w:sz w:val="20"/>
        </w:rPr>
        <w:t>М</w:t>
      </w:r>
      <w:r w:rsidR="002B33BE" w:rsidRPr="00BF70EB">
        <w:rPr>
          <w:b/>
          <w:bCs/>
          <w:sz w:val="20"/>
        </w:rPr>
        <w:t>.</w:t>
      </w:r>
      <w:r w:rsidR="002B33BE">
        <w:rPr>
          <w:b/>
          <w:bCs/>
          <w:sz w:val="20"/>
        </w:rPr>
        <w:t>Я</w:t>
      </w:r>
      <w:r w:rsidR="002B33BE" w:rsidRPr="00BF70EB">
        <w:rPr>
          <w:b/>
          <w:bCs/>
          <w:sz w:val="20"/>
        </w:rPr>
        <w:t>.</w:t>
      </w:r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r w:rsidRPr="00BF70EB">
        <w:t>З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О внесении изменений в Закон Ярославской области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«О бюджете Территориального фонда обязательного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медицинского страхования Ярославской области</w:t>
      </w:r>
    </w:p>
    <w:p w:rsidR="00506EE1" w:rsidRPr="00506EE1" w:rsidRDefault="00506EE1" w:rsidP="00506EE1">
      <w:pPr>
        <w:pStyle w:val="1"/>
        <w:tabs>
          <w:tab w:val="left" w:pos="9180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>на 202</w:t>
      </w:r>
      <w:r w:rsidR="000A71DF">
        <w:rPr>
          <w:rFonts w:ascii="Times New Roman" w:hAnsi="Times New Roman" w:cs="Times New Roman"/>
          <w:bCs w:val="0"/>
          <w:kern w:val="0"/>
          <w:sz w:val="28"/>
          <w:szCs w:val="28"/>
        </w:rPr>
        <w:t>5</w:t>
      </w: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 год и на плановый период 202</w:t>
      </w:r>
      <w:r w:rsidR="000A71DF">
        <w:rPr>
          <w:rFonts w:ascii="Times New Roman" w:hAnsi="Times New Roman" w:cs="Times New Roman"/>
          <w:bCs w:val="0"/>
          <w:kern w:val="0"/>
          <w:sz w:val="28"/>
          <w:szCs w:val="28"/>
        </w:rPr>
        <w:t>6</w:t>
      </w: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 и 202</w:t>
      </w:r>
      <w:r w:rsidR="000A71DF">
        <w:rPr>
          <w:rFonts w:ascii="Times New Roman" w:hAnsi="Times New Roman" w:cs="Times New Roman"/>
          <w:bCs w:val="0"/>
          <w:kern w:val="0"/>
          <w:sz w:val="28"/>
          <w:szCs w:val="28"/>
        </w:rPr>
        <w:t>7</w:t>
      </w:r>
      <w:r w:rsidRPr="00506EE1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 годов»</w:t>
      </w:r>
    </w:p>
    <w:p w:rsidR="00E81918" w:rsidRPr="002B33BE" w:rsidRDefault="00E81918" w:rsidP="00B93617">
      <w:pPr>
        <w:ind w:firstLine="709"/>
        <w:jc w:val="center"/>
        <w:rPr>
          <w:b/>
        </w:rPr>
      </w:pPr>
    </w:p>
    <w:p w:rsidR="007E4618" w:rsidRPr="002B33BE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Принят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0A71DF">
        <w:rPr>
          <w:szCs w:val="24"/>
        </w:rPr>
        <w:t>5</w:t>
      </w:r>
      <w:r w:rsidRPr="00BF70EB">
        <w:rPr>
          <w:szCs w:val="24"/>
        </w:rPr>
        <w:t xml:space="preserve"> года</w:t>
      </w:r>
    </w:p>
    <w:p w:rsidR="00962CDD" w:rsidRDefault="00962CDD" w:rsidP="00B93617">
      <w:pPr>
        <w:ind w:firstLine="709"/>
        <w:jc w:val="both"/>
      </w:pPr>
    </w:p>
    <w:p w:rsidR="002B33BE" w:rsidRPr="002B33BE" w:rsidRDefault="002B33BE" w:rsidP="00B93617">
      <w:pPr>
        <w:ind w:firstLine="709"/>
        <w:jc w:val="both"/>
      </w:pPr>
    </w:p>
    <w:p w:rsidR="00506EE1" w:rsidRPr="00FC21AE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AE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506EE1" w:rsidRPr="0007602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0A71DF">
        <w:rPr>
          <w:rFonts w:ascii="Times New Roman" w:hAnsi="Times New Roman" w:cs="Times New Roman"/>
          <w:bCs/>
          <w:sz w:val="28"/>
          <w:szCs w:val="28"/>
        </w:rPr>
        <w:t>в Закон Ярославской области от 13</w:t>
      </w:r>
      <w:r w:rsidRPr="00076021">
        <w:rPr>
          <w:rFonts w:ascii="Times New Roman" w:hAnsi="Times New Roman" w:cs="Times New Roman"/>
          <w:bCs/>
          <w:sz w:val="28"/>
          <w:szCs w:val="28"/>
        </w:rPr>
        <w:t>.12.202</w:t>
      </w:r>
      <w:r w:rsidR="000A71DF"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862A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2466B3">
        <w:rPr>
          <w:rFonts w:ascii="Times New Roman" w:hAnsi="Times New Roman" w:cs="Times New Roman"/>
          <w:bCs/>
          <w:sz w:val="28"/>
          <w:szCs w:val="28"/>
        </w:rPr>
        <w:t>-з «О </w:t>
      </w:r>
      <w:r w:rsidRPr="00076021">
        <w:rPr>
          <w:rFonts w:ascii="Times New Roman" w:hAnsi="Times New Roman" w:cs="Times New Roman"/>
          <w:bCs/>
          <w:sz w:val="28"/>
          <w:szCs w:val="28"/>
        </w:rPr>
        <w:t>бюджете Территориального фонда обязательного медицинского страхования Ярославской области на 202</w:t>
      </w:r>
      <w:r w:rsidR="000A71DF">
        <w:rPr>
          <w:rFonts w:ascii="Times New Roman" w:hAnsi="Times New Roman" w:cs="Times New Roman"/>
          <w:bCs/>
          <w:sz w:val="28"/>
          <w:szCs w:val="28"/>
        </w:rPr>
        <w:t>5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0A71DF">
        <w:rPr>
          <w:rFonts w:ascii="Times New Roman" w:hAnsi="Times New Roman" w:cs="Times New Roman"/>
          <w:bCs/>
          <w:sz w:val="28"/>
          <w:szCs w:val="28"/>
        </w:rPr>
        <w:t>6</w:t>
      </w:r>
      <w:r w:rsidR="002466B3">
        <w:rPr>
          <w:rFonts w:ascii="Times New Roman" w:hAnsi="Times New Roman" w:cs="Times New Roman"/>
          <w:bCs/>
          <w:sz w:val="28"/>
          <w:szCs w:val="28"/>
        </w:rPr>
        <w:t xml:space="preserve"> и </w:t>
      </w:r>
      <w:r w:rsidRPr="00076021">
        <w:rPr>
          <w:rFonts w:ascii="Times New Roman" w:hAnsi="Times New Roman" w:cs="Times New Roman"/>
          <w:bCs/>
          <w:sz w:val="28"/>
          <w:szCs w:val="28"/>
        </w:rPr>
        <w:t>202</w:t>
      </w:r>
      <w:r w:rsidR="000A71DF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годов» (Документ-</w:t>
      </w:r>
      <w:r w:rsidRPr="00076021">
        <w:rPr>
          <w:rFonts w:ascii="Times New Roman" w:hAnsi="Times New Roman" w:cs="Times New Roman"/>
          <w:bCs/>
          <w:sz w:val="28"/>
          <w:szCs w:val="28"/>
        </w:rPr>
        <w:t>Регион, 202</w:t>
      </w:r>
      <w:r w:rsidR="000A71DF"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0A71DF">
        <w:rPr>
          <w:rFonts w:ascii="Times New Roman" w:hAnsi="Times New Roman" w:cs="Times New Roman"/>
          <w:bCs/>
          <w:sz w:val="28"/>
          <w:szCs w:val="28"/>
        </w:rPr>
        <w:t>0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0A71DF">
        <w:rPr>
          <w:rFonts w:ascii="Times New Roman" w:hAnsi="Times New Roman" w:cs="Times New Roman"/>
          <w:bCs/>
          <w:sz w:val="28"/>
          <w:szCs w:val="28"/>
        </w:rPr>
        <w:t>1</w:t>
      </w:r>
      <w:r w:rsidRPr="00076021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0A71DF" w:rsidRDefault="000A71DF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в </w:t>
      </w:r>
      <w:r w:rsidRPr="00076021">
        <w:rPr>
          <w:rFonts w:ascii="Times New Roman" w:hAnsi="Times New Roman" w:cs="Times New Roman"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1:</w:t>
      </w:r>
    </w:p>
    <w:p w:rsidR="00506EE1" w:rsidRDefault="000A71DF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06EE1" w:rsidRPr="00076021">
        <w:rPr>
          <w:rFonts w:ascii="Times New Roman" w:hAnsi="Times New Roman" w:cs="Times New Roman"/>
          <w:bCs/>
          <w:sz w:val="28"/>
          <w:szCs w:val="28"/>
        </w:rPr>
        <w:t>) в части 1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06EE1" w:rsidRPr="00191DC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>в пункте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A71DF">
        <w:rPr>
          <w:rFonts w:ascii="Times New Roman" w:hAnsi="Times New Roman" w:cs="Times New Roman"/>
          <w:bCs/>
          <w:sz w:val="28"/>
          <w:szCs w:val="28"/>
        </w:rPr>
        <w:t>27 730 621 500,00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 w:rsidR="0033359B">
        <w:rPr>
          <w:rFonts w:ascii="Times New Roman" w:hAnsi="Times New Roman" w:cs="Times New Roman"/>
          <w:bCs/>
          <w:sz w:val="28"/>
          <w:szCs w:val="28"/>
        </w:rPr>
        <w:t>, «</w:t>
      </w:r>
      <w:r w:rsidR="0080085A">
        <w:rPr>
          <w:rFonts w:ascii="Times New Roman" w:hAnsi="Times New Roman" w:cs="Times New Roman"/>
          <w:bCs/>
          <w:sz w:val="28"/>
          <w:szCs w:val="28"/>
        </w:rPr>
        <w:t>26 800 376 200,00</w:t>
      </w:r>
      <w:r w:rsidR="0033359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9E8">
        <w:rPr>
          <w:rFonts w:ascii="Times New Roman" w:hAnsi="Times New Roman" w:cs="Times New Roman"/>
          <w:bCs/>
          <w:sz w:val="28"/>
          <w:szCs w:val="28"/>
        </w:rPr>
        <w:t>и «</w:t>
      </w:r>
      <w:r w:rsidR="000A71DF">
        <w:rPr>
          <w:rFonts w:ascii="Times New Roman" w:hAnsi="Times New Roman" w:cs="Times New Roman"/>
          <w:bCs/>
          <w:sz w:val="28"/>
          <w:szCs w:val="28"/>
        </w:rPr>
        <w:t>866 446 200,00</w:t>
      </w:r>
      <w:r w:rsidR="003039E8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bCs/>
          <w:sz w:val="28"/>
          <w:szCs w:val="28"/>
        </w:rPr>
        <w:t>соответственно цифрами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1499">
        <w:rPr>
          <w:rFonts w:ascii="Times New Roman" w:hAnsi="Times New Roman" w:cs="Times New Roman"/>
          <w:bCs/>
          <w:sz w:val="28"/>
          <w:szCs w:val="28"/>
        </w:rPr>
        <w:t>27 882 334 598,26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80085A">
        <w:rPr>
          <w:rFonts w:ascii="Times New Roman" w:hAnsi="Times New Roman" w:cs="Times New Roman"/>
          <w:bCs/>
          <w:sz w:val="28"/>
          <w:szCs w:val="28"/>
        </w:rPr>
        <w:t>, «26 832 424</w:t>
      </w:r>
      <w:r w:rsidR="00FB5C73">
        <w:rPr>
          <w:rFonts w:ascii="Times New Roman" w:hAnsi="Times New Roman" w:cs="Times New Roman"/>
          <w:bCs/>
          <w:sz w:val="28"/>
          <w:szCs w:val="28"/>
        </w:rPr>
        <w:t> </w:t>
      </w:r>
      <w:r w:rsidR="0080085A">
        <w:rPr>
          <w:rFonts w:ascii="Times New Roman" w:hAnsi="Times New Roman" w:cs="Times New Roman"/>
          <w:bCs/>
          <w:sz w:val="28"/>
          <w:szCs w:val="28"/>
        </w:rPr>
        <w:t>900</w:t>
      </w:r>
      <w:r w:rsidR="00FB5C73">
        <w:rPr>
          <w:rFonts w:ascii="Times New Roman" w:hAnsi="Times New Roman" w:cs="Times New Roman"/>
          <w:bCs/>
          <w:sz w:val="28"/>
          <w:szCs w:val="28"/>
        </w:rPr>
        <w:t>,00</w:t>
      </w:r>
      <w:r w:rsidR="0080085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«</w:t>
      </w:r>
      <w:r w:rsidR="00911499">
        <w:rPr>
          <w:rFonts w:ascii="Times New Roman" w:hAnsi="Times New Roman" w:cs="Times New Roman"/>
          <w:bCs/>
          <w:sz w:val="28"/>
          <w:szCs w:val="28"/>
        </w:rPr>
        <w:t>1 007 528 800,00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91DC1">
        <w:rPr>
          <w:rFonts w:ascii="Times New Roman" w:hAnsi="Times New Roman" w:cs="Times New Roman"/>
          <w:bCs/>
          <w:sz w:val="28"/>
          <w:szCs w:val="28"/>
        </w:rPr>
        <w:t>;</w:t>
      </w:r>
    </w:p>
    <w:p w:rsidR="00506EE1" w:rsidRDefault="00506EE1" w:rsidP="00506EE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в пункте 2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A71DF">
        <w:rPr>
          <w:rFonts w:ascii="Times New Roman" w:hAnsi="Times New Roman" w:cs="Times New Roman"/>
          <w:bCs/>
          <w:sz w:val="28"/>
          <w:szCs w:val="28"/>
        </w:rPr>
        <w:t>27 730 621 500,00</w:t>
      </w:r>
      <w:r w:rsidRPr="00076021">
        <w:rPr>
          <w:rFonts w:ascii="Times New Roman" w:hAnsi="Times New Roman" w:cs="Times New Roman"/>
          <w:bCs/>
          <w:sz w:val="28"/>
          <w:szCs w:val="28"/>
        </w:rPr>
        <w:t>»</w:t>
      </w:r>
      <w:r w:rsidR="00322415" w:rsidRPr="003224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2415">
        <w:rPr>
          <w:rFonts w:ascii="Times New Roman" w:hAnsi="Times New Roman" w:cs="Times New Roman"/>
          <w:bCs/>
          <w:sz w:val="28"/>
          <w:szCs w:val="28"/>
        </w:rPr>
        <w:t>и «838 825 900,00»</w:t>
      </w:r>
      <w:r w:rsidR="00971B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322415">
        <w:rPr>
          <w:rFonts w:ascii="Times New Roman" w:hAnsi="Times New Roman" w:cs="Times New Roman"/>
          <w:bCs/>
          <w:sz w:val="28"/>
          <w:szCs w:val="28"/>
        </w:rPr>
        <w:t xml:space="preserve">соответственно </w:t>
      </w:r>
      <w:r w:rsidR="00971BE9">
        <w:rPr>
          <w:rFonts w:ascii="Times New Roman" w:hAnsi="Times New Roman" w:cs="Times New Roman"/>
          <w:bCs/>
          <w:sz w:val="28"/>
          <w:szCs w:val="28"/>
        </w:rPr>
        <w:t>цифрами</w:t>
      </w:r>
      <w:r w:rsidR="00971BE9" w:rsidRPr="00191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021">
        <w:rPr>
          <w:rFonts w:ascii="Times New Roman" w:hAnsi="Times New Roman" w:cs="Times New Roman"/>
          <w:bCs/>
          <w:sz w:val="28"/>
          <w:szCs w:val="28"/>
        </w:rPr>
        <w:t>«</w:t>
      </w:r>
      <w:r w:rsidR="00911499">
        <w:rPr>
          <w:rFonts w:ascii="Times New Roman" w:hAnsi="Times New Roman" w:cs="Times New Roman"/>
          <w:bCs/>
          <w:sz w:val="28"/>
          <w:szCs w:val="28"/>
        </w:rPr>
        <w:t>28 109 192 877,32</w:t>
      </w:r>
      <w:r w:rsidRPr="00076021">
        <w:rPr>
          <w:rFonts w:ascii="Times New Roman" w:hAnsi="Times New Roman" w:cs="Times New Roman"/>
          <w:bCs/>
          <w:sz w:val="28"/>
          <w:szCs w:val="28"/>
        </w:rPr>
        <w:t>»</w:t>
      </w:r>
      <w:r w:rsidR="00322415">
        <w:rPr>
          <w:rFonts w:ascii="Times New Roman" w:hAnsi="Times New Roman" w:cs="Times New Roman"/>
          <w:bCs/>
          <w:sz w:val="28"/>
          <w:szCs w:val="28"/>
        </w:rPr>
        <w:t xml:space="preserve"> и «869 709 228,07»</w:t>
      </w:r>
      <w:r w:rsidRPr="00076021">
        <w:rPr>
          <w:rFonts w:ascii="Times New Roman" w:hAnsi="Times New Roman" w:cs="Times New Roman"/>
          <w:bCs/>
          <w:sz w:val="28"/>
          <w:szCs w:val="28"/>
        </w:rPr>
        <w:t>;</w:t>
      </w:r>
    </w:p>
    <w:p w:rsidR="00A6618A" w:rsidRPr="00076021" w:rsidRDefault="00A6618A" w:rsidP="00A6618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6021">
        <w:rPr>
          <w:rFonts w:eastAsiaTheme="minorHAnsi"/>
          <w:sz w:val="28"/>
          <w:szCs w:val="28"/>
          <w:lang w:eastAsia="en-US"/>
        </w:rPr>
        <w:t>дополнить пунктом 3 следующего содержания:</w:t>
      </w:r>
    </w:p>
    <w:p w:rsidR="00A6618A" w:rsidRDefault="00A6618A" w:rsidP="00A6618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6021">
        <w:rPr>
          <w:rFonts w:eastAsiaTheme="minorHAnsi"/>
          <w:sz w:val="28"/>
          <w:szCs w:val="28"/>
          <w:lang w:eastAsia="en-US"/>
        </w:rPr>
        <w:t>«3) объем дефицита бюджета Фонда в сумме </w:t>
      </w:r>
      <w:r>
        <w:rPr>
          <w:rFonts w:eastAsiaTheme="minorHAnsi"/>
          <w:sz w:val="28"/>
          <w:szCs w:val="28"/>
          <w:lang w:eastAsia="en-US"/>
        </w:rPr>
        <w:t>226 858 279,06</w:t>
      </w:r>
      <w:r w:rsidRPr="00076021">
        <w:rPr>
          <w:rFonts w:eastAsiaTheme="minorHAnsi"/>
          <w:sz w:val="28"/>
          <w:szCs w:val="28"/>
          <w:lang w:eastAsia="en-US"/>
        </w:rPr>
        <w:t xml:space="preserve"> рубл</w:t>
      </w:r>
      <w:r>
        <w:rPr>
          <w:rFonts w:eastAsiaTheme="minorHAnsi"/>
          <w:sz w:val="28"/>
          <w:szCs w:val="28"/>
          <w:lang w:eastAsia="en-US"/>
        </w:rPr>
        <w:t>я</w:t>
      </w:r>
      <w:r w:rsidRPr="00076021">
        <w:rPr>
          <w:rFonts w:eastAsiaTheme="minorHAnsi"/>
          <w:sz w:val="28"/>
          <w:szCs w:val="28"/>
          <w:lang w:eastAsia="en-US"/>
        </w:rPr>
        <w:t>.»;</w:t>
      </w:r>
    </w:p>
    <w:p w:rsidR="00D7346D" w:rsidRDefault="000A71DF" w:rsidP="00971BE9">
      <w:pPr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б)</w:t>
      </w:r>
      <w:r w:rsidR="00D7346D">
        <w:rPr>
          <w:bCs/>
          <w:sz w:val="28"/>
          <w:szCs w:val="28"/>
        </w:rPr>
        <w:t xml:space="preserve"> в </w:t>
      </w:r>
      <w:r w:rsidR="00D7346D" w:rsidRPr="00076021">
        <w:rPr>
          <w:bCs/>
          <w:sz w:val="28"/>
          <w:szCs w:val="28"/>
        </w:rPr>
        <w:t xml:space="preserve">части </w:t>
      </w:r>
      <w:r w:rsidR="00D7346D">
        <w:rPr>
          <w:bCs/>
          <w:sz w:val="28"/>
          <w:szCs w:val="28"/>
        </w:rPr>
        <w:t>2:</w:t>
      </w:r>
    </w:p>
    <w:p w:rsidR="000A71DF" w:rsidRDefault="00D7346D" w:rsidP="00971BE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пункте 1 цифры</w:t>
      </w:r>
      <w:r w:rsidRPr="00191DC1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29 892 169 500,00</w:t>
      </w:r>
      <w:r w:rsidRPr="00191DC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</w:t>
      </w:r>
      <w:r w:rsidR="00A661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«28 901 785 600,00» </w:t>
      </w:r>
      <w:r w:rsidRPr="00191DC1">
        <w:rPr>
          <w:bCs/>
          <w:sz w:val="28"/>
          <w:szCs w:val="28"/>
        </w:rPr>
        <w:t xml:space="preserve">заменить </w:t>
      </w:r>
      <w:r>
        <w:rPr>
          <w:bCs/>
          <w:sz w:val="28"/>
          <w:szCs w:val="28"/>
        </w:rPr>
        <w:t>соответственно цифрами</w:t>
      </w:r>
      <w:r w:rsidRPr="00191DC1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29 892 296 700,00» и «28 901 912 800,00»</w:t>
      </w:r>
      <w:r w:rsidRPr="00191DC1">
        <w:rPr>
          <w:bCs/>
          <w:sz w:val="28"/>
          <w:szCs w:val="28"/>
        </w:rPr>
        <w:t>;</w:t>
      </w:r>
    </w:p>
    <w:p w:rsidR="00D7346D" w:rsidRDefault="00D7346D" w:rsidP="00971BE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пункте 2 цифры «29 892 169 500,00» заменить цифрами «29 892 296 700,00»;</w:t>
      </w:r>
    </w:p>
    <w:p w:rsidR="00A6618A" w:rsidRPr="00076021" w:rsidRDefault="00A6618A" w:rsidP="00E0398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2) дополнить статьей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A6618A" w:rsidRPr="00076021" w:rsidRDefault="00A6618A" w:rsidP="00E0398B">
      <w:pPr>
        <w:widowControl w:val="0"/>
        <w:ind w:firstLine="709"/>
        <w:jc w:val="both"/>
        <w:outlineLvl w:val="0"/>
        <w:rPr>
          <w:b/>
          <w:bCs/>
          <w:sz w:val="28"/>
          <w:szCs w:val="28"/>
        </w:rPr>
      </w:pPr>
      <w:r w:rsidRPr="00076021">
        <w:rPr>
          <w:bCs/>
          <w:sz w:val="28"/>
          <w:szCs w:val="28"/>
        </w:rPr>
        <w:t xml:space="preserve">«Статья </w:t>
      </w:r>
      <w:r>
        <w:rPr>
          <w:bCs/>
          <w:sz w:val="28"/>
          <w:szCs w:val="28"/>
        </w:rPr>
        <w:t>4</w:t>
      </w:r>
      <w:r w:rsidRPr="00076021">
        <w:rPr>
          <w:bCs/>
          <w:sz w:val="28"/>
          <w:szCs w:val="28"/>
          <w:vertAlign w:val="superscript"/>
        </w:rPr>
        <w:t>1</w:t>
      </w:r>
      <w:r w:rsidRPr="00076021">
        <w:rPr>
          <w:bCs/>
          <w:sz w:val="28"/>
          <w:szCs w:val="28"/>
        </w:rPr>
        <w:t xml:space="preserve">. </w:t>
      </w:r>
      <w:r w:rsidRPr="00076021">
        <w:rPr>
          <w:b/>
          <w:bCs/>
          <w:sz w:val="28"/>
          <w:szCs w:val="28"/>
        </w:rPr>
        <w:t>Источники внутреннего финансирования дефицита бюджета Фонда</w:t>
      </w:r>
    </w:p>
    <w:p w:rsidR="00A6618A" w:rsidRPr="00076021" w:rsidRDefault="00A6618A" w:rsidP="00E0398B">
      <w:pPr>
        <w:widowControl w:val="0"/>
        <w:ind w:firstLine="709"/>
        <w:jc w:val="both"/>
        <w:outlineLvl w:val="0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 xml:space="preserve">Установить источники внутреннего финансирования дефицита </w:t>
      </w:r>
      <w:r w:rsidRPr="00076021">
        <w:rPr>
          <w:bCs/>
          <w:sz w:val="28"/>
          <w:szCs w:val="28"/>
        </w:rPr>
        <w:lastRenderedPageBreak/>
        <w:t>бюджета Фонда на 202</w:t>
      </w:r>
      <w:r>
        <w:rPr>
          <w:bCs/>
          <w:sz w:val="28"/>
          <w:szCs w:val="28"/>
        </w:rPr>
        <w:t>5</w:t>
      </w:r>
      <w:r w:rsidRPr="00076021">
        <w:rPr>
          <w:bCs/>
          <w:sz w:val="28"/>
          <w:szCs w:val="28"/>
        </w:rPr>
        <w:t xml:space="preserve"> год согласно пр</w:t>
      </w:r>
      <w:bookmarkStart w:id="0" w:name="_GoBack"/>
      <w:bookmarkEnd w:id="0"/>
      <w:r w:rsidRPr="00076021">
        <w:rPr>
          <w:bCs/>
          <w:sz w:val="28"/>
          <w:szCs w:val="28"/>
        </w:rPr>
        <w:t xml:space="preserve">иложению </w:t>
      </w: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 к настоящему Закону.»;</w:t>
      </w:r>
    </w:p>
    <w:p w:rsidR="00506EE1" w:rsidRPr="00971BE9" w:rsidRDefault="00A6618A" w:rsidP="00E0398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506EE1" w:rsidRPr="00076021">
        <w:rPr>
          <w:rFonts w:eastAsiaTheme="minorHAnsi"/>
          <w:sz w:val="28"/>
          <w:szCs w:val="28"/>
          <w:lang w:eastAsia="en-US"/>
        </w:rPr>
        <w:t>) </w:t>
      </w:r>
      <w:r w:rsidR="00506EE1">
        <w:rPr>
          <w:rFonts w:eastAsiaTheme="minorHAnsi"/>
          <w:sz w:val="28"/>
          <w:szCs w:val="28"/>
          <w:lang w:eastAsia="en-US"/>
        </w:rPr>
        <w:t xml:space="preserve">в </w:t>
      </w:r>
      <w:r w:rsidR="00506EE1" w:rsidRPr="00076021">
        <w:rPr>
          <w:rFonts w:eastAsiaTheme="minorHAnsi"/>
          <w:sz w:val="28"/>
          <w:szCs w:val="28"/>
          <w:lang w:eastAsia="en-US"/>
        </w:rPr>
        <w:t>част</w:t>
      </w:r>
      <w:r w:rsidR="00506EE1">
        <w:rPr>
          <w:rFonts w:eastAsiaTheme="minorHAnsi"/>
          <w:sz w:val="28"/>
          <w:szCs w:val="28"/>
          <w:lang w:eastAsia="en-US"/>
        </w:rPr>
        <w:t>и</w:t>
      </w:r>
      <w:r w:rsidR="00506EE1" w:rsidRPr="00076021">
        <w:rPr>
          <w:rFonts w:eastAsiaTheme="minorHAnsi"/>
          <w:sz w:val="28"/>
          <w:szCs w:val="28"/>
          <w:lang w:eastAsia="en-US"/>
        </w:rPr>
        <w:t xml:space="preserve"> 1</w:t>
      </w:r>
      <w:r w:rsidR="00506EE1">
        <w:rPr>
          <w:rFonts w:eastAsiaTheme="minorHAnsi"/>
          <w:sz w:val="28"/>
          <w:szCs w:val="28"/>
          <w:lang w:eastAsia="en-US"/>
        </w:rPr>
        <w:t xml:space="preserve"> </w:t>
      </w:r>
      <w:r w:rsidR="00506EE1" w:rsidRPr="00076021">
        <w:rPr>
          <w:rFonts w:eastAsiaTheme="minorHAnsi"/>
          <w:sz w:val="28"/>
          <w:szCs w:val="28"/>
          <w:lang w:eastAsia="en-US"/>
        </w:rPr>
        <w:t>стать</w:t>
      </w:r>
      <w:r w:rsidR="00506EE1">
        <w:rPr>
          <w:rFonts w:eastAsiaTheme="minorHAnsi"/>
          <w:sz w:val="28"/>
          <w:szCs w:val="28"/>
          <w:lang w:eastAsia="en-US"/>
        </w:rPr>
        <w:t>и</w:t>
      </w:r>
      <w:r w:rsidR="00506EE1" w:rsidRPr="00076021">
        <w:rPr>
          <w:rFonts w:eastAsiaTheme="minorHAnsi"/>
          <w:sz w:val="28"/>
          <w:szCs w:val="28"/>
          <w:lang w:eastAsia="en-US"/>
        </w:rPr>
        <w:t xml:space="preserve"> </w:t>
      </w:r>
      <w:r w:rsidR="00506EE1">
        <w:rPr>
          <w:rFonts w:eastAsiaTheme="minorHAnsi"/>
          <w:sz w:val="28"/>
          <w:szCs w:val="28"/>
          <w:lang w:eastAsia="en-US"/>
        </w:rPr>
        <w:t xml:space="preserve">5 </w:t>
      </w:r>
      <w:r w:rsidR="00506EE1">
        <w:rPr>
          <w:bCs/>
          <w:sz w:val="28"/>
          <w:szCs w:val="28"/>
        </w:rPr>
        <w:t>цифры</w:t>
      </w:r>
      <w:r w:rsidR="00506EE1" w:rsidRPr="00076021">
        <w:rPr>
          <w:bCs/>
          <w:sz w:val="28"/>
          <w:szCs w:val="28"/>
        </w:rPr>
        <w:t xml:space="preserve"> «</w:t>
      </w:r>
      <w:r w:rsidR="00D7346D">
        <w:rPr>
          <w:bCs/>
          <w:sz w:val="28"/>
          <w:szCs w:val="28"/>
        </w:rPr>
        <w:t>2 230 816 800,00</w:t>
      </w:r>
      <w:r w:rsidR="00506EE1" w:rsidRPr="00076021">
        <w:rPr>
          <w:bCs/>
          <w:sz w:val="28"/>
          <w:szCs w:val="28"/>
        </w:rPr>
        <w:t xml:space="preserve">» заменить </w:t>
      </w:r>
      <w:r w:rsidR="00506EE1">
        <w:rPr>
          <w:bCs/>
          <w:sz w:val="28"/>
          <w:szCs w:val="28"/>
        </w:rPr>
        <w:t>цифрами</w:t>
      </w:r>
      <w:r w:rsidR="00506EE1" w:rsidRPr="00076021">
        <w:rPr>
          <w:bCs/>
          <w:sz w:val="28"/>
          <w:szCs w:val="28"/>
        </w:rPr>
        <w:t xml:space="preserve"> «</w:t>
      </w:r>
      <w:r w:rsidR="00911499">
        <w:rPr>
          <w:bCs/>
          <w:sz w:val="28"/>
          <w:szCs w:val="28"/>
        </w:rPr>
        <w:t>2 434 345 328,07</w:t>
      </w:r>
      <w:r w:rsidR="00506EE1" w:rsidRPr="00076021">
        <w:rPr>
          <w:bCs/>
          <w:sz w:val="28"/>
          <w:szCs w:val="28"/>
        </w:rPr>
        <w:t>»</w:t>
      </w:r>
      <w:r w:rsidR="00506EE1">
        <w:rPr>
          <w:sz w:val="28"/>
          <w:szCs w:val="28"/>
        </w:rPr>
        <w:t>;</w:t>
      </w:r>
    </w:p>
    <w:p w:rsidR="00DF479A" w:rsidRPr="00076021" w:rsidRDefault="00DF479A" w:rsidP="00DF479A">
      <w:pPr>
        <w:widowControl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 приложения 1 – 6 </w:t>
      </w:r>
      <w:r w:rsidRPr="00076021">
        <w:rPr>
          <w:bCs/>
          <w:sz w:val="28"/>
          <w:szCs w:val="28"/>
        </w:rPr>
        <w:t xml:space="preserve">изложить в редакции </w:t>
      </w:r>
      <w:hyperlink r:id="rId9" w:history="1">
        <w:r w:rsidRPr="00076021">
          <w:rPr>
            <w:sz w:val="28"/>
            <w:szCs w:val="28"/>
          </w:rPr>
          <w:t>приложени</w:t>
        </w:r>
        <w:r>
          <w:rPr>
            <w:sz w:val="28"/>
            <w:szCs w:val="28"/>
          </w:rPr>
          <w:t>й</w:t>
        </w:r>
        <w:r w:rsidRPr="00076021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1 – 6 </w:t>
      </w:r>
      <w:r>
        <w:rPr>
          <w:sz w:val="28"/>
          <w:szCs w:val="28"/>
        </w:rPr>
        <w:br/>
      </w:r>
      <w:r w:rsidRPr="00076021">
        <w:rPr>
          <w:bCs/>
          <w:sz w:val="28"/>
          <w:szCs w:val="28"/>
        </w:rPr>
        <w:t>к настоящему Закону</w:t>
      </w:r>
      <w:r>
        <w:rPr>
          <w:bCs/>
          <w:sz w:val="28"/>
          <w:szCs w:val="28"/>
        </w:rPr>
        <w:t xml:space="preserve"> </w:t>
      </w:r>
      <w:r w:rsidRPr="005C2B41">
        <w:rPr>
          <w:bCs/>
          <w:sz w:val="28"/>
          <w:szCs w:val="28"/>
        </w:rPr>
        <w:t>соответственно</w:t>
      </w:r>
      <w:r w:rsidRPr="00076021">
        <w:rPr>
          <w:bCs/>
          <w:sz w:val="28"/>
          <w:szCs w:val="28"/>
        </w:rPr>
        <w:t xml:space="preserve">; </w:t>
      </w:r>
    </w:p>
    <w:p w:rsidR="00DF479A" w:rsidRPr="00076021" w:rsidRDefault="00DF479A" w:rsidP="00DF479A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076021">
        <w:rPr>
          <w:bCs/>
          <w:sz w:val="28"/>
          <w:szCs w:val="28"/>
        </w:rPr>
        <w:t>) </w:t>
      </w:r>
      <w:hyperlink r:id="rId10" w:history="1">
        <w:r w:rsidRPr="00076021">
          <w:rPr>
            <w:bCs/>
            <w:sz w:val="28"/>
            <w:szCs w:val="28"/>
          </w:rPr>
          <w:t>дополнить</w:t>
        </w:r>
      </w:hyperlink>
      <w:r w:rsidRPr="00076021">
        <w:rPr>
          <w:bCs/>
          <w:sz w:val="28"/>
          <w:szCs w:val="28"/>
        </w:rPr>
        <w:t xml:space="preserve"> приложением </w:t>
      </w: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 в редакции </w:t>
      </w:r>
      <w:hyperlink r:id="rId11" w:history="1">
        <w:r w:rsidRPr="00076021">
          <w:rPr>
            <w:bCs/>
            <w:sz w:val="28"/>
            <w:szCs w:val="28"/>
          </w:rPr>
          <w:t xml:space="preserve">приложения </w:t>
        </w:r>
      </w:hyperlink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 к настоящему Закону.</w:t>
      </w:r>
    </w:p>
    <w:p w:rsidR="00556976" w:rsidRDefault="00556976" w:rsidP="00506EE1">
      <w:pPr>
        <w:pStyle w:val="a4"/>
        <w:ind w:firstLine="709"/>
        <w:jc w:val="both"/>
        <w:rPr>
          <w:i w:val="0"/>
          <w:smallCaps w:val="0"/>
          <w:szCs w:val="28"/>
        </w:rPr>
      </w:pPr>
    </w:p>
    <w:p w:rsidR="00506EE1" w:rsidRPr="006A35B5" w:rsidRDefault="00506EE1" w:rsidP="00506EE1">
      <w:pPr>
        <w:pStyle w:val="a4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506EE1" w:rsidRDefault="00506EE1" w:rsidP="00506EE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опубликования.</w:t>
      </w: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271191" w:rsidRDefault="00271191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 xml:space="preserve">Губернатор </w:t>
      </w:r>
    </w:p>
    <w:p w:rsidR="00322E70" w:rsidRPr="00BF70EB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Ярославской области</w:t>
      </w:r>
      <w:r w:rsidRPr="00BF70EB">
        <w:rPr>
          <w:bCs/>
          <w:sz w:val="28"/>
          <w:szCs w:val="28"/>
        </w:rPr>
        <w:tab/>
      </w:r>
      <w:r w:rsidR="00271191">
        <w:rPr>
          <w:bCs/>
          <w:sz w:val="28"/>
          <w:szCs w:val="28"/>
        </w:rPr>
        <w:t xml:space="preserve">   </w:t>
      </w:r>
      <w:r w:rsidRPr="00BF70EB">
        <w:rPr>
          <w:bCs/>
          <w:sz w:val="28"/>
          <w:szCs w:val="28"/>
        </w:rPr>
        <w:t xml:space="preserve">  </w:t>
      </w:r>
      <w:r w:rsidR="003437E5">
        <w:rPr>
          <w:bCs/>
          <w:sz w:val="28"/>
          <w:szCs w:val="28"/>
        </w:rPr>
        <w:t>М</w:t>
      </w:r>
      <w:r w:rsidRPr="00BF70EB">
        <w:rPr>
          <w:bCs/>
          <w:sz w:val="28"/>
          <w:szCs w:val="28"/>
        </w:rPr>
        <w:t>.</w:t>
      </w:r>
      <w:r w:rsidR="003437E5">
        <w:rPr>
          <w:bCs/>
          <w:sz w:val="28"/>
          <w:szCs w:val="28"/>
        </w:rPr>
        <w:t>Я</w:t>
      </w:r>
      <w:r w:rsidRPr="00BF70EB">
        <w:rPr>
          <w:bCs/>
          <w:sz w:val="28"/>
          <w:szCs w:val="28"/>
        </w:rPr>
        <w:t xml:space="preserve">. </w:t>
      </w:r>
      <w:r w:rsidR="003437E5">
        <w:rPr>
          <w:bCs/>
          <w:sz w:val="28"/>
          <w:szCs w:val="28"/>
        </w:rPr>
        <w:t>Евраев</w:t>
      </w:r>
    </w:p>
    <w:p w:rsid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271191" w:rsidRPr="00BF70EB" w:rsidRDefault="00271191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BF70EB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«_____»_____________202</w:t>
      </w:r>
      <w:r w:rsidR="00556976">
        <w:rPr>
          <w:bCs/>
          <w:sz w:val="28"/>
          <w:szCs w:val="28"/>
        </w:rPr>
        <w:t>5</w:t>
      </w:r>
      <w:r w:rsidR="00322E70" w:rsidRPr="00BF70EB">
        <w:rPr>
          <w:bCs/>
          <w:sz w:val="28"/>
          <w:szCs w:val="28"/>
        </w:rPr>
        <w:t xml:space="preserve"> г.</w:t>
      </w:r>
    </w:p>
    <w:p w:rsidR="00322E70" w:rsidRPr="00BF70EB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№______</w:t>
      </w:r>
    </w:p>
    <w:p w:rsidR="00907971" w:rsidRPr="00322E70" w:rsidRDefault="00907971" w:rsidP="00322E70">
      <w:pPr>
        <w:pStyle w:val="4"/>
        <w:spacing w:before="0" w:after="0"/>
        <w:jc w:val="both"/>
      </w:pPr>
    </w:p>
    <w:sectPr w:rsidR="00907971" w:rsidRPr="00322E70" w:rsidSect="00E0398B">
      <w:headerReference w:type="even" r:id="rId12"/>
      <w:headerReference w:type="default" r:id="rId13"/>
      <w:pgSz w:w="11906" w:h="16838" w:code="9"/>
      <w:pgMar w:top="1134" w:right="709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46" w:rsidRDefault="001C6A46">
      <w:r>
        <w:separator/>
      </w:r>
    </w:p>
  </w:endnote>
  <w:endnote w:type="continuationSeparator" w:id="0">
    <w:p w:rsidR="001C6A46" w:rsidRDefault="001C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46" w:rsidRDefault="001C6A46">
      <w:r>
        <w:separator/>
      </w:r>
    </w:p>
  </w:footnote>
  <w:footnote w:type="continuationSeparator" w:id="0">
    <w:p w:rsidR="001C6A46" w:rsidRDefault="001C6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Pr="005C2B5C" w:rsidRDefault="00BA0980" w:rsidP="00475FED">
    <w:pPr>
      <w:pStyle w:val="a7"/>
      <w:framePr w:wrap="around" w:vAnchor="text" w:hAnchor="margin" w:xAlign="center" w:y="1"/>
      <w:rPr>
        <w:rStyle w:val="a8"/>
        <w:sz w:val="28"/>
        <w:szCs w:val="28"/>
      </w:rPr>
    </w:pPr>
    <w:r w:rsidRPr="005C2B5C">
      <w:rPr>
        <w:rStyle w:val="a8"/>
        <w:sz w:val="28"/>
        <w:szCs w:val="28"/>
      </w:rPr>
      <w:fldChar w:fldCharType="begin"/>
    </w:r>
    <w:r w:rsidRPr="005C2B5C">
      <w:rPr>
        <w:rStyle w:val="a8"/>
        <w:sz w:val="28"/>
        <w:szCs w:val="28"/>
      </w:rPr>
      <w:instrText xml:space="preserve">PAGE  </w:instrText>
    </w:r>
    <w:r w:rsidRPr="005C2B5C">
      <w:rPr>
        <w:rStyle w:val="a8"/>
        <w:sz w:val="28"/>
        <w:szCs w:val="28"/>
      </w:rPr>
      <w:fldChar w:fldCharType="separate"/>
    </w:r>
    <w:r w:rsidR="005C2B41">
      <w:rPr>
        <w:rStyle w:val="a8"/>
        <w:noProof/>
        <w:sz w:val="28"/>
        <w:szCs w:val="28"/>
      </w:rPr>
      <w:t>2</w:t>
    </w:r>
    <w:r w:rsidRPr="005C2B5C">
      <w:rPr>
        <w:rStyle w:val="a8"/>
        <w:sz w:val="28"/>
        <w:szCs w:val="28"/>
      </w:rPr>
      <w:fldChar w:fldCharType="end"/>
    </w:r>
  </w:p>
  <w:p w:rsidR="00BA0980" w:rsidRDefault="00BA0980" w:rsidP="00E819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4156E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84BA7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1DF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1BE8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6B9E"/>
    <w:rsid w:val="00147726"/>
    <w:rsid w:val="00147E98"/>
    <w:rsid w:val="001504B5"/>
    <w:rsid w:val="001524AF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5537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C6A46"/>
    <w:rsid w:val="001D0A15"/>
    <w:rsid w:val="001D216F"/>
    <w:rsid w:val="001D21D5"/>
    <w:rsid w:val="001D2C9D"/>
    <w:rsid w:val="001D4453"/>
    <w:rsid w:val="001D4B79"/>
    <w:rsid w:val="001D5193"/>
    <w:rsid w:val="001D56E0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1F7F7D"/>
    <w:rsid w:val="00200CD7"/>
    <w:rsid w:val="00203ED5"/>
    <w:rsid w:val="00206DF9"/>
    <w:rsid w:val="00207D48"/>
    <w:rsid w:val="00210075"/>
    <w:rsid w:val="002100F1"/>
    <w:rsid w:val="0021178E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6B3"/>
    <w:rsid w:val="00246FE6"/>
    <w:rsid w:val="0024740A"/>
    <w:rsid w:val="00247C33"/>
    <w:rsid w:val="00251365"/>
    <w:rsid w:val="0025389D"/>
    <w:rsid w:val="00261361"/>
    <w:rsid w:val="00265001"/>
    <w:rsid w:val="0027119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6711"/>
    <w:rsid w:val="002A7E32"/>
    <w:rsid w:val="002B33BE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39E8"/>
    <w:rsid w:val="003042A3"/>
    <w:rsid w:val="00304EA3"/>
    <w:rsid w:val="0030653E"/>
    <w:rsid w:val="00310CFC"/>
    <w:rsid w:val="00311567"/>
    <w:rsid w:val="00316A00"/>
    <w:rsid w:val="00317C39"/>
    <w:rsid w:val="00321635"/>
    <w:rsid w:val="0032241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59B"/>
    <w:rsid w:val="00333B8D"/>
    <w:rsid w:val="003369E6"/>
    <w:rsid w:val="00342F67"/>
    <w:rsid w:val="003437E5"/>
    <w:rsid w:val="00351F0C"/>
    <w:rsid w:val="0035259B"/>
    <w:rsid w:val="00355DCD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B4E17"/>
    <w:rsid w:val="003B6AE4"/>
    <w:rsid w:val="003C033C"/>
    <w:rsid w:val="003C0762"/>
    <w:rsid w:val="003C0804"/>
    <w:rsid w:val="003C0B6B"/>
    <w:rsid w:val="003C6E27"/>
    <w:rsid w:val="003C702A"/>
    <w:rsid w:val="003D0C39"/>
    <w:rsid w:val="003D1195"/>
    <w:rsid w:val="003D2251"/>
    <w:rsid w:val="003D37B1"/>
    <w:rsid w:val="003D3BE9"/>
    <w:rsid w:val="003D7898"/>
    <w:rsid w:val="003D7C60"/>
    <w:rsid w:val="003D7C96"/>
    <w:rsid w:val="003E0D9A"/>
    <w:rsid w:val="003E1644"/>
    <w:rsid w:val="003E2276"/>
    <w:rsid w:val="003E2D71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08EF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642D"/>
    <w:rsid w:val="00467ACE"/>
    <w:rsid w:val="004703A4"/>
    <w:rsid w:val="0047180B"/>
    <w:rsid w:val="00471D7B"/>
    <w:rsid w:val="0047271E"/>
    <w:rsid w:val="00475FED"/>
    <w:rsid w:val="00476237"/>
    <w:rsid w:val="00481284"/>
    <w:rsid w:val="00482262"/>
    <w:rsid w:val="004837C2"/>
    <w:rsid w:val="0048775B"/>
    <w:rsid w:val="00487BA6"/>
    <w:rsid w:val="00493483"/>
    <w:rsid w:val="00493EBC"/>
    <w:rsid w:val="004966D4"/>
    <w:rsid w:val="00496E4E"/>
    <w:rsid w:val="004A0E6B"/>
    <w:rsid w:val="004A10B8"/>
    <w:rsid w:val="004A2246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090D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06EE1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6976"/>
    <w:rsid w:val="005578D4"/>
    <w:rsid w:val="00563720"/>
    <w:rsid w:val="005646D3"/>
    <w:rsid w:val="00566338"/>
    <w:rsid w:val="00566385"/>
    <w:rsid w:val="00567540"/>
    <w:rsid w:val="0057116E"/>
    <w:rsid w:val="005727CA"/>
    <w:rsid w:val="00572B17"/>
    <w:rsid w:val="005738B4"/>
    <w:rsid w:val="00573D08"/>
    <w:rsid w:val="0057492B"/>
    <w:rsid w:val="00576073"/>
    <w:rsid w:val="00577F4B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2B41"/>
    <w:rsid w:val="005C2B5C"/>
    <w:rsid w:val="005C3246"/>
    <w:rsid w:val="005C37C9"/>
    <w:rsid w:val="005C549D"/>
    <w:rsid w:val="005C5919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399F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BFB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4DFB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197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0A4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4FF3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5AF1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82D"/>
    <w:rsid w:val="007D59DE"/>
    <w:rsid w:val="007D6075"/>
    <w:rsid w:val="007D68AC"/>
    <w:rsid w:val="007D6EC6"/>
    <w:rsid w:val="007D6FC3"/>
    <w:rsid w:val="007D7881"/>
    <w:rsid w:val="007D7F0B"/>
    <w:rsid w:val="007E4618"/>
    <w:rsid w:val="007E5741"/>
    <w:rsid w:val="007F02AA"/>
    <w:rsid w:val="00800567"/>
    <w:rsid w:val="0080085A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4E76"/>
    <w:rsid w:val="0088587E"/>
    <w:rsid w:val="00892E2E"/>
    <w:rsid w:val="0089360B"/>
    <w:rsid w:val="008945B7"/>
    <w:rsid w:val="00894EA6"/>
    <w:rsid w:val="008A079B"/>
    <w:rsid w:val="008A15B7"/>
    <w:rsid w:val="008A392C"/>
    <w:rsid w:val="008A5BC7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05B"/>
    <w:rsid w:val="008D44C9"/>
    <w:rsid w:val="008D4FF0"/>
    <w:rsid w:val="008D5150"/>
    <w:rsid w:val="008D6C07"/>
    <w:rsid w:val="008D7F53"/>
    <w:rsid w:val="008E176B"/>
    <w:rsid w:val="008E256C"/>
    <w:rsid w:val="008E5D60"/>
    <w:rsid w:val="008E5FAE"/>
    <w:rsid w:val="008E65E9"/>
    <w:rsid w:val="008F3B6F"/>
    <w:rsid w:val="008F4944"/>
    <w:rsid w:val="008F4D0E"/>
    <w:rsid w:val="008F6286"/>
    <w:rsid w:val="00902688"/>
    <w:rsid w:val="009035D6"/>
    <w:rsid w:val="00904A7A"/>
    <w:rsid w:val="0090551A"/>
    <w:rsid w:val="00907971"/>
    <w:rsid w:val="00907C8D"/>
    <w:rsid w:val="00911499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493"/>
    <w:rsid w:val="00941EF5"/>
    <w:rsid w:val="00942876"/>
    <w:rsid w:val="00942900"/>
    <w:rsid w:val="00942EB6"/>
    <w:rsid w:val="00944999"/>
    <w:rsid w:val="00946344"/>
    <w:rsid w:val="009465A5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1BE9"/>
    <w:rsid w:val="009777A4"/>
    <w:rsid w:val="00977CC7"/>
    <w:rsid w:val="00981865"/>
    <w:rsid w:val="00983D71"/>
    <w:rsid w:val="009840D3"/>
    <w:rsid w:val="0098470A"/>
    <w:rsid w:val="009862A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3F4A"/>
    <w:rsid w:val="009B492B"/>
    <w:rsid w:val="009B49D2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137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29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266E"/>
    <w:rsid w:val="00A63C21"/>
    <w:rsid w:val="00A6618A"/>
    <w:rsid w:val="00A66D95"/>
    <w:rsid w:val="00A675D9"/>
    <w:rsid w:val="00A6761D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1BE4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16F03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03F8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0446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0F1B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16FF"/>
    <w:rsid w:val="00C6448E"/>
    <w:rsid w:val="00C64DD1"/>
    <w:rsid w:val="00C6608A"/>
    <w:rsid w:val="00C66C68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A5AE8"/>
    <w:rsid w:val="00CB09E1"/>
    <w:rsid w:val="00CB3C8B"/>
    <w:rsid w:val="00CB4A78"/>
    <w:rsid w:val="00CB672B"/>
    <w:rsid w:val="00CC0269"/>
    <w:rsid w:val="00CC2967"/>
    <w:rsid w:val="00CC7FF0"/>
    <w:rsid w:val="00CD293E"/>
    <w:rsid w:val="00CD4507"/>
    <w:rsid w:val="00CD756B"/>
    <w:rsid w:val="00CE003E"/>
    <w:rsid w:val="00CE0A86"/>
    <w:rsid w:val="00CE2133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067C"/>
    <w:rsid w:val="00D0233C"/>
    <w:rsid w:val="00D0318C"/>
    <w:rsid w:val="00D047F8"/>
    <w:rsid w:val="00D05A40"/>
    <w:rsid w:val="00D13F0C"/>
    <w:rsid w:val="00D140DF"/>
    <w:rsid w:val="00D15ACF"/>
    <w:rsid w:val="00D16055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98F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46D"/>
    <w:rsid w:val="00D735E7"/>
    <w:rsid w:val="00D73A88"/>
    <w:rsid w:val="00D74F03"/>
    <w:rsid w:val="00D75747"/>
    <w:rsid w:val="00D803B0"/>
    <w:rsid w:val="00D80582"/>
    <w:rsid w:val="00D8112A"/>
    <w:rsid w:val="00D84E50"/>
    <w:rsid w:val="00D906E8"/>
    <w:rsid w:val="00D90F69"/>
    <w:rsid w:val="00D9201E"/>
    <w:rsid w:val="00D92D12"/>
    <w:rsid w:val="00D9424D"/>
    <w:rsid w:val="00DA2A5E"/>
    <w:rsid w:val="00DA433A"/>
    <w:rsid w:val="00DA4C7B"/>
    <w:rsid w:val="00DA66A3"/>
    <w:rsid w:val="00DA749C"/>
    <w:rsid w:val="00DB0288"/>
    <w:rsid w:val="00DB38A3"/>
    <w:rsid w:val="00DB3AF5"/>
    <w:rsid w:val="00DB47A9"/>
    <w:rsid w:val="00DB4C56"/>
    <w:rsid w:val="00DB640A"/>
    <w:rsid w:val="00DB6E74"/>
    <w:rsid w:val="00DC1303"/>
    <w:rsid w:val="00DC1C89"/>
    <w:rsid w:val="00DC4CB9"/>
    <w:rsid w:val="00DC5595"/>
    <w:rsid w:val="00DC6517"/>
    <w:rsid w:val="00DC7E9E"/>
    <w:rsid w:val="00DD00C7"/>
    <w:rsid w:val="00DD0ED1"/>
    <w:rsid w:val="00DD207F"/>
    <w:rsid w:val="00DD4356"/>
    <w:rsid w:val="00DD5270"/>
    <w:rsid w:val="00DD618A"/>
    <w:rsid w:val="00DD61CD"/>
    <w:rsid w:val="00DD6DC5"/>
    <w:rsid w:val="00DD78D7"/>
    <w:rsid w:val="00DE02F9"/>
    <w:rsid w:val="00DE0A07"/>
    <w:rsid w:val="00DE1D7A"/>
    <w:rsid w:val="00DE2CD5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479A"/>
    <w:rsid w:val="00DF65B3"/>
    <w:rsid w:val="00DF6D2D"/>
    <w:rsid w:val="00DF6F53"/>
    <w:rsid w:val="00DF76BB"/>
    <w:rsid w:val="00E00470"/>
    <w:rsid w:val="00E0275E"/>
    <w:rsid w:val="00E0398B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5387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EF7A80"/>
    <w:rsid w:val="00F07042"/>
    <w:rsid w:val="00F104FC"/>
    <w:rsid w:val="00F1192B"/>
    <w:rsid w:val="00F11E2F"/>
    <w:rsid w:val="00F1218A"/>
    <w:rsid w:val="00F12837"/>
    <w:rsid w:val="00F12EE4"/>
    <w:rsid w:val="00F2338E"/>
    <w:rsid w:val="00F23398"/>
    <w:rsid w:val="00F2387A"/>
    <w:rsid w:val="00F346D9"/>
    <w:rsid w:val="00F35B42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4A73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07C0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46F5"/>
    <w:rsid w:val="00FB5C73"/>
    <w:rsid w:val="00FB7951"/>
    <w:rsid w:val="00FC04A7"/>
    <w:rsid w:val="00FC1286"/>
    <w:rsid w:val="00FC24E0"/>
    <w:rsid w:val="00FC2513"/>
    <w:rsid w:val="00FC44BC"/>
    <w:rsid w:val="00FD13C6"/>
    <w:rsid w:val="00FD3D08"/>
    <w:rsid w:val="00FD6A0E"/>
    <w:rsid w:val="00FE08BD"/>
    <w:rsid w:val="00FE09C8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9C6B10-D5F4-4414-A7A3-A257FFFF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87BD3B59A2775A06A9FB9D89187C337A259BD24689CEDE8701A2D82DB5BA16t3G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F261-DA8F-4A71-B7A1-75FA0DB31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4</cp:revision>
  <cp:lastPrinted>2025-05-14T07:16:00Z</cp:lastPrinted>
  <dcterms:created xsi:type="dcterms:W3CDTF">2025-05-19T13:33:00Z</dcterms:created>
  <dcterms:modified xsi:type="dcterms:W3CDTF">2025-05-28T13:41:00Z</dcterms:modified>
</cp:coreProperties>
</file>