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B611A" w:rsidRPr="009B611A" w:rsidRDefault="00DF0DB1" w:rsidP="009B611A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9B611A">
        <w:rPr>
          <w:bCs/>
          <w:iCs/>
          <w:szCs w:val="28"/>
        </w:rPr>
        <w:t>«</w:t>
      </w:r>
      <w:r w:rsidR="009B611A" w:rsidRPr="009B611A">
        <w:rPr>
          <w:bCs/>
          <w:iCs/>
          <w:szCs w:val="28"/>
        </w:rPr>
        <w:t xml:space="preserve">О внесении изменения в статью 2 Закона Ярославской области </w:t>
      </w:r>
    </w:p>
    <w:p w:rsidR="00DF0DB1" w:rsidRDefault="009B611A" w:rsidP="009B611A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9B611A">
        <w:rPr>
          <w:bCs/>
          <w:iCs/>
          <w:szCs w:val="28"/>
        </w:rPr>
        <w:t>«О мерах социальной поддержки членов семей отдельных категорий граждан в связи с проведени</w:t>
      </w:r>
      <w:r>
        <w:rPr>
          <w:bCs/>
          <w:iCs/>
          <w:szCs w:val="28"/>
        </w:rPr>
        <w:t>ем специальной военной операции</w:t>
      </w:r>
      <w:r w:rsidR="00DF0DB1">
        <w:rPr>
          <w:bCs/>
          <w:iCs/>
          <w:szCs w:val="28"/>
        </w:rPr>
        <w:t>»</w:t>
      </w:r>
    </w:p>
    <w:p w:rsidR="00DF0DB1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DF0DB1" w:rsidRDefault="00ED4297" w:rsidP="009B611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9B611A">
        <w:rPr>
          <w:bCs/>
          <w:iCs/>
          <w:szCs w:val="28"/>
        </w:rPr>
        <w:t>«</w:t>
      </w:r>
      <w:r w:rsidR="009B611A" w:rsidRPr="009B611A">
        <w:rPr>
          <w:bCs/>
          <w:iCs/>
          <w:szCs w:val="28"/>
        </w:rPr>
        <w:t>О внесении изменения в стать</w:t>
      </w:r>
      <w:r w:rsidR="009B611A">
        <w:rPr>
          <w:bCs/>
          <w:iCs/>
          <w:szCs w:val="28"/>
        </w:rPr>
        <w:t xml:space="preserve">ю 2 Закона Ярославской области </w:t>
      </w:r>
      <w:r w:rsidR="009B611A" w:rsidRPr="009B611A">
        <w:rPr>
          <w:bCs/>
          <w:iCs/>
          <w:szCs w:val="28"/>
        </w:rPr>
        <w:t xml:space="preserve">«О мерах социальной поддержки членов семей отдельных категорий граждан в связи с проведением специальной военной операции»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783E9A" w:rsidRPr="00783E9A">
        <w:rPr>
          <w:bCs/>
          <w:iCs/>
          <w:szCs w:val="28"/>
        </w:rPr>
        <w:t xml:space="preserve">разработан в целях совершенствования </w:t>
      </w:r>
      <w:r w:rsidR="00783E9A">
        <w:rPr>
          <w:bCs/>
          <w:iCs/>
          <w:szCs w:val="28"/>
        </w:rPr>
        <w:t>регионально</w:t>
      </w:r>
      <w:r w:rsidR="00DF0DB1">
        <w:rPr>
          <w:bCs/>
          <w:iCs/>
          <w:szCs w:val="28"/>
        </w:rPr>
        <w:t>го социального законодательства.</w:t>
      </w:r>
    </w:p>
    <w:p w:rsidR="009B611A" w:rsidRDefault="009B611A" w:rsidP="009E402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В настоящее время в соответствии с </w:t>
      </w:r>
      <w:r w:rsidRPr="009B611A">
        <w:rPr>
          <w:bCs/>
          <w:iCs/>
          <w:szCs w:val="28"/>
        </w:rPr>
        <w:t>Закон</w:t>
      </w:r>
      <w:r>
        <w:rPr>
          <w:bCs/>
          <w:iCs/>
          <w:szCs w:val="28"/>
        </w:rPr>
        <w:t>ом</w:t>
      </w:r>
      <w:r w:rsidRPr="009B611A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Ярославской области от </w:t>
      </w:r>
      <w:r w:rsidRPr="009B611A">
        <w:rPr>
          <w:bCs/>
          <w:iCs/>
          <w:szCs w:val="28"/>
        </w:rPr>
        <w:t>24.11.2022 № 52-з «О мерах социальной поддержки членов семей отдельных категорий граждан в связи с проведением специальной военной операции»</w:t>
      </w:r>
      <w:r>
        <w:rPr>
          <w:bCs/>
          <w:iCs/>
          <w:szCs w:val="28"/>
        </w:rPr>
        <w:t xml:space="preserve"> меры социальной поддержки в связи с проведением </w:t>
      </w:r>
      <w:r w:rsidRPr="009B611A">
        <w:rPr>
          <w:bCs/>
          <w:iCs/>
          <w:szCs w:val="28"/>
        </w:rPr>
        <w:t>специальной военной операции</w:t>
      </w:r>
      <w:r>
        <w:rPr>
          <w:bCs/>
          <w:iCs/>
          <w:szCs w:val="28"/>
        </w:rPr>
        <w:t xml:space="preserve"> предоставляются </w:t>
      </w:r>
      <w:r w:rsidR="009E402D" w:rsidRPr="009E402D">
        <w:rPr>
          <w:bCs/>
          <w:iCs/>
          <w:szCs w:val="28"/>
        </w:rPr>
        <w:t>постоянно или временно проживающим на</w:t>
      </w:r>
      <w:r w:rsidR="009E402D">
        <w:rPr>
          <w:bCs/>
          <w:iCs/>
          <w:szCs w:val="28"/>
        </w:rPr>
        <w:t xml:space="preserve"> территории Ярославской области </w:t>
      </w:r>
      <w:r>
        <w:rPr>
          <w:bCs/>
          <w:iCs/>
          <w:szCs w:val="28"/>
        </w:rPr>
        <w:t xml:space="preserve">членам семей </w:t>
      </w:r>
      <w:r w:rsidR="0061371E" w:rsidRPr="0061371E">
        <w:rPr>
          <w:bCs/>
          <w:iCs/>
          <w:szCs w:val="28"/>
        </w:rPr>
        <w:t>отдельных категорий граждан</w:t>
      </w:r>
      <w:r w:rsidR="0061371E">
        <w:rPr>
          <w:bCs/>
          <w:iCs/>
          <w:szCs w:val="28"/>
        </w:rPr>
        <w:t xml:space="preserve">, </w:t>
      </w:r>
      <w:r w:rsidR="0061371E" w:rsidRPr="0061371E">
        <w:rPr>
          <w:bCs/>
          <w:iCs/>
          <w:szCs w:val="28"/>
        </w:rPr>
        <w:t>направляемы</w:t>
      </w:r>
      <w:r w:rsidR="00037588">
        <w:rPr>
          <w:bCs/>
          <w:iCs/>
          <w:szCs w:val="28"/>
        </w:rPr>
        <w:t>х</w:t>
      </w:r>
      <w:r w:rsidR="0061371E" w:rsidRPr="0061371E">
        <w:rPr>
          <w:bCs/>
          <w:iCs/>
          <w:szCs w:val="28"/>
        </w:rPr>
        <w:t xml:space="preserve"> </w:t>
      </w:r>
      <w:r w:rsidR="009E402D" w:rsidRPr="0061371E">
        <w:rPr>
          <w:bCs/>
          <w:iCs/>
          <w:szCs w:val="28"/>
        </w:rPr>
        <w:t>в район специальной военной операции, проводимой на территориях Донецкой Народной Республики, Луганской Народной Республики, Запорожской и Херсонской областей и Украины</w:t>
      </w:r>
      <w:r w:rsidR="00037588">
        <w:rPr>
          <w:bCs/>
          <w:iCs/>
          <w:szCs w:val="28"/>
        </w:rPr>
        <w:t xml:space="preserve"> (далее – специальная военная операция)</w:t>
      </w:r>
      <w:r w:rsidR="009E402D">
        <w:rPr>
          <w:bCs/>
          <w:iCs/>
          <w:szCs w:val="28"/>
        </w:rPr>
        <w:t xml:space="preserve">, </w:t>
      </w:r>
      <w:r w:rsidR="00D70FA6">
        <w:rPr>
          <w:bCs/>
          <w:iCs/>
          <w:szCs w:val="28"/>
        </w:rPr>
        <w:t xml:space="preserve">с территории </w:t>
      </w:r>
      <w:bookmarkStart w:id="0" w:name="_GoBack"/>
      <w:bookmarkEnd w:id="0"/>
      <w:r w:rsidR="0061371E" w:rsidRPr="0061371E">
        <w:rPr>
          <w:bCs/>
          <w:iCs/>
          <w:szCs w:val="28"/>
        </w:rPr>
        <w:t>Ярославской области</w:t>
      </w:r>
      <w:r w:rsidR="009E402D">
        <w:rPr>
          <w:bCs/>
          <w:iCs/>
          <w:szCs w:val="28"/>
        </w:rPr>
        <w:t>,</w:t>
      </w:r>
      <w:r w:rsidR="0061371E">
        <w:rPr>
          <w:bCs/>
          <w:iCs/>
          <w:szCs w:val="28"/>
        </w:rPr>
        <w:t xml:space="preserve"> и заключивши</w:t>
      </w:r>
      <w:r w:rsidR="009E402D">
        <w:rPr>
          <w:bCs/>
          <w:iCs/>
          <w:szCs w:val="28"/>
        </w:rPr>
        <w:t>х</w:t>
      </w:r>
      <w:r w:rsidR="0061371E">
        <w:rPr>
          <w:bCs/>
          <w:iCs/>
          <w:szCs w:val="28"/>
        </w:rPr>
        <w:t xml:space="preserve"> контракт </w:t>
      </w:r>
      <w:r w:rsidR="009E402D" w:rsidRPr="009E402D">
        <w:rPr>
          <w:bCs/>
          <w:iCs/>
          <w:szCs w:val="28"/>
        </w:rPr>
        <w:t>о прохождении военной службы в Вооруже</w:t>
      </w:r>
      <w:r w:rsidR="009E402D">
        <w:rPr>
          <w:bCs/>
          <w:iCs/>
          <w:szCs w:val="28"/>
        </w:rPr>
        <w:t xml:space="preserve">нных Силах Российской Федерации </w:t>
      </w:r>
      <w:r w:rsidR="0061371E" w:rsidRPr="0061371E">
        <w:rPr>
          <w:bCs/>
          <w:iCs/>
          <w:szCs w:val="28"/>
        </w:rPr>
        <w:t>в период проведения специальной военной операции</w:t>
      </w:r>
      <w:r w:rsidR="009E402D">
        <w:rPr>
          <w:bCs/>
          <w:iCs/>
          <w:szCs w:val="28"/>
        </w:rPr>
        <w:t>.</w:t>
      </w:r>
    </w:p>
    <w:p w:rsidR="009B611A" w:rsidRDefault="00DF0DB1" w:rsidP="009E402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</w:t>
      </w:r>
      <w:r w:rsidR="00FD3EA1">
        <w:rPr>
          <w:bCs/>
          <w:iCs/>
          <w:szCs w:val="28"/>
        </w:rPr>
        <w:t xml:space="preserve">внести изменения в </w:t>
      </w:r>
      <w:r w:rsidR="009E402D">
        <w:rPr>
          <w:bCs/>
          <w:iCs/>
          <w:szCs w:val="28"/>
        </w:rPr>
        <w:t xml:space="preserve">указанный </w:t>
      </w:r>
      <w:r w:rsidR="00FD3EA1">
        <w:rPr>
          <w:bCs/>
          <w:iCs/>
          <w:szCs w:val="28"/>
        </w:rPr>
        <w:t xml:space="preserve">Закон </w:t>
      </w:r>
      <w:r w:rsidR="00FD3EA1" w:rsidRPr="00FD3EA1">
        <w:rPr>
          <w:bCs/>
          <w:iCs/>
          <w:szCs w:val="28"/>
        </w:rPr>
        <w:t xml:space="preserve">Ярославской области </w:t>
      </w:r>
      <w:r w:rsidR="00FD3EA1">
        <w:rPr>
          <w:bCs/>
          <w:iCs/>
          <w:szCs w:val="28"/>
        </w:rPr>
        <w:t xml:space="preserve">в части </w:t>
      </w:r>
      <w:r w:rsidR="009E402D">
        <w:rPr>
          <w:bCs/>
          <w:iCs/>
          <w:szCs w:val="28"/>
        </w:rPr>
        <w:t xml:space="preserve">предоставления мер социальной поддержки </w:t>
      </w:r>
      <w:r w:rsidR="009E402D" w:rsidRPr="009E402D">
        <w:rPr>
          <w:bCs/>
          <w:iCs/>
          <w:szCs w:val="28"/>
        </w:rPr>
        <w:t>постоянно или временно проживающим на территории Ярославской области членам семей отдельных категорий граждан</w:t>
      </w:r>
      <w:r w:rsidR="009E402D">
        <w:rPr>
          <w:bCs/>
          <w:iCs/>
          <w:szCs w:val="28"/>
        </w:rPr>
        <w:t xml:space="preserve"> вне зависимости от места направления в </w:t>
      </w:r>
      <w:r w:rsidR="009E402D" w:rsidRPr="009E402D">
        <w:rPr>
          <w:bCs/>
          <w:iCs/>
          <w:szCs w:val="28"/>
        </w:rPr>
        <w:t xml:space="preserve">район </w:t>
      </w:r>
      <w:r w:rsidR="00037588">
        <w:rPr>
          <w:bCs/>
          <w:iCs/>
          <w:szCs w:val="28"/>
        </w:rPr>
        <w:t xml:space="preserve">проведения </w:t>
      </w:r>
      <w:r w:rsidR="009E402D" w:rsidRPr="009E402D">
        <w:rPr>
          <w:bCs/>
          <w:iCs/>
          <w:szCs w:val="28"/>
        </w:rPr>
        <w:t>специальной военной операции</w:t>
      </w:r>
      <w:r w:rsidR="009E402D">
        <w:rPr>
          <w:bCs/>
          <w:iCs/>
          <w:szCs w:val="28"/>
        </w:rPr>
        <w:t xml:space="preserve"> и срока заключения </w:t>
      </w:r>
      <w:r w:rsidR="009E402D" w:rsidRPr="009E402D">
        <w:rPr>
          <w:bCs/>
          <w:iCs/>
          <w:szCs w:val="28"/>
        </w:rPr>
        <w:t>контракт</w:t>
      </w:r>
      <w:r w:rsidR="009E402D">
        <w:rPr>
          <w:bCs/>
          <w:iCs/>
          <w:szCs w:val="28"/>
        </w:rPr>
        <w:t>а</w:t>
      </w:r>
      <w:r w:rsidR="009E402D" w:rsidRPr="009E402D">
        <w:rPr>
          <w:bCs/>
          <w:iCs/>
          <w:szCs w:val="28"/>
        </w:rPr>
        <w:t xml:space="preserve"> о прохождении военной службы в Вооруженных Силах Российской Федерации</w:t>
      </w:r>
      <w:r w:rsidR="009E402D">
        <w:rPr>
          <w:bCs/>
          <w:iCs/>
          <w:szCs w:val="28"/>
        </w:rPr>
        <w:t>.</w:t>
      </w:r>
    </w:p>
    <w:p w:rsidR="006B517D" w:rsidRPr="00ED4297" w:rsidRDefault="00ED4297" w:rsidP="00A66F0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02D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96FB2"/>
    <w:rsid w:val="000A21E4"/>
    <w:rsid w:val="000E1795"/>
    <w:rsid w:val="000F7B48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52C97"/>
    <w:rsid w:val="00456CD1"/>
    <w:rsid w:val="00466A86"/>
    <w:rsid w:val="00467E29"/>
    <w:rsid w:val="004802C0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5EF5"/>
    <w:rsid w:val="0061371E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81708A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44461"/>
    <w:rsid w:val="009513C7"/>
    <w:rsid w:val="00951619"/>
    <w:rsid w:val="009B611A"/>
    <w:rsid w:val="009C1341"/>
    <w:rsid w:val="009C3478"/>
    <w:rsid w:val="009E402D"/>
    <w:rsid w:val="00A120C8"/>
    <w:rsid w:val="00A1780D"/>
    <w:rsid w:val="00A2459C"/>
    <w:rsid w:val="00A26F88"/>
    <w:rsid w:val="00A61FC7"/>
    <w:rsid w:val="00A66F02"/>
    <w:rsid w:val="00A912ED"/>
    <w:rsid w:val="00AA2B55"/>
    <w:rsid w:val="00AC6E33"/>
    <w:rsid w:val="00AC76B2"/>
    <w:rsid w:val="00AD5372"/>
    <w:rsid w:val="00AE0B83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8497E"/>
    <w:rsid w:val="00F87DB5"/>
    <w:rsid w:val="00F90147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16</cp:revision>
  <cp:lastPrinted>2024-01-30T13:36:00Z</cp:lastPrinted>
  <dcterms:created xsi:type="dcterms:W3CDTF">2023-10-10T08:11:00Z</dcterms:created>
  <dcterms:modified xsi:type="dcterms:W3CDTF">2024-01-30T13:36:00Z</dcterms:modified>
</cp:coreProperties>
</file>