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7A487C" w:rsidRPr="002F21E8" w:rsidRDefault="007A487C">
            <w:pPr>
              <w:rPr>
                <w:sz w:val="26"/>
                <w:szCs w:val="26"/>
                <w:lang w:val="en-US"/>
              </w:rPr>
            </w:pPr>
          </w:p>
          <w:p w:rsidR="00AF7661" w:rsidRPr="002F21E8" w:rsidRDefault="00AF7661">
            <w:pPr>
              <w:rPr>
                <w:sz w:val="26"/>
                <w:szCs w:val="26"/>
                <w:lang w:val="en-US"/>
              </w:rPr>
            </w:pPr>
          </w:p>
          <w:p w:rsidR="00D07440" w:rsidRPr="00D07440" w:rsidRDefault="00D07440" w:rsidP="00D07440">
            <w:r w:rsidRPr="00D07440">
              <w:t xml:space="preserve">Председателю Ярославской </w:t>
            </w:r>
          </w:p>
          <w:p w:rsidR="00D07440" w:rsidRPr="00D07440" w:rsidRDefault="00D07440" w:rsidP="00D07440">
            <w:r w:rsidRPr="00D07440">
              <w:t>областной Думы</w:t>
            </w:r>
          </w:p>
          <w:p w:rsidR="00D07440" w:rsidRPr="00D07440" w:rsidRDefault="00D07440" w:rsidP="00D07440"/>
          <w:p w:rsidR="00D07440" w:rsidRPr="00D07440" w:rsidRDefault="00D07440" w:rsidP="00D07440">
            <w:r w:rsidRPr="00D07440">
              <w:t>М.В. Боровицкому</w:t>
            </w:r>
          </w:p>
          <w:p w:rsidR="006A74E1" w:rsidRPr="00D07440" w:rsidRDefault="006A74E1"/>
          <w:p w:rsidR="00F23348" w:rsidRPr="00D07440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C86731" w:rsidP="00E9164F">
            <w:pPr>
              <w:rPr>
                <w:szCs w:val="24"/>
              </w:rPr>
            </w:pPr>
            <w:fldSimple w:instr=" DOCPROPERTY &quot;Заголовок&quot; \* MERGEFORMAT ">
              <w:r w:rsidR="00D07440" w:rsidRPr="00D07440">
                <w:rPr>
                  <w:szCs w:val="24"/>
                </w:rPr>
                <w:t>О законодательной</w:t>
              </w:r>
              <w:r w:rsidR="00D07440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D07440" w:rsidRPr="00D07440" w:rsidRDefault="00D07440" w:rsidP="00D07440">
      <w:pPr>
        <w:overflowPunct/>
        <w:autoSpaceDE/>
        <w:autoSpaceDN/>
        <w:adjustRightInd/>
        <w:jc w:val="center"/>
        <w:textAlignment w:val="auto"/>
        <w:rPr>
          <w:bCs/>
          <w:szCs w:val="24"/>
        </w:rPr>
      </w:pPr>
      <w:r w:rsidRPr="00D07440">
        <w:rPr>
          <w:bCs/>
          <w:szCs w:val="24"/>
        </w:rPr>
        <w:t>Уважаемый Михаил Васильевич!</w:t>
      </w:r>
    </w:p>
    <w:p w:rsidR="00D07440" w:rsidRPr="00D07440" w:rsidRDefault="00D07440" w:rsidP="00D07440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p w:rsidR="00D07440" w:rsidRPr="00D07440" w:rsidRDefault="00D07440" w:rsidP="00D0744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D07440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D07440">
        <w:rPr>
          <w:szCs w:val="28"/>
        </w:rPr>
        <w:br/>
      </w:r>
      <w:r w:rsidR="002E6092" w:rsidRPr="000343BB">
        <w:rPr>
          <w:szCs w:val="28"/>
        </w:rPr>
        <w:t xml:space="preserve">«О внесении изменений в Закон Ярославской области </w:t>
      </w:r>
      <w:r w:rsidR="002E6092" w:rsidRPr="00227749">
        <w:rPr>
          <w:szCs w:val="28"/>
        </w:rPr>
        <w:t>«</w:t>
      </w:r>
      <w:r w:rsidR="002E6092" w:rsidRPr="007D1E0D">
        <w:rPr>
          <w:szCs w:val="28"/>
        </w:rPr>
        <w:t>О</w:t>
      </w:r>
      <w:r w:rsidR="002E6092">
        <w:rPr>
          <w:szCs w:val="28"/>
        </w:rPr>
        <w:t xml:space="preserve"> бюджете Территориального фонда обязательного медицинского страхования Ярославской области на 2022 год и на плановый период 2023 и 2024 годов</w:t>
      </w:r>
      <w:r w:rsidR="002E6092" w:rsidRPr="00227749">
        <w:rPr>
          <w:szCs w:val="28"/>
        </w:rPr>
        <w:t>»</w:t>
      </w:r>
      <w:r w:rsidRPr="00D07440">
        <w:rPr>
          <w:bCs/>
          <w:szCs w:val="28"/>
        </w:rPr>
        <w:t>.</w:t>
      </w:r>
    </w:p>
    <w:p w:rsidR="00D07440" w:rsidRPr="00D07440" w:rsidRDefault="00D07440" w:rsidP="00D0744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D07440">
        <w:rPr>
          <w:szCs w:val="28"/>
        </w:rPr>
        <w:t xml:space="preserve">Официальным представителем Губернатора области по 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D07440">
        <w:rPr>
          <w:szCs w:val="28"/>
        </w:rPr>
        <w:t>Смыслова</w:t>
      </w:r>
      <w:proofErr w:type="spellEnd"/>
      <w:r w:rsidRPr="00D07440">
        <w:rPr>
          <w:szCs w:val="28"/>
        </w:rPr>
        <w:t xml:space="preserve"> Д.В.</w:t>
      </w:r>
    </w:p>
    <w:p w:rsidR="00D07440" w:rsidRPr="00D07440" w:rsidRDefault="00D07440" w:rsidP="00D0744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4"/>
        </w:rPr>
      </w:pPr>
    </w:p>
    <w:p w:rsidR="00D07440" w:rsidRPr="00D07440" w:rsidRDefault="00D07440" w:rsidP="00D07440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 w:rsidRPr="00D07440">
        <w:rPr>
          <w:szCs w:val="24"/>
        </w:rPr>
        <w:t xml:space="preserve">Приложение: на </w:t>
      </w:r>
      <w:r w:rsidR="00C86731">
        <w:rPr>
          <w:szCs w:val="24"/>
        </w:rPr>
        <w:t>20</w:t>
      </w:r>
      <w:r w:rsidRPr="00D07440">
        <w:rPr>
          <w:szCs w:val="24"/>
        </w:rPr>
        <w:t xml:space="preserve"> л. в 1 экз.</w:t>
      </w:r>
    </w:p>
    <w:p w:rsidR="00D07440" w:rsidRPr="00D07440" w:rsidRDefault="00D07440" w:rsidP="00D07440">
      <w:pPr>
        <w:overflowPunct/>
        <w:autoSpaceDE/>
        <w:autoSpaceDN/>
        <w:adjustRightInd/>
        <w:ind w:firstLine="709"/>
        <w:jc w:val="both"/>
        <w:textAlignment w:val="auto"/>
        <w:rPr>
          <w:szCs w:val="24"/>
        </w:rPr>
      </w:pPr>
    </w:p>
    <w:p w:rsidR="00D07440" w:rsidRPr="00D07440" w:rsidRDefault="00D07440" w:rsidP="00D07440">
      <w:pPr>
        <w:jc w:val="both"/>
        <w:rPr>
          <w:szCs w:val="28"/>
        </w:rPr>
      </w:pPr>
    </w:p>
    <w:p w:rsidR="00D07440" w:rsidRPr="00BD4F6C" w:rsidRDefault="00D07440" w:rsidP="00D07440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550"/>
      </w:tblGrid>
      <w:tr w:rsidR="00D07440" w:rsidTr="002F7DB1">
        <w:trPr>
          <w:trHeight w:val="399"/>
        </w:trPr>
        <w:tc>
          <w:tcPr>
            <w:tcW w:w="4800" w:type="dxa"/>
          </w:tcPr>
          <w:p w:rsidR="00D07440" w:rsidRDefault="00D07440" w:rsidP="002F7DB1">
            <w:pPr>
              <w:rPr>
                <w:szCs w:val="28"/>
              </w:rPr>
            </w:pPr>
            <w:r>
              <w:rPr>
                <w:szCs w:val="28"/>
              </w:rPr>
              <w:t xml:space="preserve">Временно </w:t>
            </w:r>
          </w:p>
          <w:p w:rsidR="00D07440" w:rsidRDefault="00D07440" w:rsidP="002F7DB1">
            <w:pPr>
              <w:rPr>
                <w:szCs w:val="28"/>
              </w:rPr>
            </w:pPr>
            <w:r>
              <w:rPr>
                <w:szCs w:val="28"/>
              </w:rPr>
              <w:t>исполняющий обязанности</w:t>
            </w:r>
          </w:p>
          <w:p w:rsidR="00D07440" w:rsidRPr="00985201" w:rsidRDefault="00D07440" w:rsidP="002F7DB1">
            <w:pPr>
              <w:rPr>
                <w:szCs w:val="28"/>
              </w:rPr>
            </w:pPr>
            <w:r>
              <w:rPr>
                <w:szCs w:val="28"/>
              </w:rPr>
              <w:t>Губернатора области</w:t>
            </w:r>
          </w:p>
        </w:tc>
        <w:tc>
          <w:tcPr>
            <w:tcW w:w="4605" w:type="dxa"/>
            <w:vAlign w:val="bottom"/>
          </w:tcPr>
          <w:p w:rsidR="00D07440" w:rsidRDefault="00D07440" w:rsidP="002F7DB1">
            <w:pPr>
              <w:ind w:left="452"/>
              <w:jc w:val="right"/>
              <w:rPr>
                <w:szCs w:val="28"/>
              </w:rPr>
            </w:pPr>
          </w:p>
          <w:p w:rsidR="00D07440" w:rsidRDefault="00D07440" w:rsidP="002F7DB1">
            <w:pPr>
              <w:ind w:left="452"/>
              <w:jc w:val="right"/>
              <w:rPr>
                <w:szCs w:val="28"/>
              </w:rPr>
            </w:pPr>
          </w:p>
          <w:p w:rsidR="00D07440" w:rsidRPr="00E67C4D" w:rsidRDefault="00D07440" w:rsidP="002F7DB1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  <w:r>
              <w:rPr>
                <w:szCs w:val="28"/>
              </w:rPr>
              <w:fldChar w:fldCharType="end"/>
            </w:r>
          </w:p>
          <w:p w:rsidR="00D07440" w:rsidRDefault="00D07440" w:rsidP="002F7DB1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D07440" w:rsidRDefault="00D07440" w:rsidP="00D07440">
      <w:pPr>
        <w:jc w:val="both"/>
        <w:rPr>
          <w:sz w:val="24"/>
          <w:szCs w:val="24"/>
        </w:rPr>
      </w:pPr>
    </w:p>
    <w:p w:rsidR="00D07440" w:rsidRDefault="00D07440" w:rsidP="00D07440">
      <w:pPr>
        <w:jc w:val="both"/>
        <w:rPr>
          <w:sz w:val="24"/>
          <w:szCs w:val="24"/>
        </w:rPr>
      </w:pPr>
    </w:p>
    <w:p w:rsidR="00D07440" w:rsidRDefault="00D07440" w:rsidP="00D07440">
      <w:pPr>
        <w:jc w:val="both"/>
        <w:rPr>
          <w:sz w:val="24"/>
          <w:szCs w:val="24"/>
        </w:rPr>
      </w:pPr>
    </w:p>
    <w:p w:rsidR="00D07440" w:rsidRDefault="00D07440" w:rsidP="00D07440">
      <w:pPr>
        <w:jc w:val="center"/>
        <w:rPr>
          <w:sz w:val="24"/>
          <w:szCs w:val="24"/>
        </w:rPr>
      </w:pPr>
    </w:p>
    <w:p w:rsidR="00D07440" w:rsidRDefault="00D07440" w:rsidP="00D07440">
      <w:pPr>
        <w:jc w:val="center"/>
        <w:rPr>
          <w:sz w:val="24"/>
          <w:szCs w:val="24"/>
        </w:rPr>
      </w:pPr>
    </w:p>
    <w:p w:rsidR="00D07440" w:rsidRDefault="00D07440" w:rsidP="00D07440">
      <w:pPr>
        <w:jc w:val="center"/>
        <w:rPr>
          <w:sz w:val="24"/>
          <w:szCs w:val="24"/>
        </w:rPr>
      </w:pPr>
    </w:p>
    <w:p w:rsidR="00D07440" w:rsidRDefault="00D07440" w:rsidP="00D07440">
      <w:pPr>
        <w:jc w:val="center"/>
        <w:rPr>
          <w:sz w:val="24"/>
          <w:szCs w:val="24"/>
        </w:rPr>
      </w:pPr>
    </w:p>
    <w:p w:rsidR="00D07440" w:rsidRDefault="00D07440" w:rsidP="00D07440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07440" w:rsidRDefault="00D07440" w:rsidP="00D07440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D07440" w:rsidRDefault="00D07440" w:rsidP="00D07440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D07440" w:rsidRPr="00DD7168" w:rsidRDefault="00D07440" w:rsidP="00D07440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7168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D07440" w:rsidRPr="00A55D70" w:rsidRDefault="00D07440" w:rsidP="00D07440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D7168">
        <w:rPr>
          <w:rFonts w:ascii="Times New Roman" w:hAnsi="Times New Roman" w:cs="Times New Roman"/>
          <w:sz w:val="24"/>
          <w:szCs w:val="24"/>
        </w:rPr>
        <w:t>8 (4852) 40 07 83</w:t>
      </w:r>
    </w:p>
    <w:sectPr w:rsidR="00D07440" w:rsidRPr="00A55D70" w:rsidSect="008C78F8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643" w:rsidRDefault="004C4643">
      <w:r>
        <w:separator/>
      </w:r>
    </w:p>
  </w:endnote>
  <w:endnote w:type="continuationSeparator" w:id="0">
    <w:p w:rsidR="004C4643" w:rsidRDefault="004C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643" w:rsidRDefault="004C4643">
      <w:r>
        <w:separator/>
      </w:r>
    </w:p>
  </w:footnote>
  <w:footnote w:type="continuationSeparator" w:id="0">
    <w:p w:rsidR="004C4643" w:rsidRDefault="004C4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02955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3AB9"/>
    <w:rsid w:val="002E6092"/>
    <w:rsid w:val="002E71DD"/>
    <w:rsid w:val="002F21E8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C4643"/>
    <w:rsid w:val="004F0BA6"/>
    <w:rsid w:val="004F289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633A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814DB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86731"/>
    <w:rsid w:val="00C90FFC"/>
    <w:rsid w:val="00CA2B1F"/>
    <w:rsid w:val="00CD430D"/>
    <w:rsid w:val="00CE1CDA"/>
    <w:rsid w:val="00CF659C"/>
    <w:rsid w:val="00CF7925"/>
    <w:rsid w:val="00D00240"/>
    <w:rsid w:val="00D07440"/>
    <w:rsid w:val="00D21EA1"/>
    <w:rsid w:val="00D259A6"/>
    <w:rsid w:val="00D25A89"/>
    <w:rsid w:val="00D42F9E"/>
    <w:rsid w:val="00D65C14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074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074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82236-5519-4E87-9371-8BFA9912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2022-06-23T07:10:00Z</dcterms:created>
  <dcterms:modified xsi:type="dcterms:W3CDTF">2022-06-23T07:10:00Z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18280714</vt:lpwstr>
  </property>
  <property fmtid="{D5CDD505-2E9C-101B-9397-08002B2CF9AE}" pid="13" name="INSTALL_ID">
    <vt:lpwstr>34115</vt:lpwstr>
  </property>
</Properties>
</file>